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F70CE" w14:textId="77777777" w:rsidR="004D36D7" w:rsidRPr="00FD4A68" w:rsidRDefault="0016236C" w:rsidP="00B47940">
      <w:pPr>
        <w:pStyle w:val="Title"/>
        <w:rPr>
          <w:rStyle w:val="LabTitleInstVersred"/>
          <w:b/>
          <w:color w:val="auto"/>
        </w:rPr>
      </w:pPr>
      <w:sdt>
        <w:sdtPr>
          <w:rPr>
            <w:b w:val="0"/>
            <w:color w:val="EE0000"/>
          </w:rPr>
          <w:alias w:val="Title"/>
          <w:tag w:val=""/>
          <w:id w:val="-487021785"/>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221C7">
            <w:t>Lab - Navigating the Linux Filesystem and Permission Settings</w:t>
          </w:r>
        </w:sdtContent>
      </w:sdt>
      <w:r w:rsidR="004D36D7" w:rsidRPr="00FD4A68">
        <w:t xml:space="preserve"> </w:t>
      </w:r>
      <w:r w:rsidR="00D84BDA" w:rsidRPr="00FD4A68">
        <w:rPr>
          <w:rStyle w:val="LabTitleInstVersred"/>
        </w:rPr>
        <w:t>(Instructor Version)</w:t>
      </w:r>
    </w:p>
    <w:p w14:paraId="46C764C7"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A720D3E" w14:textId="77777777" w:rsidR="00D778DF" w:rsidRPr="00E70096" w:rsidRDefault="00D778DF" w:rsidP="00D452F4">
      <w:pPr>
        <w:pStyle w:val="Heading1"/>
      </w:pPr>
      <w:r w:rsidRPr="00E70096">
        <w:t>Objectives</w:t>
      </w:r>
    </w:p>
    <w:p w14:paraId="3472F364" w14:textId="037D62F3" w:rsidR="005221C7" w:rsidRDefault="005221C7" w:rsidP="005221C7">
      <w:pPr>
        <w:pStyle w:val="BodyTextL25"/>
      </w:pPr>
      <w:r w:rsidRPr="00A261EC">
        <w:t xml:space="preserve">In this lab, you will use </w:t>
      </w:r>
      <w:r>
        <w:t>familiarize yourself with Linux filesystems.</w:t>
      </w:r>
    </w:p>
    <w:p w14:paraId="7C49C610" w14:textId="1942C6B6" w:rsidR="00242ADE" w:rsidRDefault="00242ADE" w:rsidP="00242ADE">
      <w:pPr>
        <w:pStyle w:val="BodyTextL25Bold"/>
      </w:pPr>
      <w:r>
        <w:t>Part 1: Exploring Filesystems in Linux</w:t>
      </w:r>
    </w:p>
    <w:p w14:paraId="31CDEBCA" w14:textId="6C0ADA13" w:rsidR="00242ADE" w:rsidRDefault="00242ADE" w:rsidP="00242ADE">
      <w:pPr>
        <w:pStyle w:val="BodyTextL25Bold"/>
      </w:pPr>
      <w:r>
        <w:t>Part 2: File Permissions</w:t>
      </w:r>
    </w:p>
    <w:p w14:paraId="775CEC75" w14:textId="530B2F45" w:rsidR="00242ADE" w:rsidRDefault="00242ADE" w:rsidP="00242ADE">
      <w:pPr>
        <w:pStyle w:val="BodyTextL25Bold"/>
      </w:pPr>
      <w:r>
        <w:t>Part 3: Symbolic Links and other Special File Types</w:t>
      </w:r>
    </w:p>
    <w:p w14:paraId="24218137" w14:textId="77777777" w:rsidR="00D778DF" w:rsidRPr="00E70096" w:rsidRDefault="00D778DF" w:rsidP="00D452F4">
      <w:pPr>
        <w:pStyle w:val="Heading1"/>
      </w:pPr>
      <w:r w:rsidRPr="00E70096">
        <w:t>Required Resources</w:t>
      </w:r>
    </w:p>
    <w:p w14:paraId="3466D56D" w14:textId="531AFF34" w:rsidR="005221C7" w:rsidRDefault="005221C7" w:rsidP="005221C7">
      <w:pPr>
        <w:pStyle w:val="Bulletlevel1"/>
        <w:spacing w:before="60" w:after="60" w:line="276" w:lineRule="auto"/>
      </w:pPr>
      <w:proofErr w:type="spellStart"/>
      <w:r>
        <w:t>CyberOps</w:t>
      </w:r>
      <w:proofErr w:type="spellEnd"/>
      <w:r>
        <w:t xml:space="preserve"> Workstation VM</w:t>
      </w:r>
    </w:p>
    <w:p w14:paraId="68168425" w14:textId="77777777" w:rsidR="00125806" w:rsidRDefault="00125806" w:rsidP="00D452F4">
      <w:pPr>
        <w:pStyle w:val="Heading1"/>
      </w:pPr>
      <w:r>
        <w:t>Instructions</w:t>
      </w:r>
    </w:p>
    <w:p w14:paraId="17A71CAB" w14:textId="77777777" w:rsidR="009E5F9D" w:rsidRDefault="009E5F9D" w:rsidP="009E5F9D">
      <w:pPr>
        <w:pStyle w:val="Heading2"/>
      </w:pPr>
      <w:r>
        <w:t>Exploring Filesystems in Linux</w:t>
      </w:r>
    </w:p>
    <w:p w14:paraId="01038346" w14:textId="77777777" w:rsidR="009E5F9D" w:rsidRPr="006712E2" w:rsidRDefault="009E5F9D" w:rsidP="009E5F9D">
      <w:pPr>
        <w:pStyle w:val="BodyTextL25"/>
      </w:pPr>
      <w:r>
        <w:t xml:space="preserve">The Linux filesystem is one of its most popular features. While Linux supports many different types of filesystems, this lab focuses on the </w:t>
      </w:r>
      <w:proofErr w:type="spellStart"/>
      <w:r w:rsidRPr="00DA4600">
        <w:rPr>
          <w:b/>
        </w:rPr>
        <w:t>ext</w:t>
      </w:r>
      <w:proofErr w:type="spellEnd"/>
      <w:r>
        <w:t xml:space="preserve"> family, one the most common filesystems found on Linux.</w:t>
      </w:r>
    </w:p>
    <w:p w14:paraId="7ECFBBEA" w14:textId="77777777" w:rsidR="009E5F9D" w:rsidRPr="00A261EC" w:rsidRDefault="009E5F9D" w:rsidP="009E5F9D">
      <w:pPr>
        <w:pStyle w:val="Heading3"/>
        <w:rPr>
          <w:bCs w:val="0"/>
        </w:rPr>
      </w:pPr>
      <w:r>
        <w:t>Access the command line.</w:t>
      </w:r>
    </w:p>
    <w:p w14:paraId="0268F5A7" w14:textId="77777777" w:rsidR="009E5F9D" w:rsidRDefault="009E5F9D" w:rsidP="009E5F9D">
      <w:pPr>
        <w:pStyle w:val="BodyTextL25"/>
      </w:pPr>
      <w:r>
        <w:t xml:space="preserve">Launch the </w:t>
      </w:r>
      <w:proofErr w:type="spellStart"/>
      <w:r>
        <w:t>CyberOps</w:t>
      </w:r>
      <w:proofErr w:type="spellEnd"/>
      <w:r>
        <w:t xml:space="preserve"> Workstation VM and open a terminal window.</w:t>
      </w:r>
    </w:p>
    <w:p w14:paraId="0FA4A711" w14:textId="77777777" w:rsidR="009E5F9D" w:rsidRDefault="009E5F9D" w:rsidP="009E5F9D">
      <w:pPr>
        <w:pStyle w:val="Heading3"/>
      </w:pPr>
      <w:r>
        <w:t>Display the filesystems currently mounted.</w:t>
      </w:r>
    </w:p>
    <w:p w14:paraId="3AA9EEC7" w14:textId="77777777" w:rsidR="009E5F9D" w:rsidRPr="00EF3F29" w:rsidRDefault="009E5F9D" w:rsidP="009E5F9D">
      <w:pPr>
        <w:pStyle w:val="BodyTextL25"/>
      </w:pPr>
      <w:r>
        <w:t xml:space="preserve">Filesystems must be </w:t>
      </w:r>
      <w:r w:rsidRPr="00EF3F29">
        <w:rPr>
          <w:i/>
        </w:rPr>
        <w:t>mounted</w:t>
      </w:r>
      <w:r>
        <w:t xml:space="preserve"> before they can be accessed and used. In computing, </w:t>
      </w:r>
      <w:r w:rsidRPr="00EF3F29">
        <w:rPr>
          <w:i/>
        </w:rPr>
        <w:t>mounting a filesystem</w:t>
      </w:r>
      <w:r>
        <w:t xml:space="preserve"> means to make it accessible to the operating system. Mounting a filesystem is the process of linking the physical partition on the block device (hard drive, SSD drive, pen drive, etc.) to a directory, through which the entire filesystem can be accessed. Because the aforementioned directory becomes the root of the newly mounted filesystem, it is also known as </w:t>
      </w:r>
      <w:r>
        <w:rPr>
          <w:i/>
        </w:rPr>
        <w:t>mounting point.</w:t>
      </w:r>
    </w:p>
    <w:p w14:paraId="243A0A3B" w14:textId="77777777" w:rsidR="009E5F9D" w:rsidRDefault="009E5F9D" w:rsidP="009E5F9D">
      <w:pPr>
        <w:pStyle w:val="SubStepAlpha"/>
      </w:pPr>
      <w:r>
        <w:t xml:space="preserve">Use the </w:t>
      </w:r>
      <w:proofErr w:type="spellStart"/>
      <w:r w:rsidRPr="00302F8C">
        <w:rPr>
          <w:b/>
        </w:rPr>
        <w:t>lsblk</w:t>
      </w:r>
      <w:proofErr w:type="spellEnd"/>
      <w:r>
        <w:t xml:space="preserve"> command to display</w:t>
      </w:r>
      <w:r w:rsidRPr="00771866">
        <w:t xml:space="preserve"> all block devices</w:t>
      </w:r>
      <w:r>
        <w:t>:</w:t>
      </w:r>
    </w:p>
    <w:p w14:paraId="61A74D47"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proofErr w:type="spellStart"/>
      <w:r w:rsidRPr="00302F8C">
        <w:rPr>
          <w:b/>
        </w:rPr>
        <w:t>lsblk</w:t>
      </w:r>
      <w:proofErr w:type="spellEnd"/>
      <w:r w:rsidRPr="00302F8C">
        <w:t xml:space="preserve"> </w:t>
      </w:r>
    </w:p>
    <w:p w14:paraId="22363739" w14:textId="77777777" w:rsidR="00A71C96" w:rsidRDefault="00A71C96" w:rsidP="00A71C96">
      <w:pPr>
        <w:pStyle w:val="CMDOutput"/>
      </w:pPr>
      <w:r>
        <w:t>NAME   MAJ:MIN RM  SIZE RO TYPE MOUNTPOINT</w:t>
      </w:r>
    </w:p>
    <w:p w14:paraId="14F144BA" w14:textId="77777777" w:rsidR="00A71C96" w:rsidRDefault="00A71C96" w:rsidP="00A71C96">
      <w:pPr>
        <w:pStyle w:val="CMDOutput"/>
      </w:pPr>
      <w:proofErr w:type="spellStart"/>
      <w:r>
        <w:t>sda</w:t>
      </w:r>
      <w:proofErr w:type="spellEnd"/>
      <w:r>
        <w:t xml:space="preserve">      8:0    0   10G  0 disk </w:t>
      </w:r>
    </w:p>
    <w:p w14:paraId="06E63DD5" w14:textId="77777777" w:rsidR="00A71C96" w:rsidRDefault="00A71C96" w:rsidP="00A71C96">
      <w:pPr>
        <w:pStyle w:val="CMDOutput"/>
      </w:pPr>
      <w:r>
        <w:t>└─sda1   8:1    0   10G  0 part /</w:t>
      </w:r>
    </w:p>
    <w:p w14:paraId="49DED8F0" w14:textId="77777777" w:rsidR="00A71C96" w:rsidRDefault="00A71C96" w:rsidP="00A71C96">
      <w:pPr>
        <w:pStyle w:val="CMDOutput"/>
      </w:pPr>
      <w:proofErr w:type="spellStart"/>
      <w:r>
        <w:t>sdb</w:t>
      </w:r>
      <w:proofErr w:type="spellEnd"/>
      <w:r>
        <w:t xml:space="preserve">      8:16   0    1G  0 disk </w:t>
      </w:r>
    </w:p>
    <w:p w14:paraId="053550C0" w14:textId="77777777" w:rsidR="00A71C96" w:rsidRDefault="00A71C96" w:rsidP="00A71C96">
      <w:pPr>
        <w:pStyle w:val="CMDOutput"/>
      </w:pPr>
      <w:r>
        <w:t xml:space="preserve">└─sdb1   8:17   0 1023M  0 part </w:t>
      </w:r>
    </w:p>
    <w:p w14:paraId="2C41BCB7" w14:textId="696775E4" w:rsidR="00A71C96" w:rsidRPr="00302F8C" w:rsidRDefault="00A71C96" w:rsidP="00A71C96">
      <w:pPr>
        <w:pStyle w:val="CMDOutput"/>
      </w:pPr>
      <w:r>
        <w:t xml:space="preserve">sr0     11:0    1 1024M  0 rom  </w:t>
      </w:r>
    </w:p>
    <w:p w14:paraId="6376924C" w14:textId="36A0B357" w:rsidR="009E5F9D" w:rsidRPr="006E4D92" w:rsidRDefault="009E5F9D" w:rsidP="009E5F9D">
      <w:pPr>
        <w:pStyle w:val="BodyTextL50"/>
      </w:pPr>
      <w:r w:rsidRPr="006E4D92">
        <w:t xml:space="preserve">The output above shows that the </w:t>
      </w:r>
      <w:proofErr w:type="spellStart"/>
      <w:r w:rsidRPr="006E4D92">
        <w:t>CyberOps</w:t>
      </w:r>
      <w:proofErr w:type="spellEnd"/>
      <w:r w:rsidRPr="006E4D92">
        <w:t xml:space="preserve"> Workstation VM has three block devices installed: sr0, </w:t>
      </w:r>
      <w:proofErr w:type="spellStart"/>
      <w:r w:rsidRPr="006E4D92">
        <w:t>sda</w:t>
      </w:r>
      <w:proofErr w:type="spellEnd"/>
      <w:r w:rsidRPr="006E4D92">
        <w:t xml:space="preserve"> and </w:t>
      </w:r>
      <w:proofErr w:type="spellStart"/>
      <w:r w:rsidRPr="006E4D92">
        <w:t>sdb</w:t>
      </w:r>
      <w:proofErr w:type="spellEnd"/>
      <w:r w:rsidRPr="006E4D92">
        <w:t xml:space="preserve">. The tree-like output also shows partitions under </w:t>
      </w:r>
      <w:proofErr w:type="spellStart"/>
      <w:r w:rsidRPr="006E4D92">
        <w:t>sda</w:t>
      </w:r>
      <w:proofErr w:type="spellEnd"/>
      <w:r w:rsidRPr="006E4D92">
        <w:t xml:space="preserve"> and </w:t>
      </w:r>
      <w:proofErr w:type="spellStart"/>
      <w:r w:rsidRPr="006E4D92">
        <w:t>sdb</w:t>
      </w:r>
      <w:proofErr w:type="spellEnd"/>
      <w:r w:rsidRPr="006E4D92">
        <w:t>. Conventionally, /dev/</w:t>
      </w:r>
      <w:proofErr w:type="spellStart"/>
      <w:r w:rsidRPr="006E4D92">
        <w:t>sdX</w:t>
      </w:r>
      <w:proofErr w:type="spellEnd"/>
      <w:r w:rsidRPr="006E4D92">
        <w:t xml:space="preserve"> is used by Linux to represent hard drives, with the trailing number representing the partition number inside that device. Computers with multiple hard drives would likely display more /dev/</w:t>
      </w:r>
      <w:proofErr w:type="spellStart"/>
      <w:r w:rsidRPr="006E4D92">
        <w:t>sdX</w:t>
      </w:r>
      <w:proofErr w:type="spellEnd"/>
      <w:r w:rsidRPr="006E4D92">
        <w:t xml:space="preserve"> devices. If Linux was running on a computer with four hard drives for example, it would show them as /dev/</w:t>
      </w:r>
      <w:proofErr w:type="spellStart"/>
      <w:r w:rsidRPr="006E4D92">
        <w:t>sda</w:t>
      </w:r>
      <w:proofErr w:type="spellEnd"/>
      <w:r w:rsidRPr="006E4D92">
        <w:t>, /dev/</w:t>
      </w:r>
      <w:proofErr w:type="spellStart"/>
      <w:r w:rsidRPr="006E4D92">
        <w:t>sdb</w:t>
      </w:r>
      <w:proofErr w:type="spellEnd"/>
      <w:r w:rsidRPr="006E4D92">
        <w:t>, /dev/</w:t>
      </w:r>
      <w:proofErr w:type="spellStart"/>
      <w:r w:rsidRPr="006E4D92">
        <w:t>sdc</w:t>
      </w:r>
      <w:proofErr w:type="spellEnd"/>
      <w:r w:rsidRPr="006E4D92">
        <w:t xml:space="preserve"> and /dev/</w:t>
      </w:r>
      <w:proofErr w:type="spellStart"/>
      <w:r w:rsidRPr="006E4D92">
        <w:t>sdd</w:t>
      </w:r>
      <w:proofErr w:type="spellEnd"/>
      <w:r w:rsidRPr="006E4D92">
        <w:t xml:space="preserve">, by default. The output implies that </w:t>
      </w:r>
      <w:proofErr w:type="spellStart"/>
      <w:r w:rsidRPr="006E4D92">
        <w:t>sda</w:t>
      </w:r>
      <w:proofErr w:type="spellEnd"/>
      <w:r w:rsidRPr="006E4D92">
        <w:t xml:space="preserve"> and </w:t>
      </w:r>
      <w:proofErr w:type="spellStart"/>
      <w:r w:rsidRPr="006E4D92">
        <w:t>sdb</w:t>
      </w:r>
      <w:proofErr w:type="spellEnd"/>
      <w:r w:rsidRPr="006E4D92">
        <w:t xml:space="preserve"> are hard drives, each one containing a single partition. The output also shows that </w:t>
      </w:r>
      <w:proofErr w:type="spellStart"/>
      <w:r w:rsidRPr="006E4D92">
        <w:t>sda</w:t>
      </w:r>
      <w:proofErr w:type="spellEnd"/>
      <w:r w:rsidRPr="006E4D92">
        <w:t xml:space="preserve"> is a </w:t>
      </w:r>
      <w:r w:rsidR="00A71C96">
        <w:t>10</w:t>
      </w:r>
      <w:r w:rsidRPr="006E4D92">
        <w:t xml:space="preserve">GB disk while </w:t>
      </w:r>
      <w:proofErr w:type="spellStart"/>
      <w:r w:rsidRPr="006E4D92">
        <w:t>sdb</w:t>
      </w:r>
      <w:proofErr w:type="spellEnd"/>
      <w:r w:rsidRPr="006E4D92">
        <w:t xml:space="preserve"> has 1GB.</w:t>
      </w:r>
    </w:p>
    <w:p w14:paraId="56D7639F" w14:textId="77777777" w:rsidR="009E5F9D" w:rsidRDefault="009E5F9D" w:rsidP="009E5F9D">
      <w:pPr>
        <w:pStyle w:val="BodyTextL50"/>
      </w:pPr>
      <w:r w:rsidRPr="00206761">
        <w:rPr>
          <w:b/>
          <w:bCs/>
        </w:rPr>
        <w:lastRenderedPageBreak/>
        <w:t>Note</w:t>
      </w:r>
      <w:r w:rsidRPr="006E4D92">
        <w:t>: Linux often displays USB flash drives as /dev/</w:t>
      </w:r>
      <w:proofErr w:type="spellStart"/>
      <w:r w:rsidRPr="006E4D92">
        <w:t>sdX</w:t>
      </w:r>
      <w:proofErr w:type="spellEnd"/>
      <w:r w:rsidRPr="006E4D92">
        <w:t xml:space="preserve"> as well, depending on their firmware type.</w:t>
      </w:r>
    </w:p>
    <w:p w14:paraId="2015A7D3" w14:textId="77777777" w:rsidR="009E5F9D" w:rsidRPr="00111F65" w:rsidRDefault="009E5F9D" w:rsidP="009E5F9D">
      <w:pPr>
        <w:pStyle w:val="SubStepAlpha"/>
      </w:pPr>
      <w:r>
        <w:t>Use the</w:t>
      </w:r>
      <w:r w:rsidRPr="00302F8C">
        <w:rPr>
          <w:b/>
        </w:rPr>
        <w:t xml:space="preserve"> mount</w:t>
      </w:r>
      <w:r>
        <w:t xml:space="preserve"> command to display more detailed information on the currently mounted filesystems in the </w:t>
      </w:r>
      <w:proofErr w:type="spellStart"/>
      <w:r w:rsidRPr="00573F63">
        <w:t>CyberOps</w:t>
      </w:r>
      <w:proofErr w:type="spellEnd"/>
      <w:r w:rsidRPr="00573F63">
        <w:t xml:space="preserve"> Workstation VM</w:t>
      </w:r>
      <w:r>
        <w:t>.</w:t>
      </w:r>
    </w:p>
    <w:p w14:paraId="79D4140E"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r w:rsidRPr="00302F8C">
        <w:rPr>
          <w:b/>
        </w:rPr>
        <w:t>mount</w:t>
      </w:r>
    </w:p>
    <w:p w14:paraId="58124516" w14:textId="77777777" w:rsidR="009E5F9D" w:rsidRPr="00302F8C" w:rsidRDefault="009E5F9D" w:rsidP="009E5F9D">
      <w:pPr>
        <w:pStyle w:val="CMDOutput"/>
      </w:pPr>
      <w:r w:rsidRPr="00302F8C">
        <w:t>proc on /proc type proc (</w:t>
      </w:r>
      <w:proofErr w:type="spellStart"/>
      <w:r w:rsidRPr="00302F8C">
        <w:t>rw,nosuid,nodev,noexec,relatime</w:t>
      </w:r>
      <w:proofErr w:type="spellEnd"/>
      <w:r w:rsidRPr="00302F8C">
        <w:t>)</w:t>
      </w:r>
    </w:p>
    <w:p w14:paraId="4FF13B54" w14:textId="77777777" w:rsidR="009E5F9D" w:rsidRPr="00302F8C" w:rsidRDefault="009E5F9D" w:rsidP="009E5F9D">
      <w:pPr>
        <w:pStyle w:val="CMDOutput"/>
      </w:pPr>
      <w:r w:rsidRPr="00302F8C">
        <w:t xml:space="preserve">sys on /sys type </w:t>
      </w:r>
      <w:proofErr w:type="spellStart"/>
      <w:r w:rsidRPr="00302F8C">
        <w:t>sysfs</w:t>
      </w:r>
      <w:proofErr w:type="spellEnd"/>
      <w:r w:rsidRPr="00302F8C">
        <w:t xml:space="preserve"> (</w:t>
      </w:r>
      <w:proofErr w:type="spellStart"/>
      <w:r w:rsidRPr="00302F8C">
        <w:t>rw,nosuid,nodev,noexec,relatime</w:t>
      </w:r>
      <w:proofErr w:type="spellEnd"/>
      <w:r w:rsidRPr="00302F8C">
        <w:t>)</w:t>
      </w:r>
    </w:p>
    <w:p w14:paraId="747DD34A" w14:textId="77777777" w:rsidR="009E5F9D" w:rsidRPr="00302F8C" w:rsidRDefault="009E5F9D" w:rsidP="009E5F9D">
      <w:pPr>
        <w:pStyle w:val="CMDOutput"/>
      </w:pPr>
      <w:r w:rsidRPr="00302F8C">
        <w:t xml:space="preserve">dev on /dev type </w:t>
      </w:r>
      <w:proofErr w:type="spellStart"/>
      <w:r w:rsidRPr="00302F8C">
        <w:t>devtmpfs</w:t>
      </w:r>
      <w:proofErr w:type="spellEnd"/>
      <w:r w:rsidRPr="00302F8C">
        <w:t xml:space="preserve"> (</w:t>
      </w:r>
      <w:proofErr w:type="spellStart"/>
      <w:r w:rsidRPr="00302F8C">
        <w:t>rw,nosuid,relatime,size</w:t>
      </w:r>
      <w:proofErr w:type="spellEnd"/>
      <w:r w:rsidRPr="00302F8C">
        <w:t>=1030408k,nr_inodes=218258,mode=755)</w:t>
      </w:r>
    </w:p>
    <w:p w14:paraId="1A1FAC8E" w14:textId="77777777" w:rsidR="009E5F9D" w:rsidRPr="00302F8C" w:rsidRDefault="009E5F9D" w:rsidP="009E5F9D">
      <w:pPr>
        <w:pStyle w:val="CMDOutput"/>
      </w:pPr>
      <w:r w:rsidRPr="00302F8C">
        <w:t xml:space="preserve">run on /run type </w:t>
      </w:r>
      <w:proofErr w:type="spellStart"/>
      <w:r w:rsidRPr="00302F8C">
        <w:t>tmpfs</w:t>
      </w:r>
      <w:proofErr w:type="spellEnd"/>
      <w:r w:rsidRPr="00302F8C">
        <w:t xml:space="preserve"> (</w:t>
      </w:r>
      <w:proofErr w:type="spellStart"/>
      <w:r w:rsidRPr="00302F8C">
        <w:t>rw,nosuid,nodev,relatime,mode</w:t>
      </w:r>
      <w:proofErr w:type="spellEnd"/>
      <w:r w:rsidRPr="00302F8C">
        <w:t>=755)</w:t>
      </w:r>
    </w:p>
    <w:p w14:paraId="4C2B8200" w14:textId="77777777" w:rsidR="009E5F9D" w:rsidRPr="00302F8C" w:rsidRDefault="009E5F9D" w:rsidP="009E5F9D">
      <w:pPr>
        <w:pStyle w:val="CMDOutput"/>
      </w:pPr>
      <w:r w:rsidRPr="00302F8C">
        <w:rPr>
          <w:highlight w:val="yellow"/>
        </w:rPr>
        <w:t>/dev/sda1 on / type ext4 (</w:t>
      </w:r>
      <w:proofErr w:type="spellStart"/>
      <w:r w:rsidRPr="00302F8C">
        <w:rPr>
          <w:highlight w:val="yellow"/>
        </w:rPr>
        <w:t>rw,relatime</w:t>
      </w:r>
      <w:proofErr w:type="spellEnd"/>
      <w:r w:rsidRPr="00302F8C">
        <w:rPr>
          <w:highlight w:val="yellow"/>
        </w:rPr>
        <w:t>)</w:t>
      </w:r>
    </w:p>
    <w:p w14:paraId="3C271F9A" w14:textId="77777777" w:rsidR="009E5F9D" w:rsidRPr="00302F8C" w:rsidRDefault="009E5F9D" w:rsidP="009E5F9D">
      <w:pPr>
        <w:pStyle w:val="CMDOutput"/>
      </w:pPr>
      <w:proofErr w:type="spellStart"/>
      <w:r w:rsidRPr="00302F8C">
        <w:t>securityfs</w:t>
      </w:r>
      <w:proofErr w:type="spellEnd"/>
      <w:r w:rsidRPr="00302F8C">
        <w:t xml:space="preserve"> on /sys/kernel/security type </w:t>
      </w:r>
      <w:proofErr w:type="spellStart"/>
      <w:r w:rsidRPr="00302F8C">
        <w:t>securityfs</w:t>
      </w:r>
      <w:proofErr w:type="spellEnd"/>
      <w:r w:rsidRPr="00302F8C">
        <w:t xml:space="preserve"> (</w:t>
      </w:r>
      <w:proofErr w:type="spellStart"/>
      <w:r w:rsidRPr="00302F8C">
        <w:t>rw,nosuid,nodev,noexec,relatime</w:t>
      </w:r>
      <w:proofErr w:type="spellEnd"/>
      <w:r w:rsidRPr="00302F8C">
        <w:t>)</w:t>
      </w:r>
    </w:p>
    <w:p w14:paraId="43F43C79" w14:textId="77777777" w:rsidR="009E5F9D" w:rsidRPr="00302F8C" w:rsidRDefault="009E5F9D" w:rsidP="009E5F9D">
      <w:pPr>
        <w:pStyle w:val="CMDOutput"/>
      </w:pPr>
      <w:proofErr w:type="spellStart"/>
      <w:r w:rsidRPr="00302F8C">
        <w:t>tmpfs</w:t>
      </w:r>
      <w:proofErr w:type="spellEnd"/>
      <w:r w:rsidRPr="00302F8C">
        <w:t xml:space="preserve"> on /dev/</w:t>
      </w:r>
      <w:proofErr w:type="spellStart"/>
      <w:r w:rsidRPr="00302F8C">
        <w:t>shm</w:t>
      </w:r>
      <w:proofErr w:type="spellEnd"/>
      <w:r w:rsidRPr="00302F8C">
        <w:t xml:space="preserve"> type </w:t>
      </w:r>
      <w:proofErr w:type="spellStart"/>
      <w:r w:rsidRPr="00302F8C">
        <w:t>tmpfs</w:t>
      </w:r>
      <w:proofErr w:type="spellEnd"/>
      <w:r w:rsidRPr="00302F8C">
        <w:t xml:space="preserve"> (</w:t>
      </w:r>
      <w:proofErr w:type="spellStart"/>
      <w:r w:rsidRPr="00302F8C">
        <w:t>rw,nosuid,nodev</w:t>
      </w:r>
      <w:proofErr w:type="spellEnd"/>
      <w:r w:rsidRPr="00302F8C">
        <w:t>)</w:t>
      </w:r>
    </w:p>
    <w:p w14:paraId="0BC0CC85" w14:textId="77777777" w:rsidR="009E5F9D" w:rsidRPr="00302F8C" w:rsidRDefault="009E5F9D" w:rsidP="009E5F9D">
      <w:pPr>
        <w:pStyle w:val="CMDOutput"/>
      </w:pPr>
      <w:proofErr w:type="spellStart"/>
      <w:r w:rsidRPr="00302F8C">
        <w:t>devpts</w:t>
      </w:r>
      <w:proofErr w:type="spellEnd"/>
      <w:r w:rsidRPr="00302F8C">
        <w:t xml:space="preserve"> on /dev/pts type </w:t>
      </w:r>
      <w:proofErr w:type="spellStart"/>
      <w:r w:rsidRPr="00302F8C">
        <w:t>devpts</w:t>
      </w:r>
      <w:proofErr w:type="spellEnd"/>
      <w:r w:rsidRPr="00302F8C">
        <w:t xml:space="preserve"> (</w:t>
      </w:r>
      <w:proofErr w:type="spellStart"/>
      <w:r w:rsidRPr="00302F8C">
        <w:t>rw,nosuid,noexec,relatime,gid</w:t>
      </w:r>
      <w:proofErr w:type="spellEnd"/>
      <w:r w:rsidRPr="00302F8C">
        <w:t>=5,mode=620,ptmxmode=000)</w:t>
      </w:r>
    </w:p>
    <w:p w14:paraId="7E72C6A1" w14:textId="77777777" w:rsidR="009E5F9D" w:rsidRPr="00302F8C" w:rsidRDefault="009E5F9D" w:rsidP="009E5F9D">
      <w:pPr>
        <w:pStyle w:val="CMDOutput"/>
      </w:pPr>
      <w:proofErr w:type="spellStart"/>
      <w:r w:rsidRPr="00302F8C">
        <w:t>tmpfs</w:t>
      </w:r>
      <w:proofErr w:type="spellEnd"/>
      <w:r w:rsidRPr="00302F8C">
        <w:t xml:space="preserve"> on /sys/fs/</w:t>
      </w:r>
      <w:proofErr w:type="spellStart"/>
      <w:r w:rsidRPr="00302F8C">
        <w:t>cgroup</w:t>
      </w:r>
      <w:proofErr w:type="spellEnd"/>
      <w:r w:rsidRPr="00302F8C">
        <w:t xml:space="preserve"> type </w:t>
      </w:r>
      <w:proofErr w:type="spellStart"/>
      <w:r w:rsidRPr="00302F8C">
        <w:t>tmpfs</w:t>
      </w:r>
      <w:proofErr w:type="spellEnd"/>
      <w:r w:rsidRPr="00302F8C">
        <w:t xml:space="preserve"> (</w:t>
      </w:r>
      <w:proofErr w:type="spellStart"/>
      <w:r w:rsidRPr="00302F8C">
        <w:t>ro,nosuid,nodev,noexec,mode</w:t>
      </w:r>
      <w:proofErr w:type="spellEnd"/>
      <w:r w:rsidRPr="00302F8C">
        <w:t>=755)</w:t>
      </w:r>
    </w:p>
    <w:p w14:paraId="143B1729" w14:textId="77777777" w:rsidR="009E5F9D" w:rsidRPr="00302F8C" w:rsidRDefault="009E5F9D" w:rsidP="009E5F9D">
      <w:pPr>
        <w:pStyle w:val="CMDOutput"/>
      </w:pPr>
      <w:r>
        <w:t>&lt;output omitted&gt;</w:t>
      </w:r>
    </w:p>
    <w:p w14:paraId="39F43F5C" w14:textId="77777777" w:rsidR="009E5F9D" w:rsidRPr="009E5F9D" w:rsidRDefault="009E5F9D" w:rsidP="009E5F9D">
      <w:pPr>
        <w:pStyle w:val="BodyTextL50"/>
      </w:pPr>
      <w:r w:rsidRPr="009E5F9D">
        <w:t xml:space="preserve">Many of the filesystems above are out of scope of this course and irrelevant to the lab. Let’s focus on the </w:t>
      </w:r>
      <w:r w:rsidRPr="009E5F9D">
        <w:rPr>
          <w:i/>
          <w:iCs/>
        </w:rPr>
        <w:t>root filesystem</w:t>
      </w:r>
      <w:r w:rsidRPr="009E5F9D">
        <w:t xml:space="preserve">, the filesystem stored in </w:t>
      </w:r>
      <w:r w:rsidRPr="009E5F9D">
        <w:rPr>
          <w:b/>
          <w:bCs/>
        </w:rPr>
        <w:t>/dev/sda1</w:t>
      </w:r>
      <w:r w:rsidRPr="009E5F9D">
        <w:t>. The root filesystem is where the Linux operating system itself is stored; all the programs, tools, configuration files are stored in root filesystem by default.</w:t>
      </w:r>
    </w:p>
    <w:p w14:paraId="6A2F807D" w14:textId="77777777" w:rsidR="009E5F9D" w:rsidRPr="009E5F9D" w:rsidRDefault="009E5F9D" w:rsidP="009E5F9D">
      <w:pPr>
        <w:pStyle w:val="SubStepAlpha"/>
      </w:pPr>
      <w:r w:rsidRPr="009E5F9D">
        <w:t xml:space="preserve">Run the </w:t>
      </w:r>
      <w:r w:rsidRPr="009E5F9D">
        <w:rPr>
          <w:b/>
          <w:bCs/>
        </w:rPr>
        <w:t>mount</w:t>
      </w:r>
      <w:r w:rsidRPr="009E5F9D">
        <w:t xml:space="preserve"> command again, but this time, use the pipe | to send the output of mount to </w:t>
      </w:r>
      <w:r w:rsidRPr="009E5F9D">
        <w:rPr>
          <w:b/>
          <w:bCs/>
        </w:rPr>
        <w:t>grep</w:t>
      </w:r>
      <w:r w:rsidRPr="009E5F9D">
        <w:t xml:space="preserve"> to filter the output and display only the root filesystem:</w:t>
      </w:r>
    </w:p>
    <w:p w14:paraId="3B6133F8"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r w:rsidRPr="00302F8C">
        <w:rPr>
          <w:b/>
        </w:rPr>
        <w:t>mount | grep sda1</w:t>
      </w:r>
    </w:p>
    <w:p w14:paraId="1B1394E7" w14:textId="77777777" w:rsidR="009E5F9D" w:rsidRPr="00302F8C" w:rsidRDefault="009E5F9D" w:rsidP="009E5F9D">
      <w:pPr>
        <w:pStyle w:val="CMD"/>
      </w:pPr>
      <w:r w:rsidRPr="00302F8C">
        <w:t>/dev/sda1 on / type ext4 (</w:t>
      </w:r>
      <w:proofErr w:type="spellStart"/>
      <w:r w:rsidRPr="00302F8C">
        <w:t>rw,relatime</w:t>
      </w:r>
      <w:proofErr w:type="spellEnd"/>
      <w:r w:rsidRPr="00302F8C">
        <w:t>)</w:t>
      </w:r>
    </w:p>
    <w:p w14:paraId="5944134B" w14:textId="77777777" w:rsidR="009E5F9D" w:rsidRPr="00573F63" w:rsidRDefault="009E5F9D" w:rsidP="009E5F9D">
      <w:pPr>
        <w:pStyle w:val="BodyTextL50"/>
      </w:pPr>
      <w:r>
        <w:t>In</w:t>
      </w:r>
      <w:r w:rsidRPr="00573F63">
        <w:t xml:space="preserve"> the filtered output above, mount shows us that the root filesystem is located in the first partition of the </w:t>
      </w:r>
      <w:proofErr w:type="spellStart"/>
      <w:r w:rsidRPr="00573F63">
        <w:t>sda</w:t>
      </w:r>
      <w:proofErr w:type="spellEnd"/>
      <w:r w:rsidRPr="00573F63">
        <w:t xml:space="preserve"> block device (/dev/sda1). We know this is the root filesystem because of the mounting point used: “/” (the slash symbol). The output also tells us the type of formatting used in the partition, ext4 in this case. The information in between parentheses relates to the partition mounting options.</w:t>
      </w:r>
    </w:p>
    <w:p w14:paraId="23A518FD" w14:textId="77777777" w:rsidR="009E5F9D" w:rsidRDefault="009E5F9D" w:rsidP="009E5F9D">
      <w:pPr>
        <w:pStyle w:val="SubStepAlpha"/>
      </w:pPr>
      <w:r>
        <w:t xml:space="preserve">Issue the following two commands below on the </w:t>
      </w:r>
      <w:proofErr w:type="spellStart"/>
      <w:r>
        <w:rPr>
          <w:b/>
        </w:rPr>
        <w:t>CyberOps</w:t>
      </w:r>
      <w:proofErr w:type="spellEnd"/>
      <w:r>
        <w:rPr>
          <w:b/>
        </w:rPr>
        <w:t xml:space="preserve"> Workstation VM</w:t>
      </w:r>
      <w:r>
        <w:t>:</w:t>
      </w:r>
    </w:p>
    <w:p w14:paraId="0FBC553D"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r w:rsidRPr="00302F8C">
        <w:rPr>
          <w:b/>
        </w:rPr>
        <w:t>cd /</w:t>
      </w:r>
    </w:p>
    <w:p w14:paraId="471EC8E5" w14:textId="77777777" w:rsidR="009E5F9D" w:rsidRPr="00302F8C" w:rsidRDefault="009E5F9D" w:rsidP="009E5F9D">
      <w:pPr>
        <w:pStyle w:val="CMD"/>
      </w:pPr>
      <w:r w:rsidRPr="00302F8C">
        <w:t>[</w:t>
      </w:r>
      <w:proofErr w:type="spellStart"/>
      <w:r w:rsidRPr="00302F8C">
        <w:t>analyst@secOps</w:t>
      </w:r>
      <w:proofErr w:type="spellEnd"/>
      <w:r w:rsidRPr="00302F8C">
        <w:t xml:space="preserve"> </w:t>
      </w:r>
      <w:r>
        <w:t>/</w:t>
      </w:r>
      <w:r w:rsidRPr="00302F8C">
        <w:t xml:space="preserve">]$ </w:t>
      </w:r>
      <w:r w:rsidRPr="00302F8C">
        <w:rPr>
          <w:b/>
        </w:rPr>
        <w:t>ls -l</w:t>
      </w:r>
    </w:p>
    <w:p w14:paraId="31D975A5" w14:textId="6E49F9CF" w:rsidR="009E5F9D" w:rsidRDefault="009E5F9D" w:rsidP="009E5F9D">
      <w:pPr>
        <w:pStyle w:val="Heading4"/>
      </w:pPr>
      <w:r>
        <w:t>Questions:</w:t>
      </w:r>
    </w:p>
    <w:p w14:paraId="030DDAD4" w14:textId="55F84E1C" w:rsidR="009E5F9D" w:rsidRDefault="009E5F9D" w:rsidP="009E5F9D">
      <w:pPr>
        <w:pStyle w:val="BodyTextL50"/>
        <w:spacing w:before="0"/>
      </w:pPr>
      <w:r>
        <w:t>What is the meaning of the output? Where are the listed files physically stored?</w:t>
      </w:r>
    </w:p>
    <w:p w14:paraId="084FC6E8" w14:textId="0C5BC2FD" w:rsidR="009E5F9D" w:rsidRDefault="009E5F9D" w:rsidP="00A71C96">
      <w:pPr>
        <w:pStyle w:val="AnswerLineL50"/>
        <w:spacing w:after="960"/>
      </w:pPr>
      <w:r>
        <w:t>Type your answers here.</w:t>
      </w:r>
    </w:p>
    <w:p w14:paraId="778E5E1C" w14:textId="77777777" w:rsidR="009E5F9D" w:rsidRDefault="009E5F9D" w:rsidP="009E5F9D">
      <w:pPr>
        <w:pStyle w:val="BodyTextL50"/>
        <w:rPr>
          <w:rStyle w:val="AnswerGray"/>
        </w:rPr>
      </w:pPr>
      <w:r>
        <w:rPr>
          <w:rStyle w:val="AnswerGray"/>
        </w:rPr>
        <w:t xml:space="preserve">The first command changes the directory to the root directory. The root directory is the highest level of the filesystems. Because /dev/sda1 is mounted on the root directory (“/”), by listing the files in the root directory, the user is actually listing files physically stored in the root of the /dev/sda1 filesystem. </w:t>
      </w:r>
    </w:p>
    <w:p w14:paraId="2BBD6257" w14:textId="77777777" w:rsidR="009E5F9D" w:rsidRDefault="009E5F9D" w:rsidP="009E5F9D">
      <w:pPr>
        <w:pStyle w:val="BodyTextL50"/>
      </w:pPr>
      <w:r>
        <w:t xml:space="preserve">Why is </w:t>
      </w:r>
      <w:r w:rsidRPr="00817C80">
        <w:rPr>
          <w:b/>
        </w:rPr>
        <w:t>/dev/sdb1</w:t>
      </w:r>
      <w:r>
        <w:t xml:space="preserve"> not shown in the output above?</w:t>
      </w:r>
    </w:p>
    <w:p w14:paraId="11F2D3B6" w14:textId="5A44E24F" w:rsidR="009E5F9D" w:rsidRDefault="009E5F9D" w:rsidP="00A71C96">
      <w:pPr>
        <w:pStyle w:val="AnswerLineL50"/>
      </w:pPr>
      <w:r>
        <w:t>Type your answers here.</w:t>
      </w:r>
    </w:p>
    <w:p w14:paraId="2BB0A072" w14:textId="77777777" w:rsidR="009E5F9D" w:rsidRDefault="009E5F9D" w:rsidP="009E5F9D">
      <w:pPr>
        <w:pStyle w:val="BodyTextL50"/>
        <w:rPr>
          <w:rStyle w:val="AnswerGray"/>
        </w:rPr>
      </w:pPr>
      <w:r>
        <w:rPr>
          <w:rStyle w:val="AnswerGray"/>
        </w:rPr>
        <w:t>Because /dev/sdb1 is not currently mounted.</w:t>
      </w:r>
    </w:p>
    <w:p w14:paraId="3207F927" w14:textId="77777777" w:rsidR="009E5F9D" w:rsidRDefault="009E5F9D" w:rsidP="009E5F9D">
      <w:pPr>
        <w:pStyle w:val="Heading3"/>
      </w:pPr>
      <w:r>
        <w:t>Manually mounting and unmounting filesystems</w:t>
      </w:r>
    </w:p>
    <w:p w14:paraId="76EE086F" w14:textId="77777777" w:rsidR="009E5F9D" w:rsidRPr="00817C80" w:rsidRDefault="009E5F9D" w:rsidP="009E5F9D">
      <w:pPr>
        <w:pStyle w:val="BodyTextL25"/>
      </w:pPr>
      <w:r>
        <w:t xml:space="preserve">The </w:t>
      </w:r>
      <w:r w:rsidRPr="00302F8C">
        <w:rPr>
          <w:b/>
        </w:rPr>
        <w:t>mount</w:t>
      </w:r>
      <w:r>
        <w:t xml:space="preserve"> command can also be used to mount and unmount filesystems. As seen i</w:t>
      </w:r>
      <w:r w:rsidRPr="00573F63">
        <w:t xml:space="preserve">n Step 1, the </w:t>
      </w:r>
      <w:proofErr w:type="spellStart"/>
      <w:r w:rsidRPr="00573F63">
        <w:t>CyberOps</w:t>
      </w:r>
      <w:proofErr w:type="spellEnd"/>
      <w:r w:rsidRPr="00573F63">
        <w:t xml:space="preserve"> Workstation VM has two hard drives installed. The first one was recognized by the kernel as /dev/</w:t>
      </w:r>
      <w:proofErr w:type="spellStart"/>
      <w:r w:rsidRPr="00573F63">
        <w:t>sda</w:t>
      </w:r>
      <w:proofErr w:type="spellEnd"/>
      <w:r w:rsidRPr="00573F63">
        <w:t xml:space="preserve"> while </w:t>
      </w:r>
      <w:r w:rsidRPr="00573F63">
        <w:lastRenderedPageBreak/>
        <w:t>the second was recognized as /dev/</w:t>
      </w:r>
      <w:proofErr w:type="spellStart"/>
      <w:r w:rsidRPr="00573F63">
        <w:t>sdb</w:t>
      </w:r>
      <w:proofErr w:type="spellEnd"/>
      <w:r w:rsidRPr="00573F63">
        <w:t xml:space="preserve">. Before a block device can be mounted, it must </w:t>
      </w:r>
      <w:r>
        <w:t>have a mounting point.</w:t>
      </w:r>
    </w:p>
    <w:p w14:paraId="24C67E2A" w14:textId="77777777" w:rsidR="009E5F9D" w:rsidRDefault="009E5F9D" w:rsidP="009E5F9D">
      <w:pPr>
        <w:pStyle w:val="SubStepAlpha"/>
      </w:pPr>
      <w:r>
        <w:t xml:space="preserve">Use the </w:t>
      </w:r>
      <w:r w:rsidRPr="00302F8C">
        <w:rPr>
          <w:b/>
        </w:rPr>
        <w:t>ls -l</w:t>
      </w:r>
      <w:r>
        <w:t xml:space="preserve"> command to verify that the directory </w:t>
      </w:r>
      <w:proofErr w:type="spellStart"/>
      <w:r>
        <w:rPr>
          <w:b/>
        </w:rPr>
        <w:t>second_drive</w:t>
      </w:r>
      <w:proofErr w:type="spellEnd"/>
      <w:r>
        <w:t xml:space="preserve"> is in the analyst's home directory. </w:t>
      </w:r>
    </w:p>
    <w:p w14:paraId="6DE2E433" w14:textId="77777777" w:rsidR="009E5F9D" w:rsidRDefault="009E5F9D" w:rsidP="009E5F9D">
      <w:pPr>
        <w:pStyle w:val="CMD"/>
      </w:pPr>
      <w:r w:rsidRPr="002D594E">
        <w:t>[</w:t>
      </w:r>
      <w:proofErr w:type="spellStart"/>
      <w:r w:rsidRPr="002D594E">
        <w:t>analyst@secOps</w:t>
      </w:r>
      <w:proofErr w:type="spellEnd"/>
      <w:r w:rsidRPr="002D594E">
        <w:t xml:space="preserve"> /]$ </w:t>
      </w:r>
      <w:r w:rsidRPr="009704D3">
        <w:rPr>
          <w:b/>
        </w:rPr>
        <w:t>cd ~</w:t>
      </w:r>
    </w:p>
    <w:p w14:paraId="34597BA7"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r w:rsidRPr="00302F8C">
        <w:rPr>
          <w:b/>
        </w:rPr>
        <w:t>ls –l</w:t>
      </w:r>
    </w:p>
    <w:p w14:paraId="67E98AB6" w14:textId="77777777" w:rsidR="009E5F9D" w:rsidRDefault="009E5F9D" w:rsidP="009E5F9D">
      <w:pPr>
        <w:pStyle w:val="CMDOutput"/>
      </w:pPr>
      <w:r>
        <w:t>total 28</w:t>
      </w:r>
    </w:p>
    <w:p w14:paraId="057B482E" w14:textId="77777777" w:rsidR="009E5F9D" w:rsidRDefault="009E5F9D" w:rsidP="009E5F9D">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26  2014 Desktop</w:t>
      </w:r>
    </w:p>
    <w:p w14:paraId="658CBAF1" w14:textId="77777777" w:rsidR="009E5F9D" w:rsidRDefault="009E5F9D" w:rsidP="009E5F9D">
      <w:pPr>
        <w:pStyle w:val="CMDOutput"/>
      </w:pPr>
      <w:proofErr w:type="spellStart"/>
      <w:r>
        <w:t>drwx</w:t>
      </w:r>
      <w:proofErr w:type="spellEnd"/>
      <w:r>
        <w:t xml:space="preserve">------ 3 analyst </w:t>
      </w:r>
      <w:proofErr w:type="spellStart"/>
      <w:r>
        <w:t>analyst</w:t>
      </w:r>
      <w:proofErr w:type="spellEnd"/>
      <w:r>
        <w:t xml:space="preserve"> 4096 Jul 14 11:28 Downloads</w:t>
      </w:r>
    </w:p>
    <w:p w14:paraId="62EC8C29" w14:textId="77777777" w:rsidR="009E5F9D" w:rsidRDefault="009E5F9D" w:rsidP="009E5F9D">
      <w:pPr>
        <w:pStyle w:val="CMDOutput"/>
      </w:pPr>
      <w:proofErr w:type="spellStart"/>
      <w:r>
        <w:t>drwxr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r>
        <w:t>lab.support.files</w:t>
      </w:r>
      <w:proofErr w:type="spellEnd"/>
    </w:p>
    <w:p w14:paraId="27C9EE37" w14:textId="77777777" w:rsidR="009E5F9D" w:rsidRDefault="009E5F9D" w:rsidP="009E5F9D">
      <w:pPr>
        <w:pStyle w:val="CMDOutput"/>
      </w:pPr>
      <w:proofErr w:type="spellStart"/>
      <w:r w:rsidRPr="00593587">
        <w:rPr>
          <w:highlight w:val="yellow"/>
        </w:rPr>
        <w:t>drwxr</w:t>
      </w:r>
      <w:proofErr w:type="spellEnd"/>
      <w:r w:rsidRPr="00593587">
        <w:rPr>
          <w:highlight w:val="yellow"/>
        </w:rPr>
        <w:t>-</w:t>
      </w:r>
      <w:proofErr w:type="spellStart"/>
      <w:r w:rsidRPr="00593587">
        <w:rPr>
          <w:highlight w:val="yellow"/>
        </w:rPr>
        <w:t>xr-x</w:t>
      </w:r>
      <w:proofErr w:type="spellEnd"/>
      <w:r w:rsidRPr="00593587">
        <w:rPr>
          <w:highlight w:val="yellow"/>
        </w:rPr>
        <w:t xml:space="preserve"> 2 analyst </w:t>
      </w:r>
      <w:proofErr w:type="spellStart"/>
      <w:r w:rsidRPr="00593587">
        <w:rPr>
          <w:highlight w:val="yellow"/>
        </w:rPr>
        <w:t>analyst</w:t>
      </w:r>
      <w:proofErr w:type="spellEnd"/>
      <w:r w:rsidRPr="00593587">
        <w:rPr>
          <w:highlight w:val="yellow"/>
        </w:rPr>
        <w:t xml:space="preserve"> 4096 Mar  3 15:56 </w:t>
      </w:r>
      <w:proofErr w:type="spellStart"/>
      <w:r w:rsidRPr="00593587">
        <w:rPr>
          <w:highlight w:val="yellow"/>
        </w:rPr>
        <w:t>second_drive</w:t>
      </w:r>
      <w:proofErr w:type="spellEnd"/>
    </w:p>
    <w:p w14:paraId="08C48E59" w14:textId="77777777" w:rsidR="009E5F9D" w:rsidRDefault="009E5F9D" w:rsidP="009E5F9D">
      <w:pPr>
        <w:pStyle w:val="CMDOutput"/>
      </w:pPr>
      <w:r w:rsidRPr="00593587">
        <w:t>-</w:t>
      </w:r>
      <w:proofErr w:type="spellStart"/>
      <w:r w:rsidRPr="00593587">
        <w:t>rw</w:t>
      </w:r>
      <w:proofErr w:type="spellEnd"/>
      <w:r w:rsidRPr="00593587">
        <w:t xml:space="preserve">-r--r-- 1 analyst </w:t>
      </w:r>
      <w:proofErr w:type="spellStart"/>
      <w:r w:rsidRPr="00593587">
        <w:t>analyst</w:t>
      </w:r>
      <w:proofErr w:type="spellEnd"/>
      <w:r w:rsidRPr="00593587">
        <w:t xml:space="preserve">  142 Aug 16 15:11 some_text_file.txt</w:t>
      </w:r>
    </w:p>
    <w:p w14:paraId="7795A20D" w14:textId="77777777" w:rsidR="009E5F9D" w:rsidRDefault="009E5F9D" w:rsidP="009E5F9D">
      <w:pPr>
        <w:pStyle w:val="CMDOutput"/>
      </w:pPr>
      <w:r>
        <w:t>-</w:t>
      </w:r>
      <w:proofErr w:type="spellStart"/>
      <w:r>
        <w:t>rw</w:t>
      </w:r>
      <w:proofErr w:type="spellEnd"/>
      <w:r>
        <w:t xml:space="preserve">-r--r-- 1 analyst </w:t>
      </w:r>
      <w:proofErr w:type="spellStart"/>
      <w:r>
        <w:t>analyst</w:t>
      </w:r>
      <w:proofErr w:type="spellEnd"/>
      <w:r>
        <w:t xml:space="preserve">  254 Aug 16 13:38 space.txt</w:t>
      </w:r>
    </w:p>
    <w:p w14:paraId="4276D5FE" w14:textId="77777777" w:rsidR="009E5F9D" w:rsidRPr="009704D3" w:rsidRDefault="009E5F9D" w:rsidP="009E5F9D">
      <w:pPr>
        <w:pStyle w:val="BodyTextL50"/>
      </w:pPr>
      <w:r>
        <w:rPr>
          <w:b/>
        </w:rPr>
        <w:t>Note</w:t>
      </w:r>
      <w:r>
        <w:t xml:space="preserve">: If the directory </w:t>
      </w:r>
      <w:proofErr w:type="spellStart"/>
      <w:r>
        <w:rPr>
          <w:b/>
        </w:rPr>
        <w:t>second_drive</w:t>
      </w:r>
      <w:proofErr w:type="spellEnd"/>
      <w:r>
        <w:t xml:space="preserve"> does not exist, use the </w:t>
      </w:r>
      <w:proofErr w:type="spellStart"/>
      <w:r>
        <w:rPr>
          <w:b/>
        </w:rPr>
        <w:t>mkdir</w:t>
      </w:r>
      <w:proofErr w:type="spellEnd"/>
      <w:r>
        <w:rPr>
          <w:b/>
        </w:rPr>
        <w:t xml:space="preserve"> </w:t>
      </w:r>
      <w:proofErr w:type="spellStart"/>
      <w:r>
        <w:rPr>
          <w:b/>
        </w:rPr>
        <w:t>second_drive</w:t>
      </w:r>
      <w:proofErr w:type="spellEnd"/>
      <w:r>
        <w:t xml:space="preserve"> command to create it.</w:t>
      </w:r>
    </w:p>
    <w:p w14:paraId="63FC421F" w14:textId="77777777" w:rsidR="009E5F9D" w:rsidRDefault="009E5F9D" w:rsidP="009E5F9D">
      <w:pPr>
        <w:pStyle w:val="CMD"/>
        <w:rPr>
          <w:b/>
        </w:rPr>
      </w:pPr>
      <w:r w:rsidRPr="00302F8C">
        <w:t>[</w:t>
      </w:r>
      <w:proofErr w:type="spellStart"/>
      <w:r w:rsidRPr="00302F8C">
        <w:t>analyst@secOps</w:t>
      </w:r>
      <w:proofErr w:type="spellEnd"/>
      <w:r w:rsidRPr="00302F8C">
        <w:t xml:space="preserve"> ~]$ </w:t>
      </w:r>
      <w:proofErr w:type="spellStart"/>
      <w:r w:rsidRPr="00302F8C">
        <w:rPr>
          <w:b/>
        </w:rPr>
        <w:t>mkdir</w:t>
      </w:r>
      <w:proofErr w:type="spellEnd"/>
      <w:r w:rsidRPr="00302F8C">
        <w:rPr>
          <w:b/>
        </w:rPr>
        <w:t xml:space="preserve"> </w:t>
      </w:r>
      <w:proofErr w:type="spellStart"/>
      <w:r w:rsidRPr="00302F8C">
        <w:rPr>
          <w:b/>
        </w:rPr>
        <w:t>second_drive</w:t>
      </w:r>
      <w:proofErr w:type="spellEnd"/>
    </w:p>
    <w:p w14:paraId="5F8178B9" w14:textId="77777777" w:rsidR="009E5F9D" w:rsidRDefault="009E5F9D" w:rsidP="009E5F9D">
      <w:pPr>
        <w:pStyle w:val="BodyTextL50"/>
      </w:pPr>
      <w:r w:rsidRPr="00AD4163">
        <w:rPr>
          <w:b/>
        </w:rPr>
        <w:t>Note</w:t>
      </w:r>
      <w:r>
        <w:t>: Depending on the state of your VM, your listing will most likely have different files and directories.</w:t>
      </w:r>
    </w:p>
    <w:p w14:paraId="05014CC5" w14:textId="77777777" w:rsidR="009E5F9D" w:rsidRDefault="009E5F9D" w:rsidP="009E5F9D">
      <w:pPr>
        <w:pStyle w:val="SubStepAlpha"/>
      </w:pPr>
      <w:r>
        <w:t xml:space="preserve">Use </w:t>
      </w:r>
      <w:r w:rsidRPr="00302F8C">
        <w:rPr>
          <w:b/>
        </w:rPr>
        <w:t>ls -l</w:t>
      </w:r>
      <w:r>
        <w:t xml:space="preserve"> again to list the contents of the newly created </w:t>
      </w:r>
      <w:proofErr w:type="spellStart"/>
      <w:r w:rsidRPr="00573F63">
        <w:t>second_drive</w:t>
      </w:r>
      <w:proofErr w:type="spellEnd"/>
      <w:r w:rsidRPr="00573F63">
        <w:t xml:space="preserve"> </w:t>
      </w:r>
      <w:r>
        <w:t>directory.</w:t>
      </w:r>
    </w:p>
    <w:p w14:paraId="1DEAC2D6" w14:textId="77777777" w:rsidR="009E5F9D" w:rsidRPr="00302F8C" w:rsidRDefault="009E5F9D" w:rsidP="009E5F9D">
      <w:pPr>
        <w:pStyle w:val="CMD"/>
      </w:pPr>
      <w:r w:rsidRPr="00302F8C">
        <w:t>[</w:t>
      </w:r>
      <w:proofErr w:type="spellStart"/>
      <w:r w:rsidRPr="00302F8C">
        <w:t>analyst@secOps</w:t>
      </w:r>
      <w:proofErr w:type="spellEnd"/>
      <w:r w:rsidRPr="00302F8C">
        <w:t xml:space="preserve"> ~]$ </w:t>
      </w:r>
      <w:r w:rsidRPr="00302F8C">
        <w:rPr>
          <w:b/>
        </w:rPr>
        <w:t xml:space="preserve">ls -l </w:t>
      </w:r>
      <w:proofErr w:type="spellStart"/>
      <w:r w:rsidRPr="00302F8C">
        <w:rPr>
          <w:b/>
        </w:rPr>
        <w:t>second_drive</w:t>
      </w:r>
      <w:proofErr w:type="spellEnd"/>
      <w:r w:rsidRPr="00302F8C">
        <w:rPr>
          <w:b/>
        </w:rPr>
        <w:t>/</w:t>
      </w:r>
    </w:p>
    <w:p w14:paraId="52415818" w14:textId="77777777" w:rsidR="009E5F9D" w:rsidRPr="00302F8C" w:rsidRDefault="009E5F9D" w:rsidP="009E5F9D">
      <w:pPr>
        <w:pStyle w:val="CMDOutput"/>
      </w:pPr>
      <w:r w:rsidRPr="00302F8C">
        <w:t>total 0</w:t>
      </w:r>
    </w:p>
    <w:p w14:paraId="2FDD6E15" w14:textId="77777777" w:rsidR="009E5F9D" w:rsidRDefault="009E5F9D" w:rsidP="009E5F9D">
      <w:pPr>
        <w:pStyle w:val="SubStepAlpha"/>
        <w:numPr>
          <w:ilvl w:val="0"/>
          <w:numId w:val="0"/>
        </w:numPr>
        <w:ind w:left="720"/>
      </w:pPr>
      <w:r>
        <w:t>Notice that the directory is empty.</w:t>
      </w:r>
    </w:p>
    <w:p w14:paraId="5CD4DB8B" w14:textId="77777777" w:rsidR="009E5F9D" w:rsidRDefault="009E5F9D" w:rsidP="009E5F9D">
      <w:pPr>
        <w:pStyle w:val="SubStepAlpha"/>
      </w:pPr>
      <w:r>
        <w:t>Use the</w:t>
      </w:r>
      <w:r w:rsidRPr="00302F8C">
        <w:rPr>
          <w:b/>
        </w:rPr>
        <w:t xml:space="preserve"> mount</w:t>
      </w:r>
      <w:r>
        <w:t xml:space="preserve"> command to mount </w:t>
      </w:r>
      <w:r w:rsidRPr="00896ABF">
        <w:rPr>
          <w:b/>
        </w:rPr>
        <w:t>/dev/sdb1</w:t>
      </w:r>
      <w:r>
        <w:t xml:space="preserve"> on the newly created </w:t>
      </w:r>
      <w:proofErr w:type="spellStart"/>
      <w:r w:rsidRPr="00896ABF">
        <w:rPr>
          <w:b/>
        </w:rPr>
        <w:t>second_drive</w:t>
      </w:r>
      <w:proofErr w:type="spellEnd"/>
      <w:r>
        <w:t xml:space="preserve"> directory. The syntax of </w:t>
      </w:r>
      <w:r w:rsidRPr="00302F8C">
        <w:t>mount</w:t>
      </w:r>
      <w:r>
        <w:t xml:space="preserve"> is: </w:t>
      </w:r>
      <w:r w:rsidRPr="00302F8C">
        <w:rPr>
          <w:b/>
        </w:rPr>
        <w:t>mount [options] &lt;device to be mounted&gt; &lt;mounting point&gt;</w:t>
      </w:r>
      <w:r w:rsidRPr="00302F8C">
        <w:t>.</w:t>
      </w:r>
    </w:p>
    <w:p w14:paraId="6CF73B03" w14:textId="77777777" w:rsidR="009E5F9D" w:rsidRDefault="009E5F9D" w:rsidP="009E5F9D">
      <w:pPr>
        <w:pStyle w:val="CMD"/>
        <w:rPr>
          <w:b/>
        </w:rPr>
      </w:pPr>
      <w:r w:rsidRPr="00302F8C">
        <w:t>[</w:t>
      </w:r>
      <w:proofErr w:type="spellStart"/>
      <w:r w:rsidRPr="00302F8C">
        <w:t>analyst@secOps</w:t>
      </w:r>
      <w:proofErr w:type="spellEnd"/>
      <w:r w:rsidRPr="00302F8C">
        <w:t xml:space="preserve"> ~]$ </w:t>
      </w:r>
      <w:proofErr w:type="spellStart"/>
      <w:r w:rsidRPr="00302F8C">
        <w:rPr>
          <w:b/>
        </w:rPr>
        <w:t>sudo</w:t>
      </w:r>
      <w:proofErr w:type="spellEnd"/>
      <w:r w:rsidRPr="00302F8C">
        <w:rPr>
          <w:b/>
        </w:rPr>
        <w:t xml:space="preserve"> mount /dev/sdb1 </w:t>
      </w:r>
      <w:r>
        <w:rPr>
          <w:b/>
        </w:rPr>
        <w:t>~</w:t>
      </w:r>
      <w:r w:rsidRPr="00302F8C">
        <w:rPr>
          <w:b/>
        </w:rPr>
        <w:t>/</w:t>
      </w:r>
      <w:proofErr w:type="spellStart"/>
      <w:r w:rsidRPr="00302F8C">
        <w:rPr>
          <w:b/>
        </w:rPr>
        <w:t>second_drive</w:t>
      </w:r>
      <w:proofErr w:type="spellEnd"/>
      <w:r w:rsidRPr="00302F8C">
        <w:rPr>
          <w:b/>
        </w:rPr>
        <w:t>/</w:t>
      </w:r>
    </w:p>
    <w:p w14:paraId="639FC1EC" w14:textId="77777777" w:rsidR="009E5F9D" w:rsidRPr="00302F8C" w:rsidRDefault="009E5F9D" w:rsidP="009E5F9D">
      <w:pPr>
        <w:pStyle w:val="CMD"/>
      </w:pPr>
      <w:r w:rsidRPr="00614085">
        <w:t>[</w:t>
      </w:r>
      <w:proofErr w:type="spellStart"/>
      <w:r w:rsidRPr="00614085">
        <w:t>sudo</w:t>
      </w:r>
      <w:proofErr w:type="spellEnd"/>
      <w:r w:rsidRPr="00614085">
        <w:t>] password for analyst:</w:t>
      </w:r>
    </w:p>
    <w:p w14:paraId="02DF60DE" w14:textId="77777777" w:rsidR="009E5F9D" w:rsidRDefault="009E5F9D" w:rsidP="009E5F9D">
      <w:pPr>
        <w:pStyle w:val="SubStepAlpha"/>
        <w:numPr>
          <w:ilvl w:val="0"/>
          <w:numId w:val="0"/>
        </w:numPr>
        <w:ind w:left="720"/>
      </w:pPr>
      <w:r>
        <w:t>No output is provided which means the mounting process was successful.</w:t>
      </w:r>
    </w:p>
    <w:p w14:paraId="4E93C7DD" w14:textId="77777777" w:rsidR="009E5F9D" w:rsidRPr="00817C80" w:rsidRDefault="009E5F9D" w:rsidP="009E5F9D">
      <w:pPr>
        <w:pStyle w:val="SubStepAlpha"/>
      </w:pPr>
      <w:r>
        <w:t xml:space="preserve">Now that the </w:t>
      </w:r>
      <w:r w:rsidRPr="00E855B0">
        <w:rPr>
          <w:b/>
        </w:rPr>
        <w:t>/dev/sdb1</w:t>
      </w:r>
      <w:r>
        <w:t xml:space="preserve"> has been mounted on </w:t>
      </w:r>
      <w:r w:rsidRPr="00E855B0">
        <w:rPr>
          <w:b/>
        </w:rPr>
        <w:t>/home/analyst/</w:t>
      </w:r>
      <w:proofErr w:type="spellStart"/>
      <w:r w:rsidRPr="00E855B0">
        <w:rPr>
          <w:b/>
        </w:rPr>
        <w:t>second_drive</w:t>
      </w:r>
      <w:proofErr w:type="spellEnd"/>
      <w:r>
        <w:t xml:space="preserve">, use </w:t>
      </w:r>
      <w:r w:rsidRPr="00727150">
        <w:rPr>
          <w:b/>
        </w:rPr>
        <w:t>ls -l</w:t>
      </w:r>
      <w:r>
        <w:t xml:space="preserve"> to list the contents of the directory again.</w:t>
      </w:r>
    </w:p>
    <w:p w14:paraId="1667515E" w14:textId="77777777" w:rsidR="009E5F9D" w:rsidRPr="00727150" w:rsidRDefault="009E5F9D" w:rsidP="009E5F9D">
      <w:pPr>
        <w:pStyle w:val="CMD"/>
      </w:pPr>
      <w:r w:rsidRPr="00727150">
        <w:t>[</w:t>
      </w:r>
      <w:proofErr w:type="spellStart"/>
      <w:r w:rsidRPr="00727150">
        <w:t>analyst@secOps</w:t>
      </w:r>
      <w:proofErr w:type="spellEnd"/>
      <w:r w:rsidRPr="00727150">
        <w:t xml:space="preserve"> ~]$ </w:t>
      </w:r>
      <w:r w:rsidRPr="00727150">
        <w:rPr>
          <w:b/>
        </w:rPr>
        <w:t xml:space="preserve">ls -l </w:t>
      </w:r>
      <w:proofErr w:type="spellStart"/>
      <w:r w:rsidRPr="00727150">
        <w:rPr>
          <w:b/>
        </w:rPr>
        <w:t>second_drive</w:t>
      </w:r>
      <w:proofErr w:type="spellEnd"/>
      <w:r w:rsidRPr="00727150">
        <w:rPr>
          <w:b/>
        </w:rPr>
        <w:t>/</w:t>
      </w:r>
    </w:p>
    <w:p w14:paraId="14A932BB" w14:textId="77777777" w:rsidR="009E5F9D" w:rsidRPr="00727150" w:rsidRDefault="009E5F9D" w:rsidP="009E5F9D">
      <w:pPr>
        <w:pStyle w:val="CMD"/>
      </w:pPr>
      <w:r w:rsidRPr="00727150">
        <w:t>total 20</w:t>
      </w:r>
    </w:p>
    <w:p w14:paraId="3A0BF086" w14:textId="77777777" w:rsidR="009E5F9D" w:rsidRPr="00727150" w:rsidRDefault="009E5F9D" w:rsidP="009E5F9D">
      <w:pPr>
        <w:pStyle w:val="CMD"/>
      </w:pPr>
      <w:proofErr w:type="spellStart"/>
      <w:r w:rsidRPr="00727150">
        <w:t>drwx</w:t>
      </w:r>
      <w:proofErr w:type="spellEnd"/>
      <w:r w:rsidRPr="00727150">
        <w:t xml:space="preserve">------ 2 root    </w:t>
      </w:r>
      <w:proofErr w:type="spellStart"/>
      <w:r w:rsidRPr="00727150">
        <w:t>root</w:t>
      </w:r>
      <w:proofErr w:type="spellEnd"/>
      <w:r w:rsidRPr="00727150">
        <w:t xml:space="preserve">    </w:t>
      </w:r>
      <w:r>
        <w:t xml:space="preserve"> </w:t>
      </w:r>
      <w:r w:rsidRPr="00727150">
        <w:t xml:space="preserve">16384 Mar  3 10:59 </w:t>
      </w:r>
      <w:proofErr w:type="spellStart"/>
      <w:r w:rsidRPr="00727150">
        <w:t>lost+found</w:t>
      </w:r>
      <w:proofErr w:type="spellEnd"/>
    </w:p>
    <w:p w14:paraId="77170E2E" w14:textId="5F74333D" w:rsidR="009E5F9D" w:rsidRPr="00727150" w:rsidRDefault="009E5F9D" w:rsidP="009E5F9D">
      <w:pPr>
        <w:pStyle w:val="CMD"/>
      </w:pPr>
      <w:r w:rsidRPr="00727150">
        <w:t>-</w:t>
      </w:r>
      <w:proofErr w:type="spellStart"/>
      <w:r w:rsidRPr="00727150">
        <w:t>rw</w:t>
      </w:r>
      <w:proofErr w:type="spellEnd"/>
      <w:r w:rsidRPr="00727150">
        <w:t xml:space="preserve">-r--r-- 1 </w:t>
      </w:r>
      <w:r w:rsidR="006E2F8E">
        <w:t xml:space="preserve">root    </w:t>
      </w:r>
      <w:proofErr w:type="spellStart"/>
      <w:r w:rsidR="006E2F8E">
        <w:t>root</w:t>
      </w:r>
      <w:proofErr w:type="spellEnd"/>
      <w:r w:rsidR="006E2F8E">
        <w:t xml:space="preserve">   </w:t>
      </w:r>
      <w:r>
        <w:t xml:space="preserve">   </w:t>
      </w:r>
      <w:r w:rsidRPr="00727150">
        <w:t xml:space="preserve"> 183 Mar  3 15:42 myFile.txt</w:t>
      </w:r>
    </w:p>
    <w:p w14:paraId="00C6C09D" w14:textId="77777777" w:rsidR="009E5F9D" w:rsidRDefault="009E5F9D" w:rsidP="009E5F9D">
      <w:pPr>
        <w:pStyle w:val="Heading4"/>
      </w:pPr>
      <w:r>
        <w:t>Question:</w:t>
      </w:r>
    </w:p>
    <w:p w14:paraId="4A88022E" w14:textId="400E5459" w:rsidR="009E5F9D" w:rsidRDefault="009E5F9D" w:rsidP="009E5F9D">
      <w:pPr>
        <w:pStyle w:val="BodyTextL50"/>
        <w:spacing w:before="0"/>
      </w:pPr>
      <w:r>
        <w:t>Why is the directory no longer empty? Where are the listed files physically stored?</w:t>
      </w:r>
    </w:p>
    <w:p w14:paraId="036DB1FD" w14:textId="28084714" w:rsidR="009E5F9D" w:rsidRDefault="009E5F9D" w:rsidP="009E5F9D">
      <w:pPr>
        <w:pStyle w:val="AnswerLineL50"/>
      </w:pPr>
      <w:r>
        <w:t>Type your answers here.</w:t>
      </w:r>
    </w:p>
    <w:p w14:paraId="0DA455D8" w14:textId="77777777" w:rsidR="009E5F9D" w:rsidRPr="00302F8C" w:rsidRDefault="009E5F9D" w:rsidP="009E5F9D">
      <w:pPr>
        <w:pStyle w:val="BodyTextL50"/>
      </w:pPr>
      <w:r>
        <w:rPr>
          <w:rStyle w:val="AnswerGray"/>
        </w:rPr>
        <w:t xml:space="preserve">After the mount, </w:t>
      </w:r>
      <w:r w:rsidRPr="00E855B0">
        <w:rPr>
          <w:rStyle w:val="AnswerGray"/>
        </w:rPr>
        <w:t>/home/analyst/</w:t>
      </w:r>
      <w:proofErr w:type="spellStart"/>
      <w:r w:rsidRPr="00E855B0">
        <w:rPr>
          <w:rStyle w:val="AnswerGray"/>
        </w:rPr>
        <w:t>second_drive</w:t>
      </w:r>
      <w:proofErr w:type="spellEnd"/>
      <w:r>
        <w:rPr>
          <w:rStyle w:val="AnswerGray"/>
        </w:rPr>
        <w:t xml:space="preserve"> becomes the entry point to the filesystem physically stored in </w:t>
      </w:r>
      <w:r w:rsidRPr="00E855B0">
        <w:rPr>
          <w:rStyle w:val="AnswerGray"/>
        </w:rPr>
        <w:t>/dev/sdb1</w:t>
      </w:r>
      <w:r>
        <w:rPr>
          <w:rStyle w:val="AnswerGray"/>
        </w:rPr>
        <w:t>.</w:t>
      </w:r>
    </w:p>
    <w:p w14:paraId="747DE887" w14:textId="77777777" w:rsidR="009E5F9D" w:rsidRDefault="009E5F9D" w:rsidP="009E5F9D">
      <w:pPr>
        <w:pStyle w:val="SubStepAlpha"/>
      </w:pPr>
      <w:r>
        <w:t xml:space="preserve">Issue the </w:t>
      </w:r>
      <w:r w:rsidRPr="008F55C7">
        <w:rPr>
          <w:b/>
        </w:rPr>
        <w:t>mount</w:t>
      </w:r>
      <w:r>
        <w:t xml:space="preserve"> command with no options again to display detailed information about the </w:t>
      </w:r>
      <w:r w:rsidRPr="00D1162A">
        <w:rPr>
          <w:b/>
        </w:rPr>
        <w:t>/dev/sdb1</w:t>
      </w:r>
      <w:r>
        <w:t xml:space="preserve"> partition. As before, use the </w:t>
      </w:r>
      <w:r w:rsidRPr="008F55C7">
        <w:rPr>
          <w:b/>
        </w:rPr>
        <w:t>grep</w:t>
      </w:r>
      <w:r>
        <w:t xml:space="preserve"> command to display only the </w:t>
      </w:r>
      <w:r w:rsidRPr="00D1162A">
        <w:rPr>
          <w:b/>
        </w:rPr>
        <w:t>/dev/</w:t>
      </w:r>
      <w:proofErr w:type="spellStart"/>
      <w:r w:rsidRPr="00D1162A">
        <w:rPr>
          <w:b/>
        </w:rPr>
        <w:t>sdX</w:t>
      </w:r>
      <w:proofErr w:type="spellEnd"/>
      <w:r>
        <w:t xml:space="preserve"> filesystems:</w:t>
      </w:r>
    </w:p>
    <w:p w14:paraId="1D4E7191" w14:textId="647F91B6" w:rsidR="009E5F9D" w:rsidRPr="008F55C7" w:rsidRDefault="009E5F9D" w:rsidP="009E5F9D">
      <w:pPr>
        <w:pStyle w:val="CMD"/>
      </w:pPr>
      <w:r w:rsidRPr="008F55C7">
        <w:t>[</w:t>
      </w:r>
      <w:proofErr w:type="spellStart"/>
      <w:r w:rsidRPr="008F55C7">
        <w:t>analyst@secOps</w:t>
      </w:r>
      <w:proofErr w:type="spellEnd"/>
      <w:r w:rsidRPr="008F55C7">
        <w:t xml:space="preserve"> ~]$ </w:t>
      </w:r>
      <w:r w:rsidRPr="008F55C7">
        <w:rPr>
          <w:b/>
        </w:rPr>
        <w:t xml:space="preserve">mount | grep </w:t>
      </w:r>
      <w:r w:rsidR="0024446F">
        <w:rPr>
          <w:b/>
        </w:rPr>
        <w:t>/dev/</w:t>
      </w:r>
      <w:proofErr w:type="spellStart"/>
      <w:r w:rsidRPr="008F55C7">
        <w:rPr>
          <w:b/>
        </w:rPr>
        <w:t>sd</w:t>
      </w:r>
      <w:proofErr w:type="spellEnd"/>
    </w:p>
    <w:p w14:paraId="65677827" w14:textId="77777777" w:rsidR="009E5F9D" w:rsidRDefault="009E5F9D" w:rsidP="009E5F9D">
      <w:pPr>
        <w:pStyle w:val="CMDOutput"/>
      </w:pPr>
      <w:r>
        <w:t>/dev/sda1 on / type ext4 (</w:t>
      </w:r>
      <w:proofErr w:type="spellStart"/>
      <w:r>
        <w:t>rw,relatime</w:t>
      </w:r>
      <w:proofErr w:type="spellEnd"/>
      <w:r>
        <w:t xml:space="preserve">) </w:t>
      </w:r>
    </w:p>
    <w:p w14:paraId="44187DDE" w14:textId="77777777" w:rsidR="009E5F9D" w:rsidRPr="008F55C7" w:rsidRDefault="009E5F9D" w:rsidP="009E5F9D">
      <w:pPr>
        <w:pStyle w:val="CMDOutput"/>
      </w:pPr>
      <w:r>
        <w:t>/dev/sdb1 on /home/analyst/</w:t>
      </w:r>
      <w:proofErr w:type="spellStart"/>
      <w:r>
        <w:t>second_drive</w:t>
      </w:r>
      <w:proofErr w:type="spellEnd"/>
      <w:r>
        <w:t xml:space="preserve"> type ext4 (</w:t>
      </w:r>
      <w:proofErr w:type="spellStart"/>
      <w:r>
        <w:t>rw,relatime</w:t>
      </w:r>
      <w:proofErr w:type="spellEnd"/>
      <w:r>
        <w:t>)</w:t>
      </w:r>
    </w:p>
    <w:p w14:paraId="7AA1933F" w14:textId="77777777" w:rsidR="009E5F9D" w:rsidRDefault="009E5F9D" w:rsidP="009E5F9D">
      <w:pPr>
        <w:pStyle w:val="SubStepAlpha"/>
      </w:pPr>
      <w:r>
        <w:t xml:space="preserve">Unmounting filesystems is just as simple. Make sure you change the directory to something outside of the mounting point and use the </w:t>
      </w:r>
      <w:proofErr w:type="spellStart"/>
      <w:r w:rsidRPr="008F55C7">
        <w:rPr>
          <w:b/>
        </w:rPr>
        <w:t>umount</w:t>
      </w:r>
      <w:proofErr w:type="spellEnd"/>
      <w:r>
        <w:t xml:space="preserve"> command, as shown below:</w:t>
      </w:r>
    </w:p>
    <w:p w14:paraId="239AE3C8" w14:textId="77777777" w:rsidR="009E5F9D" w:rsidRPr="008F55C7" w:rsidRDefault="009E5F9D" w:rsidP="009E5F9D">
      <w:pPr>
        <w:pStyle w:val="CMD"/>
      </w:pPr>
      <w:r w:rsidRPr="008F55C7">
        <w:lastRenderedPageBreak/>
        <w:t>[</w:t>
      </w:r>
      <w:proofErr w:type="spellStart"/>
      <w:r w:rsidRPr="008F55C7">
        <w:t>analyst@secOps</w:t>
      </w:r>
      <w:proofErr w:type="spellEnd"/>
      <w:r w:rsidRPr="008F55C7">
        <w:t xml:space="preserve"> ~]$ </w:t>
      </w:r>
      <w:proofErr w:type="spellStart"/>
      <w:r w:rsidRPr="008F55C7">
        <w:rPr>
          <w:b/>
        </w:rPr>
        <w:t>sudo</w:t>
      </w:r>
      <w:proofErr w:type="spellEnd"/>
      <w:r w:rsidRPr="008F55C7">
        <w:rPr>
          <w:b/>
        </w:rPr>
        <w:t xml:space="preserve"> </w:t>
      </w:r>
      <w:proofErr w:type="spellStart"/>
      <w:r w:rsidRPr="008F55C7">
        <w:rPr>
          <w:b/>
        </w:rPr>
        <w:t>umount</w:t>
      </w:r>
      <w:proofErr w:type="spellEnd"/>
      <w:r w:rsidRPr="008F55C7">
        <w:rPr>
          <w:b/>
        </w:rPr>
        <w:t xml:space="preserve"> /dev/sdb1</w:t>
      </w:r>
    </w:p>
    <w:p w14:paraId="082127EE" w14:textId="77777777" w:rsidR="009E5F9D" w:rsidRPr="008F55C7" w:rsidRDefault="009E5F9D" w:rsidP="009E5F9D">
      <w:pPr>
        <w:pStyle w:val="CMDOutput"/>
      </w:pPr>
      <w:r w:rsidRPr="008F55C7">
        <w:t>[</w:t>
      </w:r>
      <w:proofErr w:type="spellStart"/>
      <w:r w:rsidRPr="008F55C7">
        <w:t>sudo</w:t>
      </w:r>
      <w:proofErr w:type="spellEnd"/>
      <w:r w:rsidRPr="008F55C7">
        <w:t xml:space="preserve">] password for analyst: </w:t>
      </w:r>
    </w:p>
    <w:p w14:paraId="7B0598BE" w14:textId="77777777" w:rsidR="009E5F9D" w:rsidRPr="008F55C7" w:rsidRDefault="009E5F9D" w:rsidP="009E5F9D">
      <w:pPr>
        <w:pStyle w:val="CMDOutput"/>
      </w:pPr>
      <w:r w:rsidRPr="008F55C7">
        <w:t>[</w:t>
      </w:r>
      <w:proofErr w:type="spellStart"/>
      <w:r w:rsidRPr="008F55C7">
        <w:t>analyst@secOps</w:t>
      </w:r>
      <w:proofErr w:type="spellEnd"/>
      <w:r w:rsidRPr="008F55C7">
        <w:t xml:space="preserve"> ~]$ </w:t>
      </w:r>
    </w:p>
    <w:p w14:paraId="20C1B593" w14:textId="77777777" w:rsidR="009E5F9D" w:rsidRPr="008F55C7" w:rsidRDefault="009E5F9D" w:rsidP="009E5F9D">
      <w:pPr>
        <w:pStyle w:val="CMDOutput"/>
      </w:pPr>
      <w:r w:rsidRPr="008F55C7">
        <w:t>[</w:t>
      </w:r>
      <w:proofErr w:type="spellStart"/>
      <w:r w:rsidRPr="008F55C7">
        <w:t>analyst@secOps</w:t>
      </w:r>
      <w:proofErr w:type="spellEnd"/>
      <w:r w:rsidRPr="008F55C7">
        <w:t xml:space="preserve"> ~]$ </w:t>
      </w:r>
      <w:r w:rsidRPr="00AD4163">
        <w:rPr>
          <w:b/>
        </w:rPr>
        <w:t xml:space="preserve">ls -l </w:t>
      </w:r>
      <w:proofErr w:type="spellStart"/>
      <w:r w:rsidRPr="00AD4163">
        <w:rPr>
          <w:b/>
        </w:rPr>
        <w:t>second_drive</w:t>
      </w:r>
      <w:proofErr w:type="spellEnd"/>
      <w:r w:rsidRPr="00AD4163">
        <w:rPr>
          <w:b/>
        </w:rPr>
        <w:t>/</w:t>
      </w:r>
    </w:p>
    <w:p w14:paraId="425F8851" w14:textId="77777777" w:rsidR="009E5F9D" w:rsidRPr="008F55C7" w:rsidRDefault="009E5F9D" w:rsidP="009E5F9D">
      <w:pPr>
        <w:pStyle w:val="CMDOutput"/>
      </w:pPr>
      <w:r w:rsidRPr="008F55C7">
        <w:t>total 0</w:t>
      </w:r>
    </w:p>
    <w:p w14:paraId="65FD62F1" w14:textId="77777777" w:rsidR="009E5F9D" w:rsidRPr="009E5F9D" w:rsidRDefault="009E5F9D" w:rsidP="009E5F9D">
      <w:pPr>
        <w:pStyle w:val="Heading2"/>
      </w:pPr>
      <w:r w:rsidRPr="009E5F9D">
        <w:t>File Permissions</w:t>
      </w:r>
    </w:p>
    <w:p w14:paraId="44C99762" w14:textId="77777777" w:rsidR="009E5F9D" w:rsidRDefault="009E5F9D" w:rsidP="009E5F9D">
      <w:pPr>
        <w:pStyle w:val="BodyTextL25"/>
      </w:pPr>
      <w:r>
        <w:t xml:space="preserve">Linux filesystems have built-in features to </w:t>
      </w:r>
      <w:r w:rsidRPr="00B4482A">
        <w:t>control the ability of the users to view, change, navigate, and execute the contents of the fil</w:t>
      </w:r>
      <w:r>
        <w:t>e</w:t>
      </w:r>
      <w:r w:rsidRPr="00B4482A">
        <w:t>system</w:t>
      </w:r>
      <w:r>
        <w:t>. Essentially, each file in filesystems carries its own set of permissions, always carrying a set of definitions about what users and groups can do with the file.</w:t>
      </w:r>
    </w:p>
    <w:p w14:paraId="04C170A8" w14:textId="77777777" w:rsidR="009E5F9D" w:rsidRDefault="009E5F9D" w:rsidP="009E5F9D">
      <w:pPr>
        <w:pStyle w:val="Heading3"/>
      </w:pPr>
      <w:r>
        <w:t>Visualize and Change the File Permissions.</w:t>
      </w:r>
    </w:p>
    <w:p w14:paraId="0C0B9FA5" w14:textId="77777777" w:rsidR="009E5F9D" w:rsidRDefault="009E5F9D" w:rsidP="009E5F9D">
      <w:pPr>
        <w:pStyle w:val="SubStepAlpha"/>
      </w:pPr>
      <w:r>
        <w:t>Navigate to /home/analyst/</w:t>
      </w:r>
      <w:proofErr w:type="spellStart"/>
      <w:r>
        <w:t>lab.support.files</w:t>
      </w:r>
      <w:proofErr w:type="spellEnd"/>
      <w:r>
        <w:t>/scripts/.</w:t>
      </w:r>
    </w:p>
    <w:p w14:paraId="34F842C7" w14:textId="77777777" w:rsidR="009E5F9D" w:rsidRDefault="009E5F9D" w:rsidP="009E5F9D">
      <w:pPr>
        <w:pStyle w:val="CMD"/>
      </w:pPr>
      <w:r w:rsidRPr="007B6E71">
        <w:t>[</w:t>
      </w:r>
      <w:proofErr w:type="spellStart"/>
      <w:r w:rsidRPr="007B6E71">
        <w:t>analyst@secOps</w:t>
      </w:r>
      <w:proofErr w:type="spellEnd"/>
      <w:r w:rsidRPr="007B6E71">
        <w:t xml:space="preserve"> ~]$ </w:t>
      </w:r>
      <w:r w:rsidRPr="007B6E71">
        <w:rPr>
          <w:b/>
        </w:rPr>
        <w:t xml:space="preserve">cd </w:t>
      </w:r>
      <w:proofErr w:type="spellStart"/>
      <w:r w:rsidRPr="007B6E71">
        <w:rPr>
          <w:b/>
        </w:rPr>
        <w:t>lab.support.files</w:t>
      </w:r>
      <w:proofErr w:type="spellEnd"/>
      <w:r w:rsidRPr="007B6E71">
        <w:rPr>
          <w:b/>
        </w:rPr>
        <w:t>/scripts/</w:t>
      </w:r>
    </w:p>
    <w:p w14:paraId="33268ADC" w14:textId="77777777" w:rsidR="009E5F9D" w:rsidRDefault="009E5F9D" w:rsidP="009E5F9D">
      <w:pPr>
        <w:pStyle w:val="SubStepAlpha"/>
      </w:pPr>
      <w:r>
        <w:t xml:space="preserve">Use the </w:t>
      </w:r>
      <w:r w:rsidRPr="005B772E">
        <w:rPr>
          <w:b/>
        </w:rPr>
        <w:t>ls -l</w:t>
      </w:r>
      <w:r>
        <w:t xml:space="preserve"> command to display file permissions.</w:t>
      </w:r>
    </w:p>
    <w:p w14:paraId="68A9E719" w14:textId="77777777" w:rsidR="009E5F9D" w:rsidRPr="007B6E71" w:rsidRDefault="009E5F9D" w:rsidP="009E5F9D">
      <w:pPr>
        <w:pStyle w:val="BodyTextL50"/>
        <w:rPr>
          <w:rFonts w:ascii="Courier New" w:hAnsi="Courier New"/>
        </w:rPr>
      </w:pPr>
      <w:r>
        <w:rPr>
          <w:rFonts w:ascii="Courier New" w:hAnsi="Courier New"/>
        </w:rPr>
        <w:t>[</w:t>
      </w:r>
      <w:proofErr w:type="spellStart"/>
      <w:r w:rsidRPr="007B6E71">
        <w:rPr>
          <w:rFonts w:ascii="Courier New" w:hAnsi="Courier New"/>
        </w:rPr>
        <w:t>analyst@secOps</w:t>
      </w:r>
      <w:proofErr w:type="spellEnd"/>
      <w:r w:rsidRPr="007B6E71">
        <w:rPr>
          <w:rFonts w:ascii="Courier New" w:hAnsi="Courier New"/>
        </w:rPr>
        <w:t xml:space="preserve"> scripts]$ </w:t>
      </w:r>
      <w:r w:rsidRPr="007B6E71">
        <w:rPr>
          <w:rFonts w:ascii="Courier New" w:hAnsi="Courier New"/>
          <w:b/>
        </w:rPr>
        <w:t>ls -l</w:t>
      </w:r>
    </w:p>
    <w:p w14:paraId="5913875E" w14:textId="77777777" w:rsidR="009E5F9D" w:rsidRPr="007B6E71" w:rsidRDefault="009E5F9D" w:rsidP="009E5F9D">
      <w:pPr>
        <w:pStyle w:val="CMDOutput"/>
      </w:pPr>
      <w:r w:rsidRPr="007B6E71">
        <w:t>total 60</w:t>
      </w:r>
    </w:p>
    <w:p w14:paraId="5D3D007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190 Jun 13 09:45 configure_as_dhcp.sh</w:t>
      </w:r>
    </w:p>
    <w:p w14:paraId="0847642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192 Jun 13 09:45 configure_as_static.sh</w:t>
      </w:r>
    </w:p>
    <w:p w14:paraId="35D9988A"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3459 Jul 18 10:09 cyberops_extended_topo_no_fw.py</w:t>
      </w:r>
    </w:p>
    <w:p w14:paraId="77BDA957"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4062 Jul 18 10:09 cyberops_extended_topo.py</w:t>
      </w:r>
    </w:p>
    <w:p w14:paraId="42166C2F"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3669 Jul 18 10:10 cyberops_topo.py</w:t>
      </w:r>
    </w:p>
    <w:p w14:paraId="71413165" w14:textId="77777777" w:rsidR="009E5F9D" w:rsidRPr="007B6E71" w:rsidRDefault="009E5F9D" w:rsidP="009E5F9D">
      <w:pPr>
        <w:pStyle w:val="CMDOutput"/>
      </w:pPr>
      <w:r w:rsidRPr="007B6E71">
        <w:rPr>
          <w:highlight w:val="yellow"/>
        </w:rPr>
        <w:t>-</w:t>
      </w:r>
      <w:proofErr w:type="spellStart"/>
      <w:r w:rsidRPr="007B6E71">
        <w:rPr>
          <w:highlight w:val="yellow"/>
        </w:rPr>
        <w:t>rw</w:t>
      </w:r>
      <w:proofErr w:type="spellEnd"/>
      <w:r w:rsidRPr="007B6E71">
        <w:rPr>
          <w:highlight w:val="yellow"/>
        </w:rPr>
        <w:t xml:space="preserve">-r--r-- 1 analyst </w:t>
      </w:r>
      <w:proofErr w:type="spellStart"/>
      <w:r w:rsidRPr="007B6E71">
        <w:rPr>
          <w:highlight w:val="yellow"/>
        </w:rPr>
        <w:t>analyst</w:t>
      </w:r>
      <w:proofErr w:type="spellEnd"/>
      <w:r w:rsidRPr="007B6E71">
        <w:rPr>
          <w:highlight w:val="yellow"/>
        </w:rPr>
        <w:t xml:space="preserve"> 2871 Apr 28 11:27 cyops.mn</w:t>
      </w:r>
    </w:p>
    <w:p w14:paraId="6D10E63A"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458 May  1 13:50 </w:t>
      </w:r>
      <w:proofErr w:type="spellStart"/>
      <w:r w:rsidRPr="007B6E71">
        <w:t>fw_rules</w:t>
      </w:r>
      <w:proofErr w:type="spellEnd"/>
    </w:p>
    <w:p w14:paraId="3C5D26B2"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70 Apr 28 11:27 mal_server_start.sh</w:t>
      </w:r>
    </w:p>
    <w:p w14:paraId="5CA25C98" w14:textId="77777777" w:rsidR="009E5F9D" w:rsidRPr="007B6E71" w:rsidRDefault="009E5F9D" w:rsidP="009E5F9D">
      <w:pPr>
        <w:pStyle w:val="CMDOutput"/>
      </w:pPr>
      <w:proofErr w:type="spellStart"/>
      <w:r w:rsidRPr="007B6E71">
        <w:t>drwxr</w:t>
      </w:r>
      <w:proofErr w:type="spellEnd"/>
      <w:r w:rsidRPr="007B6E71">
        <w:t>-</w:t>
      </w:r>
      <w:proofErr w:type="spellStart"/>
      <w:r w:rsidRPr="007B6E71">
        <w:t>xr-x</w:t>
      </w:r>
      <w:proofErr w:type="spellEnd"/>
      <w:r w:rsidRPr="007B6E71">
        <w:t xml:space="preserve"> 2 analyst </w:t>
      </w:r>
      <w:proofErr w:type="spellStart"/>
      <w:r w:rsidRPr="007B6E71">
        <w:t>analyst</w:t>
      </w:r>
      <w:proofErr w:type="spellEnd"/>
      <w:r w:rsidRPr="007B6E71">
        <w:t xml:space="preserve"> 4096 Jun 13 09:55 </w:t>
      </w:r>
      <w:proofErr w:type="spellStart"/>
      <w:r w:rsidRPr="007B6E71">
        <w:t>net_configuration_files</w:t>
      </w:r>
      <w:proofErr w:type="spellEnd"/>
    </w:p>
    <w:p w14:paraId="5BC71C91"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65 Apr 28 11:27 reg_server_start.sh</w:t>
      </w:r>
    </w:p>
    <w:p w14:paraId="009FCF5B"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189 Dec 15  2016 start_ELK.sh</w:t>
      </w:r>
    </w:p>
    <w:p w14:paraId="0DE28006"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85 Dec 22  2016 start_miniedit.sh</w:t>
      </w:r>
    </w:p>
    <w:p w14:paraId="45560EDE"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76 Jun 22 11:38 start_pox.sh</w:t>
      </w:r>
    </w:p>
    <w:p w14:paraId="118531D5" w14:textId="77777777" w:rsidR="009E5F9D" w:rsidRPr="007B6E71"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106 Jun 27 09:47 start_snort.sh</w:t>
      </w:r>
    </w:p>
    <w:p w14:paraId="3DD565A3" w14:textId="77777777" w:rsidR="009E5F9D" w:rsidRDefault="009E5F9D" w:rsidP="009E5F9D">
      <w:pPr>
        <w:pStyle w:val="CMDOutput"/>
      </w:pPr>
      <w:r w:rsidRPr="007B6E71">
        <w:t>-</w:t>
      </w:r>
      <w:proofErr w:type="spellStart"/>
      <w:r w:rsidRPr="007B6E71">
        <w:t>rwxr</w:t>
      </w:r>
      <w:proofErr w:type="spellEnd"/>
      <w:r w:rsidRPr="007B6E71">
        <w:t>-</w:t>
      </w:r>
      <w:proofErr w:type="spellStart"/>
      <w:r w:rsidRPr="007B6E71">
        <w:t>xr-x</w:t>
      </w:r>
      <w:proofErr w:type="spellEnd"/>
      <w:r w:rsidRPr="007B6E71">
        <w:t xml:space="preserve"> 1 analyst </w:t>
      </w:r>
      <w:proofErr w:type="spellStart"/>
      <w:r w:rsidRPr="007B6E71">
        <w:t>analyst</w:t>
      </w:r>
      <w:proofErr w:type="spellEnd"/>
      <w:r w:rsidRPr="007B6E71">
        <w:t xml:space="preserve">   61 May  4 11:45 start_tftpd.sh</w:t>
      </w:r>
    </w:p>
    <w:p w14:paraId="20E35B7F" w14:textId="0607C71B" w:rsidR="009E5F9D" w:rsidRDefault="009E5F9D" w:rsidP="009E5F9D">
      <w:pPr>
        <w:pStyle w:val="Heading4"/>
      </w:pPr>
      <w:r>
        <w:t>Questions:</w:t>
      </w:r>
    </w:p>
    <w:p w14:paraId="3EA8ECF7" w14:textId="43800241" w:rsidR="009E5F9D" w:rsidRDefault="009E5F9D" w:rsidP="009E5F9D">
      <w:pPr>
        <w:pStyle w:val="BodyTextL50"/>
        <w:spacing w:before="0"/>
      </w:pPr>
      <w:r>
        <w:t xml:space="preserve">Consider the </w:t>
      </w:r>
      <w:r w:rsidRPr="00B94B60">
        <w:rPr>
          <w:b/>
        </w:rPr>
        <w:t>cyops.mn</w:t>
      </w:r>
      <w:r>
        <w:t xml:space="preserve"> file as an example. Who is the owner of the file? How about the group?</w:t>
      </w:r>
    </w:p>
    <w:p w14:paraId="5F5E6E0C" w14:textId="1FA88A99" w:rsidR="009E5F9D" w:rsidRDefault="009E5F9D" w:rsidP="009E5F9D">
      <w:pPr>
        <w:pStyle w:val="AnswerLineL50"/>
      </w:pPr>
      <w:r>
        <w:t>Type your answers here.</w:t>
      </w:r>
    </w:p>
    <w:p w14:paraId="44B0A5F0" w14:textId="77777777" w:rsidR="009E5F9D" w:rsidRDefault="009E5F9D" w:rsidP="009E5F9D">
      <w:pPr>
        <w:pStyle w:val="BodyTextL50"/>
        <w:rPr>
          <w:rStyle w:val="AnswerGray"/>
        </w:rPr>
      </w:pPr>
      <w:r>
        <w:rPr>
          <w:rStyle w:val="AnswerGray"/>
        </w:rPr>
        <w:t>Owner: analyst; Group: analyst</w:t>
      </w:r>
    </w:p>
    <w:p w14:paraId="47DAD163" w14:textId="77777777" w:rsidR="009E5F9D" w:rsidRDefault="009E5F9D" w:rsidP="009E5F9D">
      <w:pPr>
        <w:pStyle w:val="BodyTextL50"/>
      </w:pPr>
      <w:r>
        <w:t xml:space="preserve">The permissions for </w:t>
      </w:r>
      <w:r w:rsidRPr="00AD4163">
        <w:rPr>
          <w:b/>
        </w:rPr>
        <w:t>cyops.mn</w:t>
      </w:r>
      <w:r>
        <w:t xml:space="preserve"> are </w:t>
      </w:r>
      <w:r>
        <w:rPr>
          <w:b/>
        </w:rPr>
        <w:t>–</w:t>
      </w:r>
      <w:proofErr w:type="spellStart"/>
      <w:r>
        <w:rPr>
          <w:b/>
        </w:rPr>
        <w:t>rw</w:t>
      </w:r>
      <w:proofErr w:type="spellEnd"/>
      <w:r>
        <w:rPr>
          <w:b/>
        </w:rPr>
        <w:t>-r--</w:t>
      </w:r>
      <w:r w:rsidRPr="005B772E">
        <w:rPr>
          <w:b/>
        </w:rPr>
        <w:t>r--</w:t>
      </w:r>
      <w:r>
        <w:t>. What does that mean?</w:t>
      </w:r>
    </w:p>
    <w:p w14:paraId="08E9B74F" w14:textId="6A9F8D97" w:rsidR="009E5F9D" w:rsidRDefault="009E5F9D" w:rsidP="009E5F9D">
      <w:pPr>
        <w:pStyle w:val="AnswerLineL50"/>
      </w:pPr>
      <w:r>
        <w:t>Type your answers here.</w:t>
      </w:r>
    </w:p>
    <w:p w14:paraId="0929FE23" w14:textId="77777777" w:rsidR="009E5F9D" w:rsidRDefault="009E5F9D" w:rsidP="009E5F9D">
      <w:pPr>
        <w:pStyle w:val="BodyTextL50"/>
      </w:pPr>
      <w:r>
        <w:rPr>
          <w:rStyle w:val="AnswerGray"/>
        </w:rPr>
        <w:t xml:space="preserve">The owner of the file (the </w:t>
      </w:r>
      <w:r w:rsidRPr="00597CE1">
        <w:rPr>
          <w:rStyle w:val="AnswerGray"/>
        </w:rPr>
        <w:t>analyst</w:t>
      </w:r>
      <w:r>
        <w:rPr>
          <w:rStyle w:val="AnswerGray"/>
        </w:rPr>
        <w:t xml:space="preserve"> user) can read and write to the file but not execute it (-</w:t>
      </w:r>
      <w:proofErr w:type="spellStart"/>
      <w:r>
        <w:rPr>
          <w:rStyle w:val="AnswerGray"/>
        </w:rPr>
        <w:t>rw</w:t>
      </w:r>
      <w:proofErr w:type="spellEnd"/>
      <w:r>
        <w:rPr>
          <w:rStyle w:val="AnswerGray"/>
        </w:rPr>
        <w:t xml:space="preserve">). Members of the </w:t>
      </w:r>
      <w:r w:rsidRPr="00597CE1">
        <w:rPr>
          <w:rStyle w:val="AnswerGray"/>
        </w:rPr>
        <w:t>analyst</w:t>
      </w:r>
      <w:r>
        <w:rPr>
          <w:rStyle w:val="AnswerGray"/>
        </w:rPr>
        <w:t xml:space="preserve"> group other than the owner can only read the file (-r-), no execution or writing is allowed. All other users are not allowed to write or execute that file. </w:t>
      </w:r>
    </w:p>
    <w:p w14:paraId="2B072D2D" w14:textId="77777777" w:rsidR="009E5F9D" w:rsidRDefault="009E5F9D" w:rsidP="009E5F9D">
      <w:pPr>
        <w:pStyle w:val="SubStepAlpha"/>
      </w:pPr>
      <w:r>
        <w:t>The</w:t>
      </w:r>
      <w:r w:rsidRPr="005B772E">
        <w:rPr>
          <w:b/>
        </w:rPr>
        <w:t xml:space="preserve"> touch</w:t>
      </w:r>
      <w:r>
        <w:t xml:space="preserve"> command is very simple and useful. It allows for the quick creation of an empty text file. Use the command below to create an empty file in the </w:t>
      </w:r>
      <w:r w:rsidRPr="00A96ADA">
        <w:rPr>
          <w:b/>
        </w:rPr>
        <w:t>/</w:t>
      </w:r>
      <w:proofErr w:type="spellStart"/>
      <w:r w:rsidRPr="00A96ADA">
        <w:rPr>
          <w:b/>
        </w:rPr>
        <w:t>mnt</w:t>
      </w:r>
      <w:proofErr w:type="spellEnd"/>
      <w:r>
        <w:t xml:space="preserve"> directory:</w:t>
      </w:r>
    </w:p>
    <w:p w14:paraId="4D5CF47C" w14:textId="77777777" w:rsidR="009E5F9D" w:rsidRPr="005B772E" w:rsidRDefault="009E5F9D" w:rsidP="009E5F9D">
      <w:pPr>
        <w:pStyle w:val="CMD"/>
      </w:pPr>
      <w:r w:rsidRPr="005B772E">
        <w:t>[</w:t>
      </w:r>
      <w:proofErr w:type="spellStart"/>
      <w:r w:rsidRPr="005B772E">
        <w:t>analyst@secOps</w:t>
      </w:r>
      <w:proofErr w:type="spellEnd"/>
      <w:r w:rsidRPr="005B772E">
        <w:t xml:space="preserve"> </w:t>
      </w:r>
      <w:r>
        <w:t>scripts</w:t>
      </w:r>
      <w:r w:rsidRPr="005B772E">
        <w:t xml:space="preserve">]$ </w:t>
      </w:r>
      <w:r w:rsidRPr="005B772E">
        <w:rPr>
          <w:b/>
        </w:rPr>
        <w:t>touch /</w:t>
      </w:r>
      <w:proofErr w:type="spellStart"/>
      <w:r w:rsidRPr="005B772E">
        <w:rPr>
          <w:b/>
        </w:rPr>
        <w:t>mnt</w:t>
      </w:r>
      <w:proofErr w:type="spellEnd"/>
      <w:r w:rsidRPr="005B772E">
        <w:rPr>
          <w:b/>
        </w:rPr>
        <w:t>/myNewFile.txt</w:t>
      </w:r>
    </w:p>
    <w:p w14:paraId="021C0A6C" w14:textId="77777777" w:rsidR="009E5F9D" w:rsidRPr="005B772E" w:rsidRDefault="009E5F9D" w:rsidP="009E5F9D">
      <w:pPr>
        <w:pStyle w:val="CMD"/>
      </w:pPr>
      <w:r w:rsidRPr="005B772E">
        <w:lastRenderedPageBreak/>
        <w:t>touch: cannot touch '/</w:t>
      </w:r>
      <w:proofErr w:type="spellStart"/>
      <w:r w:rsidRPr="005B772E">
        <w:t>mnt</w:t>
      </w:r>
      <w:proofErr w:type="spellEnd"/>
      <w:r w:rsidRPr="005B772E">
        <w:t>/myNewFile.txt': Permission denied</w:t>
      </w:r>
    </w:p>
    <w:p w14:paraId="47A0E740" w14:textId="62C5388F" w:rsidR="009E5F9D" w:rsidRDefault="009E5F9D" w:rsidP="009E5F9D">
      <w:pPr>
        <w:pStyle w:val="Heading4"/>
      </w:pPr>
      <w:r>
        <w:t>Questions:</w:t>
      </w:r>
    </w:p>
    <w:p w14:paraId="08C88EC1" w14:textId="3E01016F" w:rsidR="009E5F9D" w:rsidRDefault="009E5F9D" w:rsidP="009E5F9D">
      <w:pPr>
        <w:pStyle w:val="BodyTextL50"/>
        <w:spacing w:before="0"/>
      </w:pPr>
      <w:r>
        <w:t xml:space="preserve">Why was the file not created? List the permissions, ownership and content of the </w:t>
      </w:r>
      <w:r w:rsidRPr="00A96ADA">
        <w:rPr>
          <w:b/>
        </w:rPr>
        <w:t>/</w:t>
      </w:r>
      <w:proofErr w:type="spellStart"/>
      <w:r w:rsidRPr="00A96ADA">
        <w:rPr>
          <w:b/>
        </w:rPr>
        <w:t>mnt</w:t>
      </w:r>
      <w:proofErr w:type="spellEnd"/>
      <w:r w:rsidRPr="00A96ADA">
        <w:rPr>
          <w:b/>
        </w:rPr>
        <w:t xml:space="preserve"> </w:t>
      </w:r>
      <w:r>
        <w:t xml:space="preserve">directory and explain what happened. With the addition of  </w:t>
      </w:r>
      <w:r w:rsidRPr="002B28FE">
        <w:rPr>
          <w:b/>
        </w:rPr>
        <w:t>-d</w:t>
      </w:r>
      <w:r>
        <w:t xml:space="preserve"> option, it lists the permission of the parent directory. Record the answer in the lines below.</w:t>
      </w:r>
    </w:p>
    <w:p w14:paraId="11193A77" w14:textId="77777777" w:rsidR="009E5F9D" w:rsidRDefault="009E5F9D" w:rsidP="009E5F9D">
      <w:pPr>
        <w:pStyle w:val="CMD"/>
      </w:pPr>
      <w:r>
        <w:t>[</w:t>
      </w:r>
      <w:proofErr w:type="spellStart"/>
      <w:r>
        <w:t>analyst@secOps</w:t>
      </w:r>
      <w:proofErr w:type="spellEnd"/>
      <w:r>
        <w:t xml:space="preserve"> ~]$ </w:t>
      </w:r>
      <w:r w:rsidRPr="0052720D">
        <w:rPr>
          <w:b/>
        </w:rPr>
        <w:t>ls -</w:t>
      </w:r>
      <w:proofErr w:type="spellStart"/>
      <w:r w:rsidRPr="0052720D">
        <w:rPr>
          <w:b/>
        </w:rPr>
        <w:t>l</w:t>
      </w:r>
      <w:r w:rsidRPr="002B277F">
        <w:rPr>
          <w:b/>
          <w:highlight w:val="yellow"/>
        </w:rPr>
        <w:t>d</w:t>
      </w:r>
      <w:proofErr w:type="spellEnd"/>
      <w:r>
        <w:rPr>
          <w:b/>
        </w:rPr>
        <w:t xml:space="preserve"> /</w:t>
      </w:r>
      <w:proofErr w:type="spellStart"/>
      <w:r>
        <w:rPr>
          <w:b/>
        </w:rPr>
        <w:t>mnt</w:t>
      </w:r>
      <w:proofErr w:type="spellEnd"/>
    </w:p>
    <w:p w14:paraId="0FE4A21E" w14:textId="77777777" w:rsidR="009E5F9D" w:rsidRDefault="009E5F9D" w:rsidP="009E5F9D">
      <w:pPr>
        <w:pStyle w:val="CMD"/>
      </w:pPr>
      <w:proofErr w:type="spellStart"/>
      <w:r>
        <w:t>drwxr</w:t>
      </w:r>
      <w:proofErr w:type="spellEnd"/>
      <w:r>
        <w:t>-</w:t>
      </w:r>
      <w:proofErr w:type="spellStart"/>
      <w:r>
        <w:t>xr-x</w:t>
      </w:r>
      <w:proofErr w:type="spellEnd"/>
      <w:r>
        <w:t xml:space="preserve"> 2 root </w:t>
      </w:r>
      <w:proofErr w:type="spellStart"/>
      <w:r>
        <w:t>root</w:t>
      </w:r>
      <w:proofErr w:type="spellEnd"/>
      <w:r>
        <w:t xml:space="preserve"> 4096 Jan  5  2018 /</w:t>
      </w:r>
      <w:proofErr w:type="spellStart"/>
      <w:r>
        <w:t>mnt</w:t>
      </w:r>
      <w:proofErr w:type="spellEnd"/>
    </w:p>
    <w:p w14:paraId="240727EA" w14:textId="5945B889" w:rsidR="009E5F9D" w:rsidRDefault="009E5F9D" w:rsidP="009E5F9D">
      <w:pPr>
        <w:pStyle w:val="AnswerLineL50"/>
      </w:pPr>
      <w:r>
        <w:t>Type your answers here.</w:t>
      </w:r>
    </w:p>
    <w:p w14:paraId="4192F075" w14:textId="77777777" w:rsidR="009E5F9D" w:rsidRDefault="009E5F9D" w:rsidP="009E5F9D">
      <w:pPr>
        <w:pStyle w:val="BodyTextL50"/>
        <w:rPr>
          <w:rStyle w:val="AnswerGray"/>
        </w:rPr>
      </w:pPr>
      <w:r>
        <w:rPr>
          <w:rStyle w:val="AnswerGray"/>
        </w:rPr>
        <w:t>The permissions of /</w:t>
      </w:r>
      <w:proofErr w:type="spellStart"/>
      <w:r>
        <w:rPr>
          <w:rStyle w:val="AnswerGray"/>
        </w:rPr>
        <w:t>mnt</w:t>
      </w:r>
      <w:proofErr w:type="spellEnd"/>
      <w:r>
        <w:rPr>
          <w:rStyle w:val="AnswerGray"/>
        </w:rPr>
        <w:t xml:space="preserve"> directory is owned by the root user, with permissions </w:t>
      </w:r>
      <w:proofErr w:type="spellStart"/>
      <w:r w:rsidRPr="00D25C51">
        <w:rPr>
          <w:rStyle w:val="AnswerGray"/>
        </w:rPr>
        <w:t>drwxr</w:t>
      </w:r>
      <w:proofErr w:type="spellEnd"/>
      <w:r w:rsidRPr="00D25C51">
        <w:rPr>
          <w:rStyle w:val="AnswerGray"/>
        </w:rPr>
        <w:t>-</w:t>
      </w:r>
      <w:proofErr w:type="spellStart"/>
      <w:r w:rsidRPr="00D25C51">
        <w:rPr>
          <w:rStyle w:val="AnswerGray"/>
        </w:rPr>
        <w:t>xr</w:t>
      </w:r>
      <w:proofErr w:type="spellEnd"/>
      <w:r w:rsidRPr="00D25C51">
        <w:rPr>
          <w:rStyle w:val="AnswerGray"/>
        </w:rPr>
        <w:t>-x</w:t>
      </w:r>
      <w:r>
        <w:rPr>
          <w:rStyle w:val="AnswerGray"/>
        </w:rPr>
        <w:t>. This way, only the root user is allowed to write to the /</w:t>
      </w:r>
      <w:proofErr w:type="spellStart"/>
      <w:r>
        <w:rPr>
          <w:rStyle w:val="AnswerGray"/>
        </w:rPr>
        <w:t>mnt</w:t>
      </w:r>
      <w:proofErr w:type="spellEnd"/>
      <w:r>
        <w:rPr>
          <w:rStyle w:val="AnswerGray"/>
        </w:rPr>
        <w:t xml:space="preserve"> folder.</w:t>
      </w:r>
    </w:p>
    <w:p w14:paraId="3D1F980A" w14:textId="77777777" w:rsidR="009E5F9D" w:rsidRDefault="009E5F9D" w:rsidP="009E5F9D">
      <w:pPr>
        <w:pStyle w:val="BodyTextL50"/>
        <w:keepNext/>
      </w:pPr>
      <w:r>
        <w:t xml:space="preserve">What can be done for the </w:t>
      </w:r>
      <w:r w:rsidRPr="005B772E">
        <w:rPr>
          <w:b/>
        </w:rPr>
        <w:t>touch</w:t>
      </w:r>
      <w:r>
        <w:t xml:space="preserve"> command shown above to be successful?</w:t>
      </w:r>
    </w:p>
    <w:p w14:paraId="4738DBA8" w14:textId="6EBECC1C" w:rsidR="009E5F9D" w:rsidRDefault="009E5F9D" w:rsidP="009E5F9D">
      <w:pPr>
        <w:pStyle w:val="AnswerLineL50"/>
      </w:pPr>
      <w:r>
        <w:t>Type your answers here.</w:t>
      </w:r>
    </w:p>
    <w:p w14:paraId="6B4FA6BA" w14:textId="77777777" w:rsidR="009E5F9D" w:rsidRDefault="009E5F9D" w:rsidP="009E5F9D">
      <w:pPr>
        <w:pStyle w:val="BodyTextL50"/>
        <w:rPr>
          <w:rStyle w:val="AnswerGray"/>
        </w:rPr>
      </w:pPr>
      <w:r>
        <w:rPr>
          <w:rStyle w:val="AnswerGray"/>
        </w:rPr>
        <w:t xml:space="preserve">The command can be executed as root (adding </w:t>
      </w:r>
      <w:proofErr w:type="spellStart"/>
      <w:r w:rsidRPr="00AD4163">
        <w:rPr>
          <w:rStyle w:val="AnswerGray"/>
        </w:rPr>
        <w:t>sudo</w:t>
      </w:r>
      <w:proofErr w:type="spellEnd"/>
      <w:r>
        <w:rPr>
          <w:rStyle w:val="AnswerGray"/>
        </w:rPr>
        <w:t xml:space="preserve"> before it) or the permissions of the </w:t>
      </w:r>
      <w:r w:rsidRPr="00B52114">
        <w:rPr>
          <w:rStyle w:val="AnswerGray"/>
        </w:rPr>
        <w:t>/</w:t>
      </w:r>
      <w:proofErr w:type="spellStart"/>
      <w:r w:rsidRPr="00B52114">
        <w:rPr>
          <w:rStyle w:val="AnswerGray"/>
        </w:rPr>
        <w:t>mnt</w:t>
      </w:r>
      <w:proofErr w:type="spellEnd"/>
      <w:r>
        <w:rPr>
          <w:rStyle w:val="AnswerGray"/>
        </w:rPr>
        <w:t xml:space="preserve"> directory can be modified.</w:t>
      </w:r>
    </w:p>
    <w:p w14:paraId="69BC2E38" w14:textId="77777777" w:rsidR="009E5F9D" w:rsidRDefault="009E5F9D" w:rsidP="009E5F9D">
      <w:pPr>
        <w:pStyle w:val="SubStepAlpha"/>
      </w:pPr>
      <w:r>
        <w:t xml:space="preserve">The </w:t>
      </w:r>
      <w:proofErr w:type="spellStart"/>
      <w:r w:rsidRPr="005B772E">
        <w:rPr>
          <w:b/>
        </w:rPr>
        <w:t>chmod</w:t>
      </w:r>
      <w:proofErr w:type="spellEnd"/>
      <w:r>
        <w:t xml:space="preserve"> command is used to change the permissions of a file or directory. As before, mount the </w:t>
      </w:r>
      <w:r w:rsidRPr="00AD4163">
        <w:rPr>
          <w:b/>
        </w:rPr>
        <w:t>/dev/sdb1</w:t>
      </w:r>
      <w:r>
        <w:t xml:space="preserve"> partition on the </w:t>
      </w:r>
      <w:r w:rsidRPr="00994319">
        <w:rPr>
          <w:b/>
        </w:rPr>
        <w:t>/home/analyst/</w:t>
      </w:r>
      <w:proofErr w:type="spellStart"/>
      <w:r w:rsidRPr="00994319">
        <w:rPr>
          <w:b/>
        </w:rPr>
        <w:t>second_drive</w:t>
      </w:r>
      <w:proofErr w:type="spellEnd"/>
      <w:r>
        <w:t xml:space="preserve"> directory created earlier in this lab:</w:t>
      </w:r>
    </w:p>
    <w:p w14:paraId="734615E6" w14:textId="77777777" w:rsidR="009E5F9D" w:rsidRPr="005B772E" w:rsidRDefault="009E5F9D" w:rsidP="009E5F9D">
      <w:pPr>
        <w:pStyle w:val="CMD"/>
      </w:pPr>
      <w:r>
        <w:t>[</w:t>
      </w:r>
      <w:proofErr w:type="spellStart"/>
      <w:r>
        <w:t>analyst@secOps</w:t>
      </w:r>
      <w:proofErr w:type="spellEnd"/>
      <w:r>
        <w:t xml:space="preserve"> ~</w:t>
      </w:r>
      <w:r w:rsidRPr="005B772E">
        <w:t xml:space="preserve">]$ </w:t>
      </w:r>
      <w:proofErr w:type="spellStart"/>
      <w:r w:rsidRPr="005B772E">
        <w:rPr>
          <w:b/>
        </w:rPr>
        <w:t>sudo</w:t>
      </w:r>
      <w:proofErr w:type="spellEnd"/>
      <w:r w:rsidRPr="005B772E">
        <w:rPr>
          <w:b/>
        </w:rPr>
        <w:t xml:space="preserve"> mount /dev/sdb1 </w:t>
      </w:r>
      <w:r>
        <w:rPr>
          <w:b/>
        </w:rPr>
        <w:t>~</w:t>
      </w:r>
      <w:r w:rsidRPr="005B772E">
        <w:rPr>
          <w:b/>
        </w:rPr>
        <w:t>/</w:t>
      </w:r>
      <w:proofErr w:type="spellStart"/>
      <w:r w:rsidRPr="005B772E">
        <w:rPr>
          <w:b/>
        </w:rPr>
        <w:t>second_drive</w:t>
      </w:r>
      <w:proofErr w:type="spellEnd"/>
      <w:r w:rsidRPr="005B772E">
        <w:rPr>
          <w:b/>
        </w:rPr>
        <w:t>/</w:t>
      </w:r>
    </w:p>
    <w:p w14:paraId="62C3068C" w14:textId="77777777" w:rsidR="009E5F9D" w:rsidRDefault="009E5F9D" w:rsidP="009E5F9D">
      <w:pPr>
        <w:pStyle w:val="SubStepAlpha"/>
      </w:pPr>
      <w:r>
        <w:t xml:space="preserve">Change to the </w:t>
      </w:r>
      <w:proofErr w:type="spellStart"/>
      <w:r w:rsidRPr="00994319">
        <w:rPr>
          <w:b/>
        </w:rPr>
        <w:t>second_drive</w:t>
      </w:r>
      <w:proofErr w:type="spellEnd"/>
      <w:r>
        <w:t xml:space="preserve"> directory and list the contents of it:</w:t>
      </w:r>
    </w:p>
    <w:p w14:paraId="6EDF1B92"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r>
        <w:t>~</w:t>
      </w:r>
      <w:r w:rsidRPr="004745C5">
        <w:t xml:space="preserve">]$ </w:t>
      </w:r>
      <w:r w:rsidRPr="004745C5">
        <w:rPr>
          <w:b/>
        </w:rPr>
        <w:t xml:space="preserve">cd </w:t>
      </w:r>
      <w:r>
        <w:rPr>
          <w:b/>
        </w:rPr>
        <w:t>~/</w:t>
      </w:r>
      <w:proofErr w:type="spellStart"/>
      <w:r w:rsidRPr="004745C5">
        <w:rPr>
          <w:b/>
        </w:rPr>
        <w:t>second_drive</w:t>
      </w:r>
      <w:proofErr w:type="spellEnd"/>
    </w:p>
    <w:p w14:paraId="0031B3C4"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r w:rsidRPr="004745C5">
        <w:rPr>
          <w:b/>
        </w:rPr>
        <w:t>ls -l</w:t>
      </w:r>
    </w:p>
    <w:p w14:paraId="0DCA2645" w14:textId="77777777" w:rsidR="009E5F9D" w:rsidRPr="004745C5" w:rsidRDefault="009E5F9D" w:rsidP="009E5F9D">
      <w:pPr>
        <w:pStyle w:val="CMDOutput"/>
      </w:pPr>
      <w:r w:rsidRPr="004745C5">
        <w:t>total 20</w:t>
      </w:r>
    </w:p>
    <w:p w14:paraId="1F2AE429" w14:textId="77777777" w:rsidR="009E5F9D" w:rsidRPr="004745C5" w:rsidRDefault="009E5F9D" w:rsidP="009E5F9D">
      <w:pPr>
        <w:pStyle w:val="CMDOutput"/>
      </w:pPr>
      <w:proofErr w:type="spellStart"/>
      <w:r w:rsidRPr="004745C5">
        <w:t>drwx</w:t>
      </w:r>
      <w:proofErr w:type="spellEnd"/>
      <w:r w:rsidRPr="004745C5">
        <w:t xml:space="preserve">------ 2 root    </w:t>
      </w:r>
      <w:proofErr w:type="spellStart"/>
      <w:r w:rsidRPr="004745C5">
        <w:t>root</w:t>
      </w:r>
      <w:proofErr w:type="spellEnd"/>
      <w:r w:rsidRPr="004745C5">
        <w:t xml:space="preserve">    16384 Mar  3 10:59 </w:t>
      </w:r>
      <w:proofErr w:type="spellStart"/>
      <w:r w:rsidRPr="004745C5">
        <w:t>lost+found</w:t>
      </w:r>
      <w:proofErr w:type="spellEnd"/>
    </w:p>
    <w:p w14:paraId="4B7FB87D" w14:textId="513CAF3A" w:rsidR="009E5F9D" w:rsidRPr="004745C5" w:rsidRDefault="009E5F9D" w:rsidP="009E5F9D">
      <w:pPr>
        <w:pStyle w:val="CMDOutput"/>
      </w:pPr>
      <w:r w:rsidRPr="004745C5">
        <w:t>-</w:t>
      </w:r>
      <w:proofErr w:type="spellStart"/>
      <w:r w:rsidRPr="004745C5">
        <w:t>rw</w:t>
      </w:r>
      <w:proofErr w:type="spellEnd"/>
      <w:r w:rsidRPr="004745C5">
        <w:t xml:space="preserve">-r--r-- 1 </w:t>
      </w:r>
      <w:r w:rsidR="0097630C">
        <w:t xml:space="preserve">root   </w:t>
      </w:r>
      <w:r w:rsidR="0097630C" w:rsidRPr="004745C5">
        <w:t xml:space="preserve"> </w:t>
      </w:r>
      <w:proofErr w:type="spellStart"/>
      <w:r w:rsidR="0097630C">
        <w:t>root</w:t>
      </w:r>
      <w:proofErr w:type="spellEnd"/>
      <w:r w:rsidR="0097630C">
        <w:t xml:space="preserve">   </w:t>
      </w:r>
      <w:r w:rsidR="0097630C" w:rsidRPr="004745C5">
        <w:t xml:space="preserve"> </w:t>
      </w:r>
      <w:r w:rsidR="0097630C">
        <w:t xml:space="preserve">  </w:t>
      </w:r>
      <w:r w:rsidRPr="004745C5">
        <w:t>183 Mar  3 15:42 myFile.txt</w:t>
      </w:r>
    </w:p>
    <w:p w14:paraId="526AE00C" w14:textId="77777777" w:rsidR="009E5F9D" w:rsidRDefault="009E5F9D" w:rsidP="009E5F9D">
      <w:pPr>
        <w:pStyle w:val="Heading4"/>
      </w:pPr>
      <w:r>
        <w:t>Question:</w:t>
      </w:r>
    </w:p>
    <w:p w14:paraId="7DD57D48" w14:textId="7FE6C044" w:rsidR="009E5F9D" w:rsidRDefault="009E5F9D" w:rsidP="009E5F9D">
      <w:pPr>
        <w:pStyle w:val="BodyTextL25"/>
        <w:spacing w:before="0"/>
        <w:ind w:firstLine="360"/>
      </w:pPr>
      <w:r>
        <w:t xml:space="preserve">What are the permissions of the </w:t>
      </w:r>
      <w:r w:rsidRPr="00994319">
        <w:rPr>
          <w:b/>
        </w:rPr>
        <w:t>myFile.txt</w:t>
      </w:r>
      <w:r>
        <w:t xml:space="preserve"> file?</w:t>
      </w:r>
    </w:p>
    <w:p w14:paraId="02342640" w14:textId="43652403" w:rsidR="009E5F9D" w:rsidRDefault="009E5F9D" w:rsidP="009E5F9D">
      <w:pPr>
        <w:pStyle w:val="AnswerLineL50"/>
      </w:pPr>
      <w:r>
        <w:t>Type your answers here.</w:t>
      </w:r>
    </w:p>
    <w:p w14:paraId="25AC18BA" w14:textId="77777777" w:rsidR="009E5F9D" w:rsidRDefault="009E5F9D" w:rsidP="009E5F9D">
      <w:pPr>
        <w:pStyle w:val="CMDOutput"/>
        <w:rPr>
          <w:rStyle w:val="AnswerGray"/>
        </w:rPr>
      </w:pPr>
      <w:r>
        <w:rPr>
          <w:rStyle w:val="AnswerGray"/>
        </w:rPr>
        <w:t>-</w:t>
      </w:r>
      <w:proofErr w:type="spellStart"/>
      <w:r>
        <w:rPr>
          <w:rStyle w:val="AnswerGray"/>
        </w:rPr>
        <w:t>rw</w:t>
      </w:r>
      <w:proofErr w:type="spellEnd"/>
      <w:r>
        <w:rPr>
          <w:rStyle w:val="AnswerGray"/>
        </w:rPr>
        <w:t>-r--r--</w:t>
      </w:r>
    </w:p>
    <w:p w14:paraId="563D693E" w14:textId="77777777" w:rsidR="009E5F9D" w:rsidRPr="00994319" w:rsidRDefault="009E5F9D" w:rsidP="009E5F9D">
      <w:pPr>
        <w:pStyle w:val="SubStepAlpha"/>
      </w:pPr>
      <w:r>
        <w:t xml:space="preserve">Use the </w:t>
      </w:r>
      <w:proofErr w:type="spellStart"/>
      <w:r w:rsidRPr="004745C5">
        <w:rPr>
          <w:b/>
        </w:rPr>
        <w:t>chmod</w:t>
      </w:r>
      <w:proofErr w:type="spellEnd"/>
      <w:r>
        <w:t xml:space="preserve"> command to change the permissions of </w:t>
      </w:r>
      <w:r w:rsidRPr="00994319">
        <w:rPr>
          <w:b/>
        </w:rPr>
        <w:t>myFile.txt</w:t>
      </w:r>
      <w:r w:rsidRPr="004745C5">
        <w:t>.</w:t>
      </w:r>
    </w:p>
    <w:p w14:paraId="0CFB5FEB"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proofErr w:type="spellStart"/>
      <w:r w:rsidRPr="000D0213">
        <w:rPr>
          <w:b/>
        </w:rPr>
        <w:t>sudo</w:t>
      </w:r>
      <w:proofErr w:type="spellEnd"/>
      <w:r>
        <w:t xml:space="preserve"> </w:t>
      </w:r>
      <w:proofErr w:type="spellStart"/>
      <w:r w:rsidRPr="004745C5">
        <w:rPr>
          <w:b/>
        </w:rPr>
        <w:t>chmod</w:t>
      </w:r>
      <w:proofErr w:type="spellEnd"/>
      <w:r w:rsidRPr="004745C5">
        <w:rPr>
          <w:b/>
        </w:rPr>
        <w:t xml:space="preserve"> 665 myFile.txt</w:t>
      </w:r>
    </w:p>
    <w:p w14:paraId="229B7F88"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r w:rsidRPr="004745C5">
        <w:rPr>
          <w:b/>
        </w:rPr>
        <w:t>ls -l</w:t>
      </w:r>
    </w:p>
    <w:p w14:paraId="427850FC" w14:textId="77777777" w:rsidR="009E5F9D" w:rsidRPr="004745C5" w:rsidRDefault="009E5F9D" w:rsidP="009E5F9D">
      <w:pPr>
        <w:pStyle w:val="CMDOutput"/>
      </w:pPr>
      <w:r w:rsidRPr="004745C5">
        <w:t>total 20</w:t>
      </w:r>
    </w:p>
    <w:p w14:paraId="1CC79F74" w14:textId="77777777" w:rsidR="009E5F9D" w:rsidRPr="004745C5" w:rsidRDefault="009E5F9D" w:rsidP="009E5F9D">
      <w:pPr>
        <w:pStyle w:val="CMDOutput"/>
      </w:pPr>
      <w:proofErr w:type="spellStart"/>
      <w:r w:rsidRPr="004745C5">
        <w:t>drwx</w:t>
      </w:r>
      <w:proofErr w:type="spellEnd"/>
      <w:r w:rsidRPr="004745C5">
        <w:t xml:space="preserve">------ 2 root    </w:t>
      </w:r>
      <w:proofErr w:type="spellStart"/>
      <w:r w:rsidRPr="004745C5">
        <w:t>root</w:t>
      </w:r>
      <w:proofErr w:type="spellEnd"/>
      <w:r w:rsidRPr="004745C5">
        <w:t xml:space="preserve">    16384 Mar  3 10:59 </w:t>
      </w:r>
      <w:proofErr w:type="spellStart"/>
      <w:r w:rsidRPr="004745C5">
        <w:t>lost+found</w:t>
      </w:r>
      <w:proofErr w:type="spellEnd"/>
    </w:p>
    <w:p w14:paraId="53A9AE56" w14:textId="5A305E2E" w:rsidR="0097630C" w:rsidRPr="004745C5" w:rsidRDefault="0097630C" w:rsidP="0097630C">
      <w:pPr>
        <w:pStyle w:val="CMDOutput"/>
      </w:pPr>
      <w:r w:rsidRPr="004745C5">
        <w:t>-</w:t>
      </w:r>
      <w:proofErr w:type="spellStart"/>
      <w:r w:rsidRPr="004745C5">
        <w:t>rw</w:t>
      </w:r>
      <w:proofErr w:type="spellEnd"/>
      <w:r w:rsidRPr="004745C5">
        <w:t>-</w:t>
      </w:r>
      <w:proofErr w:type="spellStart"/>
      <w:r w:rsidRPr="004745C5">
        <w:t>r</w:t>
      </w:r>
      <w:r>
        <w:t>w</w:t>
      </w:r>
      <w:proofErr w:type="spellEnd"/>
      <w:r w:rsidRPr="004745C5">
        <w:t>-r-</w:t>
      </w:r>
      <w:r>
        <w:t>x</w:t>
      </w:r>
      <w:r w:rsidRPr="004745C5">
        <w:t xml:space="preserve"> 1 </w:t>
      </w:r>
      <w:r>
        <w:t xml:space="preserve">root   </w:t>
      </w:r>
      <w:r w:rsidRPr="004745C5">
        <w:t xml:space="preserve"> </w:t>
      </w:r>
      <w:proofErr w:type="spellStart"/>
      <w:r>
        <w:t>root</w:t>
      </w:r>
      <w:proofErr w:type="spellEnd"/>
      <w:r>
        <w:t xml:space="preserve">   </w:t>
      </w:r>
      <w:r w:rsidRPr="004745C5">
        <w:t xml:space="preserve"> </w:t>
      </w:r>
      <w:r>
        <w:t xml:space="preserve">  </w:t>
      </w:r>
      <w:r w:rsidRPr="004745C5">
        <w:t>183 Mar  3 15:42 myFile.txt</w:t>
      </w:r>
    </w:p>
    <w:p w14:paraId="3A29E565" w14:textId="77777777" w:rsidR="009E5F9D" w:rsidRDefault="009E5F9D" w:rsidP="009E5F9D">
      <w:pPr>
        <w:pStyle w:val="Heading4"/>
      </w:pPr>
      <w:r>
        <w:t>Question:</w:t>
      </w:r>
    </w:p>
    <w:p w14:paraId="0651D6F2" w14:textId="5BC1F03B" w:rsidR="009E5F9D" w:rsidRDefault="009E5F9D" w:rsidP="009E5F9D">
      <w:pPr>
        <w:pStyle w:val="BodyTextL25"/>
        <w:spacing w:before="0"/>
        <w:ind w:firstLine="360"/>
      </w:pPr>
      <w:r>
        <w:t xml:space="preserve">Did the permissions change? What are the permissions of </w:t>
      </w:r>
      <w:r w:rsidRPr="00994319">
        <w:rPr>
          <w:b/>
        </w:rPr>
        <w:t>myFile.txt</w:t>
      </w:r>
      <w:r>
        <w:t>?</w:t>
      </w:r>
    </w:p>
    <w:p w14:paraId="0CAFB0D3" w14:textId="65641287" w:rsidR="009E5F9D" w:rsidRDefault="009E5F9D" w:rsidP="009E5F9D">
      <w:pPr>
        <w:pStyle w:val="AnswerLineL50"/>
      </w:pPr>
      <w:r>
        <w:t>Type your answers here.</w:t>
      </w:r>
    </w:p>
    <w:p w14:paraId="4B1F36E3" w14:textId="77777777" w:rsidR="009E5F9D" w:rsidRDefault="009E5F9D" w:rsidP="009E5F9D">
      <w:pPr>
        <w:pStyle w:val="CMDOutput"/>
        <w:rPr>
          <w:rStyle w:val="AnswerGray"/>
        </w:rPr>
      </w:pPr>
      <w:r>
        <w:rPr>
          <w:rStyle w:val="AnswerGray"/>
        </w:rPr>
        <w:t>-</w:t>
      </w:r>
      <w:proofErr w:type="spellStart"/>
      <w:r>
        <w:rPr>
          <w:rStyle w:val="AnswerGray"/>
        </w:rPr>
        <w:t>rw</w:t>
      </w:r>
      <w:proofErr w:type="spellEnd"/>
      <w:r>
        <w:rPr>
          <w:rStyle w:val="AnswerGray"/>
        </w:rPr>
        <w:t>-</w:t>
      </w:r>
      <w:proofErr w:type="spellStart"/>
      <w:r>
        <w:rPr>
          <w:rStyle w:val="AnswerGray"/>
        </w:rPr>
        <w:t>rw</w:t>
      </w:r>
      <w:proofErr w:type="spellEnd"/>
      <w:r>
        <w:rPr>
          <w:rStyle w:val="AnswerGray"/>
        </w:rPr>
        <w:t>-r-x</w:t>
      </w:r>
    </w:p>
    <w:p w14:paraId="07899110" w14:textId="77777777" w:rsidR="009E5F9D" w:rsidRDefault="009E5F9D" w:rsidP="009E5F9D">
      <w:pPr>
        <w:pStyle w:val="BodyTextL50"/>
      </w:pPr>
      <w:r>
        <w:t xml:space="preserve">The </w:t>
      </w:r>
      <w:proofErr w:type="spellStart"/>
      <w:r w:rsidRPr="004745C5">
        <w:rPr>
          <w:b/>
        </w:rPr>
        <w:t>chmod</w:t>
      </w:r>
      <w:proofErr w:type="spellEnd"/>
      <w:r>
        <w:t xml:space="preserve"> command takes permissions in the octal format. In that way, a breakdown of the 665 is as follows:</w:t>
      </w:r>
    </w:p>
    <w:p w14:paraId="438ECA2F" w14:textId="77777777" w:rsidR="009E5F9D" w:rsidRDefault="009E5F9D" w:rsidP="009E5F9D">
      <w:pPr>
        <w:pStyle w:val="BodyTextL50"/>
      </w:pPr>
      <w:r>
        <w:lastRenderedPageBreak/>
        <w:t xml:space="preserve">6 in octal is 110 in binary. Assuming each position of the permissions of a file can be 1 or 0, 110 means </w:t>
      </w:r>
      <w:proofErr w:type="spellStart"/>
      <w:r>
        <w:t>rw</w:t>
      </w:r>
      <w:proofErr w:type="spellEnd"/>
      <w:r>
        <w:t>- (read=1, write=1 and execute=0).</w:t>
      </w:r>
    </w:p>
    <w:p w14:paraId="57EF4FD4" w14:textId="77777777" w:rsidR="009E5F9D" w:rsidRDefault="009E5F9D" w:rsidP="009E5F9D">
      <w:pPr>
        <w:pStyle w:val="BodyTextL50"/>
      </w:pPr>
      <w:r>
        <w:t xml:space="preserve">Therefore, the </w:t>
      </w:r>
      <w:proofErr w:type="spellStart"/>
      <w:r w:rsidRPr="002B277F">
        <w:rPr>
          <w:b/>
        </w:rPr>
        <w:t>chmod</w:t>
      </w:r>
      <w:proofErr w:type="spellEnd"/>
      <w:r w:rsidRPr="002B277F">
        <w:rPr>
          <w:b/>
        </w:rPr>
        <w:t xml:space="preserve"> 665 myFile.txt</w:t>
      </w:r>
      <w:r>
        <w:t xml:space="preserve"> command changes the permissions to:</w:t>
      </w:r>
    </w:p>
    <w:p w14:paraId="12D6614B" w14:textId="77777777" w:rsidR="009E5F9D" w:rsidRDefault="009E5F9D" w:rsidP="009E5F9D">
      <w:pPr>
        <w:pStyle w:val="BodyTextL50"/>
      </w:pPr>
      <w:r>
        <w:rPr>
          <w:b/>
        </w:rPr>
        <w:t>O</w:t>
      </w:r>
      <w:r w:rsidRPr="00C04D82">
        <w:rPr>
          <w:b/>
        </w:rPr>
        <w:t>wner</w:t>
      </w:r>
      <w:r>
        <w:t xml:space="preserve">: </w:t>
      </w:r>
      <w:proofErr w:type="spellStart"/>
      <w:r>
        <w:t>rw</w:t>
      </w:r>
      <w:proofErr w:type="spellEnd"/>
      <w:r>
        <w:t>- (6 in octal or 110 in binary)</w:t>
      </w:r>
    </w:p>
    <w:p w14:paraId="455F3597" w14:textId="77777777" w:rsidR="009E5F9D" w:rsidRDefault="009E5F9D" w:rsidP="009E5F9D">
      <w:pPr>
        <w:pStyle w:val="BodyTextL50"/>
      </w:pPr>
      <w:r w:rsidRPr="00C04D82">
        <w:rPr>
          <w:b/>
        </w:rPr>
        <w:t>Group</w:t>
      </w:r>
      <w:r>
        <w:t xml:space="preserve">: </w:t>
      </w:r>
      <w:proofErr w:type="spellStart"/>
      <w:r>
        <w:t>rw</w:t>
      </w:r>
      <w:proofErr w:type="spellEnd"/>
      <w:r>
        <w:t>- (6 in octal or 110 in binary)</w:t>
      </w:r>
    </w:p>
    <w:p w14:paraId="7097B64C" w14:textId="77777777" w:rsidR="009E5F9D" w:rsidRDefault="009E5F9D" w:rsidP="009E5F9D">
      <w:pPr>
        <w:pStyle w:val="BodyTextL50"/>
      </w:pPr>
      <w:r w:rsidRPr="00C04D82">
        <w:rPr>
          <w:b/>
        </w:rPr>
        <w:t>Other</w:t>
      </w:r>
      <w:r>
        <w:t>: r-x (5 in octal or 101 in binary)</w:t>
      </w:r>
    </w:p>
    <w:p w14:paraId="4182103E" w14:textId="35B5FC61" w:rsidR="009E5F9D" w:rsidRDefault="009E5F9D" w:rsidP="009E5F9D">
      <w:pPr>
        <w:pStyle w:val="Heading4"/>
      </w:pPr>
      <w:r>
        <w:t>Question:</w:t>
      </w:r>
    </w:p>
    <w:p w14:paraId="073976A7" w14:textId="5F0E4536" w:rsidR="009E5F9D" w:rsidRDefault="009E5F9D" w:rsidP="009E5F9D">
      <w:pPr>
        <w:pStyle w:val="BodyTextL50"/>
        <w:spacing w:before="0"/>
      </w:pPr>
      <w:r w:rsidRPr="00C04D82">
        <w:t xml:space="preserve">What command would change the permissions of myFile.txt to </w:t>
      </w:r>
      <w:proofErr w:type="spellStart"/>
      <w:r w:rsidRPr="00C04D82">
        <w:t>rwxrwxrwx</w:t>
      </w:r>
      <w:proofErr w:type="spellEnd"/>
      <w:r w:rsidRPr="00C04D82">
        <w:t>, granting any user in the system full access to the file?</w:t>
      </w:r>
    </w:p>
    <w:p w14:paraId="42898DA7" w14:textId="15872396" w:rsidR="009E5F9D" w:rsidRDefault="009E5F9D" w:rsidP="009E5F9D">
      <w:pPr>
        <w:pStyle w:val="AnswerLineL50"/>
      </w:pPr>
      <w:r>
        <w:t>Type your answers here.</w:t>
      </w:r>
    </w:p>
    <w:p w14:paraId="320C2738" w14:textId="77777777" w:rsidR="009E5F9D" w:rsidRPr="005A63EF" w:rsidRDefault="009E5F9D" w:rsidP="009E5F9D">
      <w:pPr>
        <w:pStyle w:val="BodyTextL50"/>
        <w:rPr>
          <w:rStyle w:val="DevConfigGray"/>
          <w:bCs/>
        </w:rPr>
      </w:pPr>
      <w:proofErr w:type="spellStart"/>
      <w:r w:rsidRPr="005A63EF">
        <w:rPr>
          <w:rStyle w:val="DevConfigGray"/>
          <w:bCs/>
        </w:rPr>
        <w:t>sudo</w:t>
      </w:r>
      <w:proofErr w:type="spellEnd"/>
      <w:r w:rsidRPr="005A63EF">
        <w:rPr>
          <w:rStyle w:val="DevConfigGray"/>
          <w:bCs/>
        </w:rPr>
        <w:t xml:space="preserve"> </w:t>
      </w:r>
      <w:proofErr w:type="spellStart"/>
      <w:r w:rsidRPr="005A63EF">
        <w:rPr>
          <w:rStyle w:val="DevConfigGray"/>
          <w:bCs/>
        </w:rPr>
        <w:t>chmod</w:t>
      </w:r>
      <w:proofErr w:type="spellEnd"/>
      <w:r w:rsidRPr="005A63EF">
        <w:rPr>
          <w:rStyle w:val="DevConfigGray"/>
          <w:bCs/>
        </w:rPr>
        <w:t xml:space="preserve"> 777 myFile.txt</w:t>
      </w:r>
    </w:p>
    <w:p w14:paraId="17496A3C" w14:textId="77777777" w:rsidR="009E5F9D" w:rsidRDefault="009E5F9D" w:rsidP="009E5F9D">
      <w:pPr>
        <w:pStyle w:val="SubStepAlpha"/>
      </w:pPr>
      <w:r>
        <w:t xml:space="preserve">The </w:t>
      </w:r>
      <w:proofErr w:type="spellStart"/>
      <w:r w:rsidRPr="004745C5">
        <w:rPr>
          <w:b/>
        </w:rPr>
        <w:t>chown</w:t>
      </w:r>
      <w:proofErr w:type="spellEnd"/>
      <w:r>
        <w:t xml:space="preserve"> command is used to change ownership of a file or directory. Issue the command below to make root the owner of the </w:t>
      </w:r>
      <w:r w:rsidRPr="00DA699B">
        <w:rPr>
          <w:b/>
        </w:rPr>
        <w:t>myFile.txt</w:t>
      </w:r>
      <w:r>
        <w:t>:</w:t>
      </w:r>
    </w:p>
    <w:p w14:paraId="767D3FEF" w14:textId="02E6C863"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proofErr w:type="spellStart"/>
      <w:r w:rsidRPr="004745C5">
        <w:rPr>
          <w:b/>
        </w:rPr>
        <w:t>sudo</w:t>
      </w:r>
      <w:proofErr w:type="spellEnd"/>
      <w:r w:rsidRPr="004745C5">
        <w:rPr>
          <w:b/>
        </w:rPr>
        <w:t xml:space="preserve"> </w:t>
      </w:r>
      <w:proofErr w:type="spellStart"/>
      <w:r w:rsidRPr="004745C5">
        <w:rPr>
          <w:b/>
        </w:rPr>
        <w:t>chown</w:t>
      </w:r>
      <w:proofErr w:type="spellEnd"/>
      <w:r w:rsidRPr="004745C5">
        <w:rPr>
          <w:b/>
        </w:rPr>
        <w:t xml:space="preserve"> </w:t>
      </w:r>
      <w:r w:rsidR="00515787">
        <w:rPr>
          <w:b/>
        </w:rPr>
        <w:t>analyst</w:t>
      </w:r>
      <w:r w:rsidRPr="004745C5">
        <w:rPr>
          <w:b/>
        </w:rPr>
        <w:t xml:space="preserve"> myFile.txt</w:t>
      </w:r>
    </w:p>
    <w:p w14:paraId="3E0AA03F" w14:textId="77777777" w:rsidR="009E5F9D" w:rsidRPr="004745C5" w:rsidRDefault="009E5F9D" w:rsidP="009E5F9D">
      <w:pPr>
        <w:pStyle w:val="CMD"/>
      </w:pPr>
      <w:r w:rsidRPr="004745C5">
        <w:t>[</w:t>
      </w:r>
      <w:proofErr w:type="spellStart"/>
      <w:r w:rsidRPr="004745C5">
        <w:t>sudo</w:t>
      </w:r>
      <w:proofErr w:type="spellEnd"/>
      <w:r w:rsidRPr="004745C5">
        <w:t xml:space="preserve">] password for analyst: </w:t>
      </w:r>
    </w:p>
    <w:p w14:paraId="38B2646F" w14:textId="77777777" w:rsidR="009E5F9D" w:rsidRPr="004745C5" w:rsidRDefault="009E5F9D" w:rsidP="009E5F9D">
      <w:pPr>
        <w:pStyle w:val="CMD"/>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r w:rsidRPr="004745C5">
        <w:rPr>
          <w:b/>
        </w:rPr>
        <w:t>ls -l</w:t>
      </w:r>
    </w:p>
    <w:p w14:paraId="2EC3BE1B" w14:textId="77777777" w:rsidR="009E5F9D" w:rsidRPr="004745C5" w:rsidRDefault="009E5F9D" w:rsidP="009E5F9D">
      <w:pPr>
        <w:pStyle w:val="CMDOutput"/>
      </w:pPr>
      <w:r w:rsidRPr="004745C5">
        <w:t>total 20</w:t>
      </w:r>
    </w:p>
    <w:p w14:paraId="2660EC19" w14:textId="77777777" w:rsidR="009E5F9D" w:rsidRPr="004745C5" w:rsidRDefault="009E5F9D" w:rsidP="009E5F9D">
      <w:pPr>
        <w:pStyle w:val="CMDOutput"/>
      </w:pPr>
      <w:proofErr w:type="spellStart"/>
      <w:r w:rsidRPr="004745C5">
        <w:t>drwx</w:t>
      </w:r>
      <w:proofErr w:type="spellEnd"/>
      <w:r w:rsidRPr="004745C5">
        <w:t xml:space="preserve">------ 2 </w:t>
      </w:r>
      <w:r>
        <w:t xml:space="preserve">   </w:t>
      </w:r>
      <w:r w:rsidRPr="004745C5">
        <w:t xml:space="preserve">root </w:t>
      </w:r>
      <w:proofErr w:type="spellStart"/>
      <w:r w:rsidRPr="004745C5">
        <w:t>root</w:t>
      </w:r>
      <w:proofErr w:type="spellEnd"/>
      <w:r w:rsidRPr="004745C5">
        <w:t xml:space="preserve">    16384 Mar  3 10:59 </w:t>
      </w:r>
      <w:proofErr w:type="spellStart"/>
      <w:r w:rsidRPr="004745C5">
        <w:t>lost+found</w:t>
      </w:r>
      <w:proofErr w:type="spellEnd"/>
    </w:p>
    <w:p w14:paraId="6F4E5033" w14:textId="6DEA6FB8" w:rsidR="009E5F9D" w:rsidRPr="004745C5" w:rsidRDefault="009E5F9D" w:rsidP="009E5F9D">
      <w:pPr>
        <w:pStyle w:val="CMDOutput"/>
      </w:pPr>
      <w:r w:rsidRPr="004745C5">
        <w:t>-</w:t>
      </w:r>
      <w:proofErr w:type="spellStart"/>
      <w:r w:rsidRPr="004745C5">
        <w:t>rw</w:t>
      </w:r>
      <w:proofErr w:type="spellEnd"/>
      <w:r w:rsidRPr="004745C5">
        <w:t>-</w:t>
      </w:r>
      <w:proofErr w:type="spellStart"/>
      <w:r w:rsidRPr="004745C5">
        <w:t>rw</w:t>
      </w:r>
      <w:proofErr w:type="spellEnd"/>
      <w:r w:rsidRPr="004745C5">
        <w:t xml:space="preserve">-r-x 1 </w:t>
      </w:r>
      <w:r w:rsidR="00515787" w:rsidRPr="005A63EF">
        <w:rPr>
          <w:highlight w:val="yellow"/>
        </w:rPr>
        <w:t>analyst</w:t>
      </w:r>
      <w:r w:rsidRPr="004745C5">
        <w:t xml:space="preserve"> </w:t>
      </w:r>
      <w:r w:rsidR="00BA4857">
        <w:t>root</w:t>
      </w:r>
      <w:r w:rsidRPr="004745C5">
        <w:t xml:space="preserve"> </w:t>
      </w:r>
      <w:r>
        <w:t xml:space="preserve"> </w:t>
      </w:r>
      <w:r w:rsidRPr="004745C5">
        <w:t xml:space="preserve"> 183 Mar  3 15:42 myFile.txt</w:t>
      </w:r>
    </w:p>
    <w:p w14:paraId="2A679B8E" w14:textId="77777777" w:rsidR="009E5F9D" w:rsidRPr="004745C5" w:rsidRDefault="009E5F9D" w:rsidP="009E5F9D">
      <w:pPr>
        <w:pStyle w:val="CMDOutput"/>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w:t>
      </w:r>
    </w:p>
    <w:p w14:paraId="63C76722" w14:textId="0ED1872A" w:rsidR="009E5F9D" w:rsidRPr="0065246C" w:rsidRDefault="009E5F9D" w:rsidP="009E5F9D">
      <w:pPr>
        <w:pStyle w:val="BodyTextL50"/>
      </w:pPr>
      <w:r w:rsidRPr="004745C5">
        <w:rPr>
          <w:b/>
        </w:rPr>
        <w:t>Note</w:t>
      </w:r>
      <w:r>
        <w:t xml:space="preserve">: </w:t>
      </w:r>
      <w:r w:rsidRPr="0065246C">
        <w:t xml:space="preserve">To change </w:t>
      </w:r>
      <w:r>
        <w:t xml:space="preserve">both </w:t>
      </w:r>
      <w:r w:rsidRPr="0065246C">
        <w:t xml:space="preserve">the owner and </w:t>
      </w:r>
      <w:r>
        <w:t xml:space="preserve">the </w:t>
      </w:r>
      <w:r w:rsidRPr="0065246C">
        <w:t xml:space="preserve">group to </w:t>
      </w:r>
      <w:r w:rsidR="00515787" w:rsidRPr="005A63EF">
        <w:rPr>
          <w:b/>
          <w:bCs/>
        </w:rPr>
        <w:t>analyst</w:t>
      </w:r>
      <w:r w:rsidRPr="0065246C">
        <w:t xml:space="preserve"> </w:t>
      </w:r>
      <w:r>
        <w:t>at the same time</w:t>
      </w:r>
      <w:r w:rsidR="00515787">
        <w:t>,</w:t>
      </w:r>
      <w:r>
        <w:t xml:space="preserve"> </w:t>
      </w:r>
      <w:r w:rsidRPr="0065246C">
        <w:t xml:space="preserve">use the </w:t>
      </w:r>
      <w:proofErr w:type="spellStart"/>
      <w:r w:rsidRPr="00461086">
        <w:rPr>
          <w:b/>
        </w:rPr>
        <w:t>sudo</w:t>
      </w:r>
      <w:proofErr w:type="spellEnd"/>
      <w:r w:rsidRPr="00461086">
        <w:rPr>
          <w:b/>
        </w:rPr>
        <w:t xml:space="preserve"> </w:t>
      </w:r>
      <w:proofErr w:type="spellStart"/>
      <w:r w:rsidRPr="004745C5">
        <w:rPr>
          <w:b/>
        </w:rPr>
        <w:t>chown</w:t>
      </w:r>
      <w:proofErr w:type="spellEnd"/>
      <w:r w:rsidRPr="004745C5">
        <w:rPr>
          <w:b/>
        </w:rPr>
        <w:t xml:space="preserve"> </w:t>
      </w:r>
      <w:proofErr w:type="spellStart"/>
      <w:r w:rsidR="00515787">
        <w:rPr>
          <w:b/>
        </w:rPr>
        <w:t>analyst:analyst</w:t>
      </w:r>
      <w:proofErr w:type="spellEnd"/>
      <w:r w:rsidRPr="004745C5">
        <w:rPr>
          <w:b/>
        </w:rPr>
        <w:t xml:space="preserve"> myFile.txt </w:t>
      </w:r>
      <w:r w:rsidRPr="0065246C">
        <w:t>format.</w:t>
      </w:r>
    </w:p>
    <w:p w14:paraId="73CC674E" w14:textId="173B1666" w:rsidR="009E5F9D" w:rsidRDefault="009E5F9D" w:rsidP="009E5F9D">
      <w:pPr>
        <w:pStyle w:val="SubStepAlpha"/>
      </w:pPr>
      <w:r>
        <w:t xml:space="preserve">Now that </w:t>
      </w:r>
      <w:r w:rsidR="00BA4857">
        <w:t>analyst</w:t>
      </w:r>
      <w:r>
        <w:t xml:space="preserve"> is the file owner, try appending the word ‘test’ to the end of </w:t>
      </w:r>
      <w:r w:rsidRPr="007432DD">
        <w:rPr>
          <w:b/>
        </w:rPr>
        <w:t>m</w:t>
      </w:r>
      <w:r w:rsidRPr="0065246C">
        <w:rPr>
          <w:b/>
        </w:rPr>
        <w:t>yFile.txt</w:t>
      </w:r>
      <w:r>
        <w:t>.</w:t>
      </w:r>
    </w:p>
    <w:p w14:paraId="03A40105" w14:textId="50D70D1D" w:rsidR="009E5F9D" w:rsidRDefault="009E5F9D" w:rsidP="009E5F9D">
      <w:pPr>
        <w:pStyle w:val="CMD"/>
        <w:rPr>
          <w:b/>
        </w:rPr>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r>
        <w:rPr>
          <w:b/>
        </w:rPr>
        <w:t>e</w:t>
      </w:r>
      <w:r w:rsidRPr="004745C5">
        <w:rPr>
          <w:b/>
        </w:rPr>
        <w:t>cho test &gt;&gt; myFile.txt</w:t>
      </w:r>
    </w:p>
    <w:p w14:paraId="45C7BCA9" w14:textId="77777777" w:rsidR="009E5F9D" w:rsidRDefault="009E5F9D" w:rsidP="009E5F9D">
      <w:pPr>
        <w:pStyle w:val="CMD"/>
        <w:rPr>
          <w:b/>
        </w:rPr>
      </w:pPr>
      <w:r w:rsidRPr="004745C5">
        <w:t>[</w:t>
      </w:r>
      <w:proofErr w:type="spellStart"/>
      <w:r w:rsidRPr="004745C5">
        <w:t>s</w:t>
      </w:r>
      <w:r>
        <w:t>udo</w:t>
      </w:r>
      <w:proofErr w:type="spellEnd"/>
      <w:r>
        <w:t>]</w:t>
      </w:r>
      <w:r w:rsidRPr="004745C5">
        <w:t xml:space="preserve"> </w:t>
      </w:r>
      <w:r>
        <w:t>password for analyst:</w:t>
      </w:r>
    </w:p>
    <w:p w14:paraId="1A9D80CE" w14:textId="77777777" w:rsidR="009E5F9D" w:rsidRDefault="009E5F9D" w:rsidP="009E5F9D">
      <w:pPr>
        <w:pStyle w:val="CMD"/>
        <w:rPr>
          <w:b/>
        </w:rPr>
      </w:pPr>
      <w:r w:rsidRPr="004745C5">
        <w:t>[</w:t>
      </w:r>
      <w:proofErr w:type="spellStart"/>
      <w:r w:rsidRPr="004745C5">
        <w:t>analyst@secOps</w:t>
      </w:r>
      <w:proofErr w:type="spellEnd"/>
      <w:r w:rsidRPr="004745C5">
        <w:t xml:space="preserve"> </w:t>
      </w:r>
      <w:proofErr w:type="spellStart"/>
      <w:r w:rsidRPr="004745C5">
        <w:t>second_drive</w:t>
      </w:r>
      <w:proofErr w:type="spellEnd"/>
      <w:r w:rsidRPr="004745C5">
        <w:t xml:space="preserve">]$ </w:t>
      </w:r>
      <w:r>
        <w:rPr>
          <w:b/>
        </w:rPr>
        <w:t>cat</w:t>
      </w:r>
      <w:r w:rsidRPr="004745C5">
        <w:rPr>
          <w:b/>
        </w:rPr>
        <w:t xml:space="preserve"> myFile.txt</w:t>
      </w:r>
    </w:p>
    <w:p w14:paraId="61E4511E" w14:textId="77777777" w:rsidR="009E5F9D" w:rsidRDefault="009E5F9D" w:rsidP="009E5F9D">
      <w:pPr>
        <w:pStyle w:val="Heading4"/>
      </w:pPr>
      <w:r>
        <w:t>Question:</w:t>
      </w:r>
    </w:p>
    <w:p w14:paraId="27631769" w14:textId="23F750D2" w:rsidR="009E5F9D" w:rsidRDefault="009E5F9D" w:rsidP="009E5F9D">
      <w:pPr>
        <w:pStyle w:val="BodyTextL50"/>
        <w:spacing w:before="0"/>
      </w:pPr>
      <w:r>
        <w:t>Was the operation successful? Explain.</w:t>
      </w:r>
    </w:p>
    <w:p w14:paraId="39A064F4" w14:textId="46F54466" w:rsidR="009E5F9D" w:rsidRDefault="009E5F9D" w:rsidP="009E5F9D">
      <w:pPr>
        <w:pStyle w:val="AnswerLineL50"/>
      </w:pPr>
      <w:r>
        <w:t>Type your answers here.</w:t>
      </w:r>
    </w:p>
    <w:p w14:paraId="594DA71A" w14:textId="651EE501" w:rsidR="009E5F9D" w:rsidRDefault="009E5F9D" w:rsidP="009E5F9D">
      <w:pPr>
        <w:pStyle w:val="BodyTextL50"/>
        <w:rPr>
          <w:rStyle w:val="AnswerGray"/>
        </w:rPr>
      </w:pPr>
      <w:r>
        <w:rPr>
          <w:rStyle w:val="AnswerGray"/>
        </w:rPr>
        <w:t xml:space="preserve">Yes. </w:t>
      </w:r>
      <w:r w:rsidR="00BA4857">
        <w:rPr>
          <w:rStyle w:val="AnswerGray"/>
        </w:rPr>
        <w:t>analyst</w:t>
      </w:r>
      <w:r>
        <w:rPr>
          <w:rStyle w:val="AnswerGray"/>
        </w:rPr>
        <w:t xml:space="preserve"> is the owner of the file and the permissions are still set to 665 as before. The permissions as they are, allow the owner and users in the root group to make changes to the file.</w:t>
      </w:r>
    </w:p>
    <w:p w14:paraId="13106EB5" w14:textId="77777777" w:rsidR="009E5F9D" w:rsidRDefault="009E5F9D" w:rsidP="009E5F9D">
      <w:pPr>
        <w:pStyle w:val="Heading3"/>
      </w:pPr>
      <w:r>
        <w:t>Directory and Permissions</w:t>
      </w:r>
    </w:p>
    <w:p w14:paraId="7873DC8F" w14:textId="77777777" w:rsidR="009E5F9D" w:rsidRPr="00C04D82" w:rsidRDefault="009E5F9D" w:rsidP="009E5F9D">
      <w:pPr>
        <w:pStyle w:val="BodyTextL25"/>
      </w:pPr>
      <w:r>
        <w:t xml:space="preserve">Similar to regular files, directories also carry permissions. Both files and directories have 9 bits for the permissions of the owner/user, the group, and others. There are also three more bits for special permissions: </w:t>
      </w:r>
      <w:proofErr w:type="spellStart"/>
      <w:r>
        <w:t>setuid</w:t>
      </w:r>
      <w:proofErr w:type="spellEnd"/>
      <w:r>
        <w:t xml:space="preserve">, </w:t>
      </w:r>
      <w:proofErr w:type="spellStart"/>
      <w:r>
        <w:t>setgid</w:t>
      </w:r>
      <w:proofErr w:type="spellEnd"/>
      <w:r>
        <w:t>, and sticky which is beyond the scope of this lab.</w:t>
      </w:r>
    </w:p>
    <w:p w14:paraId="0FE14CBE" w14:textId="77777777" w:rsidR="009E5F9D" w:rsidRPr="005A750C" w:rsidRDefault="009E5F9D" w:rsidP="009E5F9D">
      <w:pPr>
        <w:pStyle w:val="SubStepAlpha"/>
      </w:pPr>
      <w:r>
        <w:t>Change back to the /home/analyst/</w:t>
      </w:r>
      <w:proofErr w:type="spellStart"/>
      <w:r>
        <w:t>lab.support.files</w:t>
      </w:r>
      <w:proofErr w:type="spellEnd"/>
      <w:r>
        <w:t xml:space="preserve"> directory and issue the </w:t>
      </w:r>
      <w:r w:rsidRPr="004745C5">
        <w:rPr>
          <w:b/>
        </w:rPr>
        <w:t>ls -l</w:t>
      </w:r>
      <w:r>
        <w:t xml:space="preserve"> command to list all the files with details:</w:t>
      </w:r>
    </w:p>
    <w:p w14:paraId="5149D2FD" w14:textId="77777777" w:rsidR="009E5F9D" w:rsidRPr="00A86F7E" w:rsidRDefault="009E5F9D" w:rsidP="009E5F9D">
      <w:pPr>
        <w:pStyle w:val="BodyTextL50"/>
        <w:keepNext/>
        <w:rPr>
          <w:rFonts w:ascii="Courier New" w:hAnsi="Courier New"/>
        </w:rPr>
      </w:pPr>
      <w:r w:rsidRPr="00A86F7E">
        <w:rPr>
          <w:rFonts w:ascii="Courier New" w:hAnsi="Courier New"/>
        </w:rPr>
        <w:t>[</w:t>
      </w:r>
      <w:proofErr w:type="spellStart"/>
      <w:r w:rsidRPr="00A86F7E">
        <w:rPr>
          <w:rFonts w:ascii="Courier New" w:hAnsi="Courier New"/>
        </w:rPr>
        <w:t>analyst@secOps</w:t>
      </w:r>
      <w:proofErr w:type="spellEnd"/>
      <w:r w:rsidRPr="00A86F7E">
        <w:rPr>
          <w:rFonts w:ascii="Courier New" w:hAnsi="Courier New"/>
        </w:rPr>
        <w:t xml:space="preserve"> </w:t>
      </w:r>
      <w:proofErr w:type="spellStart"/>
      <w:r w:rsidRPr="00A86F7E">
        <w:rPr>
          <w:rFonts w:ascii="Courier New" w:hAnsi="Courier New"/>
        </w:rPr>
        <w:t>second_drive</w:t>
      </w:r>
      <w:proofErr w:type="spellEnd"/>
      <w:r w:rsidRPr="00A86F7E">
        <w:rPr>
          <w:rFonts w:ascii="Courier New" w:hAnsi="Courier New"/>
        </w:rPr>
        <w:t xml:space="preserve">]$ </w:t>
      </w:r>
      <w:r w:rsidRPr="00A86F7E">
        <w:rPr>
          <w:rFonts w:ascii="Courier New" w:hAnsi="Courier New"/>
          <w:b/>
        </w:rPr>
        <w:t>cd ~/</w:t>
      </w:r>
      <w:proofErr w:type="spellStart"/>
      <w:r w:rsidRPr="00A86F7E">
        <w:rPr>
          <w:rFonts w:ascii="Courier New" w:hAnsi="Courier New"/>
          <w:b/>
        </w:rPr>
        <w:t>lab.support.files</w:t>
      </w:r>
      <w:proofErr w:type="spellEnd"/>
      <w:r w:rsidRPr="00A86F7E">
        <w:rPr>
          <w:rFonts w:ascii="Courier New" w:hAnsi="Courier New"/>
          <w:b/>
        </w:rPr>
        <w:t>/</w:t>
      </w:r>
    </w:p>
    <w:p w14:paraId="18301612" w14:textId="77777777" w:rsidR="009E5F9D" w:rsidRPr="00A86F7E" w:rsidRDefault="009E5F9D" w:rsidP="009E5F9D">
      <w:pPr>
        <w:pStyle w:val="BodyTextL50"/>
        <w:keepNext/>
        <w:rPr>
          <w:rFonts w:ascii="Courier New" w:hAnsi="Courier New"/>
        </w:rPr>
      </w:pPr>
      <w:r w:rsidRPr="00A86F7E">
        <w:rPr>
          <w:rFonts w:ascii="Courier New" w:hAnsi="Courier New"/>
        </w:rPr>
        <w:t>[</w:t>
      </w:r>
      <w:proofErr w:type="spellStart"/>
      <w:r w:rsidRPr="00A86F7E">
        <w:rPr>
          <w:rFonts w:ascii="Courier New" w:hAnsi="Courier New"/>
        </w:rPr>
        <w:t>analyst@secOps</w:t>
      </w:r>
      <w:proofErr w:type="spellEnd"/>
      <w:r w:rsidRPr="00A86F7E">
        <w:rPr>
          <w:rFonts w:ascii="Courier New" w:hAnsi="Courier New"/>
        </w:rPr>
        <w:t xml:space="preserve"> </w:t>
      </w:r>
      <w:proofErr w:type="spellStart"/>
      <w:r w:rsidRPr="00A86F7E">
        <w:rPr>
          <w:rFonts w:ascii="Courier New" w:hAnsi="Courier New"/>
        </w:rPr>
        <w:t>lab.support.files</w:t>
      </w:r>
      <w:proofErr w:type="spellEnd"/>
      <w:r w:rsidRPr="00A86F7E">
        <w:rPr>
          <w:rFonts w:ascii="Courier New" w:hAnsi="Courier New"/>
        </w:rPr>
        <w:t xml:space="preserve">]$ </w:t>
      </w:r>
      <w:r w:rsidRPr="00A86F7E">
        <w:rPr>
          <w:rFonts w:ascii="Courier New" w:hAnsi="Courier New"/>
          <w:b/>
        </w:rPr>
        <w:t>ls -l</w:t>
      </w:r>
    </w:p>
    <w:p w14:paraId="07CB6212" w14:textId="77777777" w:rsidR="009E5F9D" w:rsidRPr="00A86F7E" w:rsidRDefault="009E5F9D" w:rsidP="009E5F9D">
      <w:pPr>
        <w:pStyle w:val="CMDOutput"/>
      </w:pPr>
      <w:r w:rsidRPr="00A86F7E">
        <w:t>total 580</w:t>
      </w:r>
    </w:p>
    <w:p w14:paraId="207E027D"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649 Jun 28 18:34 apache_in_epoch.log</w:t>
      </w:r>
    </w:p>
    <w:p w14:paraId="1D3246DC" w14:textId="77777777" w:rsidR="009E5F9D" w:rsidRPr="00A86F7E" w:rsidRDefault="009E5F9D" w:rsidP="009E5F9D">
      <w:pPr>
        <w:pStyle w:val="CMDOutput"/>
      </w:pPr>
      <w:r w:rsidRPr="00A86F7E">
        <w:rPr>
          <w:highlight w:val="yellow"/>
        </w:rPr>
        <w:lastRenderedPageBreak/>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126 Jun 28 11:13 applicationX_in_epoch.log</w:t>
      </w:r>
    </w:p>
    <w:p w14:paraId="2CD52A68"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4 analyst </w:t>
      </w:r>
      <w:proofErr w:type="spellStart"/>
      <w:r w:rsidRPr="00A86F7E">
        <w:t>analyst</w:t>
      </w:r>
      <w:proofErr w:type="spellEnd"/>
      <w:r w:rsidRPr="00A86F7E">
        <w:t xml:space="preserve">   4096 Aug  7 15:29 </w:t>
      </w:r>
      <w:proofErr w:type="spellStart"/>
      <w:r w:rsidRPr="00A86F7E">
        <w:t>attack_scripts</w:t>
      </w:r>
      <w:proofErr w:type="spellEnd"/>
    </w:p>
    <w:p w14:paraId="08C8B260"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102 Jul 20 09:37 confidential.txt</w:t>
      </w:r>
    </w:p>
    <w:p w14:paraId="166FB12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2871 Dec 15  2016 cyops.mn</w:t>
      </w:r>
    </w:p>
    <w:p w14:paraId="55EB889F"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75 May 24 11:07 </w:t>
      </w:r>
      <w:proofErr w:type="spellStart"/>
      <w:r w:rsidRPr="00A86F7E">
        <w:t>elk_services</w:t>
      </w:r>
      <w:proofErr w:type="spellEnd"/>
    </w:p>
    <w:p w14:paraId="47E50DBC"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373 Feb 16 16:04 h2_dropbear.banner</w:t>
      </w:r>
    </w:p>
    <w:p w14:paraId="394CB432"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147 Mar 21 15:30 index.html</w:t>
      </w:r>
    </w:p>
    <w:p w14:paraId="4EA9C64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255 May  2 13:11 letter_to_grandma.txt</w:t>
      </w:r>
    </w:p>
    <w:p w14:paraId="62281251"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24464 Feb  7  2017 logstash-tutorial.log</w:t>
      </w:r>
    </w:p>
    <w:p w14:paraId="365391AE"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May 25 13:01 malware</w:t>
      </w:r>
    </w:p>
    <w:p w14:paraId="3F089B66" w14:textId="77777777" w:rsidR="009E5F9D" w:rsidRPr="00A86F7E" w:rsidRDefault="009E5F9D" w:rsidP="009E5F9D">
      <w:pPr>
        <w:pStyle w:val="CMDOutput"/>
      </w:pPr>
      <w:r w:rsidRPr="00A86F7E">
        <w:rPr>
          <w:highlight w:val="yellow"/>
        </w:rPr>
        <w:t>-</w:t>
      </w:r>
      <w:proofErr w:type="spellStart"/>
      <w:r w:rsidRPr="00A86F7E">
        <w:rPr>
          <w:highlight w:val="yellow"/>
        </w:rPr>
        <w:t>rwxr</w:t>
      </w:r>
      <w:proofErr w:type="spellEnd"/>
      <w:r w:rsidRPr="00A86F7E">
        <w:rPr>
          <w:highlight w:val="yellow"/>
        </w:rPr>
        <w:t>-</w:t>
      </w:r>
      <w:proofErr w:type="spellStart"/>
      <w:r w:rsidRPr="00A86F7E">
        <w:rPr>
          <w:highlight w:val="yellow"/>
        </w:rPr>
        <w:t>xr-x</w:t>
      </w:r>
      <w:proofErr w:type="spellEnd"/>
      <w:r w:rsidRPr="00A86F7E">
        <w:t xml:space="preserve"> 1 analyst </w:t>
      </w:r>
      <w:proofErr w:type="spellStart"/>
      <w:r w:rsidRPr="00A86F7E">
        <w:t>analyst</w:t>
      </w:r>
      <w:proofErr w:type="spellEnd"/>
      <w:r w:rsidRPr="00A86F7E">
        <w:t xml:space="preserve">    172 Jul 25 16:27 </w:t>
      </w:r>
      <w:proofErr w:type="spellStart"/>
      <w:r w:rsidRPr="00A86F7E">
        <w:t>mininet_services</w:t>
      </w:r>
      <w:proofErr w:type="spellEnd"/>
    </w:p>
    <w:p w14:paraId="483E7411"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Feb 14  2017 </w:t>
      </w:r>
      <w:proofErr w:type="spellStart"/>
      <w:r w:rsidRPr="00A86F7E">
        <w:t>openssl_lab</w:t>
      </w:r>
      <w:proofErr w:type="spellEnd"/>
    </w:p>
    <w:p w14:paraId="1EF78C1D"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2 analyst </w:t>
      </w:r>
      <w:proofErr w:type="spellStart"/>
      <w:r w:rsidRPr="00A86F7E">
        <w:t>analyst</w:t>
      </w:r>
      <w:proofErr w:type="spellEnd"/>
      <w:r w:rsidRPr="00A86F7E">
        <w:t xml:space="preserve">   4096 Aug  7 15:25 </w:t>
      </w:r>
      <w:proofErr w:type="spellStart"/>
      <w:r w:rsidRPr="00A86F7E">
        <w:t>pcaps</w:t>
      </w:r>
      <w:proofErr w:type="spellEnd"/>
    </w:p>
    <w:p w14:paraId="19C70982"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7 analyst </w:t>
      </w:r>
      <w:proofErr w:type="spellStart"/>
      <w:r w:rsidRPr="00A86F7E">
        <w:t>analyst</w:t>
      </w:r>
      <w:proofErr w:type="spellEnd"/>
      <w:r w:rsidRPr="00A86F7E">
        <w:t xml:space="preserve">   4096 Sep 20  2016 pox</w:t>
      </w:r>
    </w:p>
    <w:p w14:paraId="03C472F5"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473363 Feb 16 15:32 </w:t>
      </w:r>
      <w:proofErr w:type="spellStart"/>
      <w:r w:rsidRPr="00A86F7E">
        <w:t>sample.img</w:t>
      </w:r>
      <w:proofErr w:type="spellEnd"/>
    </w:p>
    <w:p w14:paraId="227AD35C" w14:textId="77777777" w:rsidR="009E5F9D" w:rsidRPr="00A86F7E"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65 Feb 16 15:45 sample.img_SHA256.sig</w:t>
      </w:r>
    </w:p>
    <w:p w14:paraId="5D0B264B" w14:textId="77777777" w:rsidR="009E5F9D" w:rsidRPr="00A86F7E" w:rsidRDefault="009E5F9D" w:rsidP="009E5F9D">
      <w:pPr>
        <w:pStyle w:val="CMDOutput"/>
      </w:pPr>
      <w:proofErr w:type="spellStart"/>
      <w:r w:rsidRPr="00A86F7E">
        <w:rPr>
          <w:highlight w:val="yellow"/>
        </w:rPr>
        <w:t>drwxr</w:t>
      </w:r>
      <w:proofErr w:type="spellEnd"/>
      <w:r w:rsidRPr="00A86F7E">
        <w:rPr>
          <w:highlight w:val="yellow"/>
        </w:rPr>
        <w:t>-</w:t>
      </w:r>
      <w:proofErr w:type="spellStart"/>
      <w:r w:rsidRPr="00A86F7E">
        <w:rPr>
          <w:highlight w:val="yellow"/>
        </w:rPr>
        <w:t>xr-x</w:t>
      </w:r>
      <w:proofErr w:type="spellEnd"/>
      <w:r w:rsidRPr="00A86F7E">
        <w:t xml:space="preserve"> 3 analyst </w:t>
      </w:r>
      <w:proofErr w:type="spellStart"/>
      <w:r w:rsidRPr="00A86F7E">
        <w:t>analyst</w:t>
      </w:r>
      <w:proofErr w:type="spellEnd"/>
      <w:r w:rsidRPr="00A86F7E">
        <w:t xml:space="preserve">   4096 Jul 18 10:10 scripts</w:t>
      </w:r>
    </w:p>
    <w:p w14:paraId="0FC8FC17" w14:textId="77777777" w:rsidR="009E5F9D" w:rsidRDefault="009E5F9D" w:rsidP="009E5F9D">
      <w:pPr>
        <w:pStyle w:val="CMDOutput"/>
      </w:pPr>
      <w:r w:rsidRPr="00A86F7E">
        <w:rPr>
          <w:highlight w:val="yellow"/>
        </w:rPr>
        <w:t>-</w:t>
      </w:r>
      <w:proofErr w:type="spellStart"/>
      <w:r w:rsidRPr="00A86F7E">
        <w:rPr>
          <w:highlight w:val="yellow"/>
        </w:rPr>
        <w:t>rw</w:t>
      </w:r>
      <w:proofErr w:type="spellEnd"/>
      <w:r w:rsidRPr="00A86F7E">
        <w:rPr>
          <w:highlight w:val="yellow"/>
        </w:rPr>
        <w:t>-r--r--</w:t>
      </w:r>
      <w:r w:rsidRPr="00A86F7E">
        <w:t xml:space="preserve"> 1 analyst </w:t>
      </w:r>
      <w:proofErr w:type="spellStart"/>
      <w:r w:rsidRPr="00A86F7E">
        <w:t>analyst</w:t>
      </w:r>
      <w:proofErr w:type="spellEnd"/>
      <w:r w:rsidRPr="00A86F7E">
        <w:t xml:space="preserve">  25553 Feb 13  2017 </w:t>
      </w:r>
      <w:proofErr w:type="spellStart"/>
      <w:r w:rsidRPr="00A86F7E">
        <w:t>SQL_Lab.pcap</w:t>
      </w:r>
      <w:proofErr w:type="spellEnd"/>
    </w:p>
    <w:p w14:paraId="76E0F57C" w14:textId="77777777" w:rsidR="009E5F9D" w:rsidRDefault="009E5F9D" w:rsidP="009E5F9D">
      <w:pPr>
        <w:pStyle w:val="Heading4"/>
      </w:pPr>
      <w:r>
        <w:t>Question:</w:t>
      </w:r>
    </w:p>
    <w:p w14:paraId="2C7BC6F6" w14:textId="2ADCE243" w:rsidR="009E5F9D" w:rsidRDefault="009E5F9D" w:rsidP="009E5F9D">
      <w:pPr>
        <w:pStyle w:val="BodyTextL50"/>
        <w:keepNext/>
        <w:spacing w:before="0"/>
      </w:pPr>
      <w:r>
        <w:t xml:space="preserve">Compare the permissions of the </w:t>
      </w:r>
      <w:r>
        <w:rPr>
          <w:b/>
        </w:rPr>
        <w:t>malware</w:t>
      </w:r>
      <w:r>
        <w:t xml:space="preserve"> directory with the </w:t>
      </w:r>
      <w:proofErr w:type="spellStart"/>
      <w:r w:rsidRPr="00DA699B">
        <w:rPr>
          <w:b/>
        </w:rPr>
        <w:t>mininet_services</w:t>
      </w:r>
      <w:proofErr w:type="spellEnd"/>
      <w:r>
        <w:t xml:space="preserve"> file. What is the difference between beginning part of the malware line and the </w:t>
      </w:r>
      <w:proofErr w:type="spellStart"/>
      <w:r>
        <w:t>mininet_services</w:t>
      </w:r>
      <w:proofErr w:type="spellEnd"/>
      <w:r>
        <w:t xml:space="preserve"> line?</w:t>
      </w:r>
    </w:p>
    <w:p w14:paraId="65B91347" w14:textId="216D8921" w:rsidR="009E5F9D" w:rsidRDefault="009E5F9D" w:rsidP="009E5F9D">
      <w:pPr>
        <w:pStyle w:val="AnswerLineL50"/>
      </w:pPr>
      <w:r>
        <w:t>Type your answers here.</w:t>
      </w:r>
    </w:p>
    <w:p w14:paraId="082575F2" w14:textId="77777777" w:rsidR="009E5F9D" w:rsidRDefault="009E5F9D" w:rsidP="009E5F9D">
      <w:pPr>
        <w:pStyle w:val="BodyTextL50"/>
        <w:rPr>
          <w:rStyle w:val="AnswerGray"/>
        </w:rPr>
      </w:pPr>
      <w:r>
        <w:rPr>
          <w:rStyle w:val="AnswerGray"/>
        </w:rPr>
        <w:t>There is a letter d at the beginning before the permissions for the malware directory.</w:t>
      </w:r>
    </w:p>
    <w:p w14:paraId="202A6EA7" w14:textId="77777777" w:rsidR="009E5F9D" w:rsidRDefault="009E5F9D" w:rsidP="009E5F9D">
      <w:pPr>
        <w:pStyle w:val="BodyTextL50"/>
      </w:pPr>
      <w:r>
        <w:t>The letter ‘d’ at the beginning of the line indicates that the file type is a directory and not a file. Another difference between file and directory permissions is the execution bit. If a file has its execution bit turned on, it means it can be executed by the system. Directories are different than files with the execution bit set (a file with the execution bit set is an executable script or program). A directory with the execution bit set specifies whether a user can enter that directory.</w:t>
      </w:r>
    </w:p>
    <w:p w14:paraId="16E3B6D1" w14:textId="77777777" w:rsidR="009E5F9D" w:rsidRDefault="009E5F9D" w:rsidP="009E5F9D">
      <w:pPr>
        <w:pStyle w:val="BodyTextL50"/>
      </w:pPr>
      <w:r>
        <w:t xml:space="preserve">The </w:t>
      </w:r>
      <w:proofErr w:type="spellStart"/>
      <w:r w:rsidRPr="004745C5">
        <w:rPr>
          <w:b/>
        </w:rPr>
        <w:t>chmod</w:t>
      </w:r>
      <w:proofErr w:type="spellEnd"/>
      <w:r>
        <w:t xml:space="preserve"> and </w:t>
      </w:r>
      <w:proofErr w:type="spellStart"/>
      <w:r w:rsidRPr="004745C5">
        <w:rPr>
          <w:b/>
        </w:rPr>
        <w:t>chown</w:t>
      </w:r>
      <w:proofErr w:type="spellEnd"/>
      <w:r>
        <w:t xml:space="preserve"> commands work for directories in the same way they work for files.</w:t>
      </w:r>
    </w:p>
    <w:p w14:paraId="38E9219B" w14:textId="77777777" w:rsidR="009E5F9D" w:rsidRPr="009E5F9D" w:rsidRDefault="009E5F9D" w:rsidP="009E5F9D">
      <w:pPr>
        <w:pStyle w:val="Heading2"/>
      </w:pPr>
      <w:r w:rsidRPr="009E5F9D">
        <w:t>Symbolic Links and other Special File Types</w:t>
      </w:r>
    </w:p>
    <w:p w14:paraId="62BAFB31" w14:textId="77777777" w:rsidR="009E5F9D" w:rsidRDefault="009E5F9D" w:rsidP="009E5F9D">
      <w:pPr>
        <w:pStyle w:val="BodyTextL25"/>
      </w:pPr>
      <w:r>
        <w:t xml:space="preserve">You have now seen some of the different file types in Linux. The first character in each file listed with the </w:t>
      </w:r>
      <w:r w:rsidRPr="00AD4163">
        <w:rPr>
          <w:b/>
        </w:rPr>
        <w:t>ls –l</w:t>
      </w:r>
      <w:r>
        <w:t xml:space="preserve"> command shows the file type. The three different types of files in Linux including their sub-types and characters are: </w:t>
      </w:r>
    </w:p>
    <w:p w14:paraId="3A43765F" w14:textId="77777777" w:rsidR="009E5F9D" w:rsidRDefault="009E5F9D" w:rsidP="009E5F9D">
      <w:pPr>
        <w:pStyle w:val="Bulletlevel1"/>
        <w:spacing w:before="60" w:after="60" w:line="276" w:lineRule="auto"/>
      </w:pPr>
      <w:r w:rsidRPr="00B20A2B">
        <w:rPr>
          <w:b/>
        </w:rPr>
        <w:t>Regular files (-)</w:t>
      </w:r>
      <w:r>
        <w:t xml:space="preserve"> including: </w:t>
      </w:r>
    </w:p>
    <w:p w14:paraId="4920DFBF" w14:textId="77777777" w:rsidR="009E5F9D" w:rsidRDefault="009E5F9D" w:rsidP="009E5F9D">
      <w:pPr>
        <w:pStyle w:val="Bulletlevel2"/>
        <w:numPr>
          <w:ilvl w:val="1"/>
          <w:numId w:val="1"/>
        </w:numPr>
        <w:spacing w:before="60" w:after="60" w:line="276" w:lineRule="auto"/>
      </w:pPr>
      <w:r>
        <w:t xml:space="preserve">Readable files – text files  </w:t>
      </w:r>
    </w:p>
    <w:p w14:paraId="0D3475EF" w14:textId="77777777" w:rsidR="009E5F9D" w:rsidRDefault="009E5F9D" w:rsidP="009E5F9D">
      <w:pPr>
        <w:pStyle w:val="Bulletlevel2"/>
        <w:numPr>
          <w:ilvl w:val="1"/>
          <w:numId w:val="1"/>
        </w:numPr>
        <w:spacing w:before="60" w:after="60" w:line="276" w:lineRule="auto"/>
      </w:pPr>
      <w:r>
        <w:t>Binary files - programs</w:t>
      </w:r>
    </w:p>
    <w:p w14:paraId="309D199B" w14:textId="77777777" w:rsidR="009E5F9D" w:rsidRDefault="009E5F9D" w:rsidP="009E5F9D">
      <w:pPr>
        <w:pStyle w:val="Bulletlevel2"/>
        <w:numPr>
          <w:ilvl w:val="1"/>
          <w:numId w:val="1"/>
        </w:numPr>
        <w:spacing w:before="60" w:after="60" w:line="276" w:lineRule="auto"/>
      </w:pPr>
      <w:r>
        <w:t>Image files</w:t>
      </w:r>
    </w:p>
    <w:p w14:paraId="15EC299A" w14:textId="77777777" w:rsidR="009E5F9D" w:rsidRDefault="009E5F9D" w:rsidP="009E5F9D">
      <w:pPr>
        <w:pStyle w:val="Bulletlevel2"/>
        <w:numPr>
          <w:ilvl w:val="1"/>
          <w:numId w:val="1"/>
        </w:numPr>
        <w:spacing w:before="60" w:after="60" w:line="276" w:lineRule="auto"/>
      </w:pPr>
      <w:r>
        <w:t>Compressed files</w:t>
      </w:r>
    </w:p>
    <w:p w14:paraId="2004A7B4" w14:textId="77777777" w:rsidR="009E5F9D" w:rsidRPr="00B20A2B" w:rsidRDefault="009E5F9D" w:rsidP="009E5F9D">
      <w:pPr>
        <w:pStyle w:val="Bulletlevel1"/>
        <w:spacing w:before="60" w:after="60" w:line="276" w:lineRule="auto"/>
        <w:rPr>
          <w:b/>
        </w:rPr>
      </w:pPr>
      <w:r w:rsidRPr="00B20A2B">
        <w:rPr>
          <w:b/>
        </w:rPr>
        <w:t>Directory files (d)</w:t>
      </w:r>
    </w:p>
    <w:p w14:paraId="6DA2650D" w14:textId="77777777" w:rsidR="009E5F9D" w:rsidRDefault="009E5F9D" w:rsidP="009E5F9D">
      <w:pPr>
        <w:pStyle w:val="Bulletlevel2"/>
        <w:numPr>
          <w:ilvl w:val="1"/>
          <w:numId w:val="1"/>
        </w:numPr>
        <w:spacing w:before="60" w:after="60" w:line="276" w:lineRule="auto"/>
      </w:pPr>
      <w:r>
        <w:t>Folders</w:t>
      </w:r>
    </w:p>
    <w:p w14:paraId="0A0B9A90" w14:textId="77777777" w:rsidR="009E5F9D" w:rsidRDefault="009E5F9D" w:rsidP="009E5F9D">
      <w:pPr>
        <w:pStyle w:val="Bulletlevel1"/>
        <w:spacing w:before="60" w:after="60" w:line="276" w:lineRule="auto"/>
      </w:pPr>
      <w:r w:rsidRPr="00B20A2B">
        <w:rPr>
          <w:b/>
        </w:rPr>
        <w:t>Special Files</w:t>
      </w:r>
      <w:r>
        <w:t xml:space="preserve"> including:</w:t>
      </w:r>
    </w:p>
    <w:p w14:paraId="7A353D15" w14:textId="77777777" w:rsidR="009E5F9D" w:rsidRDefault="009E5F9D" w:rsidP="009E5F9D">
      <w:pPr>
        <w:pStyle w:val="Bulletlevel2"/>
        <w:numPr>
          <w:ilvl w:val="1"/>
          <w:numId w:val="1"/>
        </w:numPr>
        <w:spacing w:before="60" w:after="60" w:line="276" w:lineRule="auto"/>
      </w:pPr>
      <w:r w:rsidRPr="00B20A2B">
        <w:rPr>
          <w:b/>
        </w:rPr>
        <w:t>Block files (b)</w:t>
      </w:r>
      <w:r>
        <w:t xml:space="preserve"> – Files used to access physical hardware like mount points to access hard drives.</w:t>
      </w:r>
    </w:p>
    <w:p w14:paraId="6775465D" w14:textId="77777777" w:rsidR="009E5F9D" w:rsidRDefault="009E5F9D" w:rsidP="009E5F9D">
      <w:pPr>
        <w:pStyle w:val="Bulletlevel2"/>
        <w:numPr>
          <w:ilvl w:val="1"/>
          <w:numId w:val="1"/>
        </w:numPr>
        <w:spacing w:before="60" w:after="60" w:line="276" w:lineRule="auto"/>
      </w:pPr>
      <w:r w:rsidRPr="00B20A2B">
        <w:rPr>
          <w:b/>
        </w:rPr>
        <w:t>Character device files (c)</w:t>
      </w:r>
      <w:r>
        <w:t xml:space="preserve"> – Files that provide a serial stream of input and output. </w:t>
      </w:r>
      <w:proofErr w:type="spellStart"/>
      <w:r>
        <w:t>tty</w:t>
      </w:r>
      <w:proofErr w:type="spellEnd"/>
      <w:r>
        <w:t xml:space="preserve"> terminals are examples of this type of file.</w:t>
      </w:r>
    </w:p>
    <w:p w14:paraId="191941D1" w14:textId="77777777" w:rsidR="009E5F9D" w:rsidRDefault="009E5F9D" w:rsidP="009E5F9D">
      <w:pPr>
        <w:pStyle w:val="Bulletlevel2"/>
        <w:numPr>
          <w:ilvl w:val="1"/>
          <w:numId w:val="1"/>
        </w:numPr>
        <w:spacing w:before="60" w:after="60" w:line="276" w:lineRule="auto"/>
      </w:pPr>
      <w:r w:rsidRPr="00B20A2B">
        <w:rPr>
          <w:b/>
        </w:rPr>
        <w:lastRenderedPageBreak/>
        <w:t>Pipe files (p)</w:t>
      </w:r>
      <w:r>
        <w:t xml:space="preserve"> – A file used to pass information where the first bytes in are the first bytes out. This is also known as FIFO (first in first out).</w:t>
      </w:r>
    </w:p>
    <w:p w14:paraId="78FEB535" w14:textId="77777777" w:rsidR="009E5F9D" w:rsidRDefault="009E5F9D" w:rsidP="009E5F9D">
      <w:pPr>
        <w:pStyle w:val="Bulletlevel2"/>
        <w:numPr>
          <w:ilvl w:val="1"/>
          <w:numId w:val="1"/>
        </w:numPr>
        <w:spacing w:before="60" w:after="60" w:line="276" w:lineRule="auto"/>
      </w:pPr>
      <w:r w:rsidRPr="00B20A2B">
        <w:rPr>
          <w:b/>
        </w:rPr>
        <w:t>Symbolic Link files (l)</w:t>
      </w:r>
      <w:r>
        <w:t xml:space="preserve"> – Files used to link to other files or directories. There are two types: symbolic links and hard links.</w:t>
      </w:r>
    </w:p>
    <w:p w14:paraId="5E7A9AA1" w14:textId="77777777" w:rsidR="009E5F9D" w:rsidRDefault="009E5F9D" w:rsidP="009E5F9D">
      <w:pPr>
        <w:pStyle w:val="Bulletlevel2"/>
        <w:numPr>
          <w:ilvl w:val="1"/>
          <w:numId w:val="1"/>
        </w:numPr>
        <w:spacing w:before="60" w:after="60" w:line="276" w:lineRule="auto"/>
      </w:pPr>
      <w:r w:rsidRPr="00B20A2B">
        <w:rPr>
          <w:b/>
        </w:rPr>
        <w:t>Socket files (s)</w:t>
      </w:r>
      <w:r>
        <w:t xml:space="preserve"> – These are used to pass information from application to application in order to communicate over a network.</w:t>
      </w:r>
    </w:p>
    <w:p w14:paraId="208AED61" w14:textId="77777777" w:rsidR="009E5F9D" w:rsidRDefault="009E5F9D" w:rsidP="009E5F9D">
      <w:pPr>
        <w:pStyle w:val="Heading3"/>
      </w:pPr>
      <w:r>
        <w:t>Examine file types.</w:t>
      </w:r>
    </w:p>
    <w:p w14:paraId="0CC16261" w14:textId="5A44BD6F" w:rsidR="009E5F9D" w:rsidRDefault="009E5F9D" w:rsidP="009E5F9D">
      <w:pPr>
        <w:pStyle w:val="SubStepAlpha"/>
      </w:pPr>
      <w:r>
        <w:t xml:space="preserve">Use the </w:t>
      </w:r>
      <w:r w:rsidRPr="005B772E">
        <w:rPr>
          <w:b/>
        </w:rPr>
        <w:t>ls -l</w:t>
      </w:r>
      <w:r>
        <w:t xml:space="preserve"> command to display the files</w:t>
      </w:r>
      <w:r w:rsidR="002C7362">
        <w:t xml:space="preserve"> in the /home/analyst folder</w:t>
      </w:r>
      <w:r>
        <w:t>. Notice the first characters of each line are either a “–“ indicating a file or a “d” indicating a directory.</w:t>
      </w:r>
    </w:p>
    <w:p w14:paraId="71E7E94B" w14:textId="77777777" w:rsidR="009E5F9D" w:rsidRPr="005B772E" w:rsidRDefault="009E5F9D" w:rsidP="009E5F9D">
      <w:pPr>
        <w:pStyle w:val="CMD"/>
      </w:pPr>
      <w:r w:rsidRPr="005B772E">
        <w:t>[</w:t>
      </w:r>
      <w:proofErr w:type="spellStart"/>
      <w:r w:rsidRPr="005B772E">
        <w:t>analyst@secOps</w:t>
      </w:r>
      <w:proofErr w:type="spellEnd"/>
      <w:r w:rsidRPr="005B772E">
        <w:t xml:space="preserve"> ~]$ </w:t>
      </w:r>
      <w:r w:rsidRPr="005B772E">
        <w:rPr>
          <w:b/>
        </w:rPr>
        <w:t>ls -l</w:t>
      </w:r>
    </w:p>
    <w:p w14:paraId="68EDDC14" w14:textId="77777777" w:rsidR="009E5F9D" w:rsidRDefault="009E5F9D" w:rsidP="009E5F9D">
      <w:pPr>
        <w:pStyle w:val="CMD"/>
      </w:pPr>
      <w:r>
        <w:t>total 28</w:t>
      </w:r>
    </w:p>
    <w:p w14:paraId="0820D298"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3 analyst </w:t>
      </w:r>
      <w:proofErr w:type="spellStart"/>
      <w:r>
        <w:t>analyst</w:t>
      </w:r>
      <w:proofErr w:type="spellEnd"/>
      <w:r>
        <w:t xml:space="preserve"> 4096 Aug 16 15:15 cyops_folder2</w:t>
      </w:r>
    </w:p>
    <w:p w14:paraId="6E3BD733"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2 analyst </w:t>
      </w:r>
      <w:proofErr w:type="spellStart"/>
      <w:r>
        <w:t>analyst</w:t>
      </w:r>
      <w:proofErr w:type="spellEnd"/>
      <w:r>
        <w:t xml:space="preserve"> 4096 Sep 26  2014 Desktop</w:t>
      </w:r>
    </w:p>
    <w:p w14:paraId="08BBB265" w14:textId="77777777" w:rsidR="009E5F9D" w:rsidRDefault="009E5F9D" w:rsidP="009E5F9D">
      <w:pPr>
        <w:pStyle w:val="CMD"/>
      </w:pPr>
      <w:proofErr w:type="spellStart"/>
      <w:r w:rsidRPr="00A86F7E">
        <w:rPr>
          <w:highlight w:val="yellow"/>
        </w:rPr>
        <w:t>d</w:t>
      </w:r>
      <w:r>
        <w:t>rwx</w:t>
      </w:r>
      <w:proofErr w:type="spellEnd"/>
      <w:r>
        <w:t xml:space="preserve">------ 3 analyst </w:t>
      </w:r>
      <w:proofErr w:type="spellStart"/>
      <w:r>
        <w:t>analyst</w:t>
      </w:r>
      <w:proofErr w:type="spellEnd"/>
      <w:r>
        <w:t xml:space="preserve"> 4096 Jul 14 11:28 Downloads</w:t>
      </w:r>
    </w:p>
    <w:p w14:paraId="23B791B4"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r>
        <w:t>lab.support.files</w:t>
      </w:r>
      <w:proofErr w:type="spellEnd"/>
    </w:p>
    <w:p w14:paraId="545D6508" w14:textId="77777777" w:rsidR="009E5F9D" w:rsidRDefault="009E5F9D" w:rsidP="009E5F9D">
      <w:pPr>
        <w:pStyle w:val="CMD"/>
      </w:pPr>
      <w:proofErr w:type="spellStart"/>
      <w:r w:rsidRPr="00A86F7E">
        <w:rPr>
          <w:highlight w:val="yellow"/>
        </w:rPr>
        <w:t>d</w:t>
      </w:r>
      <w:r>
        <w:t>rwxr</w:t>
      </w:r>
      <w:proofErr w:type="spellEnd"/>
      <w:r>
        <w:t>-</w:t>
      </w:r>
      <w:proofErr w:type="spellStart"/>
      <w:r>
        <w:t>xr-x</w:t>
      </w:r>
      <w:proofErr w:type="spellEnd"/>
      <w:r>
        <w:t xml:space="preserve"> 3 analyst </w:t>
      </w:r>
      <w:proofErr w:type="spellStart"/>
      <w:r>
        <w:t>analyst</w:t>
      </w:r>
      <w:proofErr w:type="spellEnd"/>
      <w:r>
        <w:t xml:space="preserve"> 4096 Mar  3 18:23 </w:t>
      </w:r>
      <w:proofErr w:type="spellStart"/>
      <w:r>
        <w:t>second_drive</w:t>
      </w:r>
      <w:proofErr w:type="spellEnd"/>
    </w:p>
    <w:p w14:paraId="1DF9B80E" w14:textId="77777777" w:rsidR="009E5F9D" w:rsidRDefault="009E5F9D" w:rsidP="009E5F9D">
      <w:pPr>
        <w:pStyle w:val="CMD"/>
      </w:pPr>
      <w:r w:rsidRPr="00A86F7E">
        <w:rPr>
          <w:highlight w:val="yellow"/>
        </w:rPr>
        <w:t>-</w:t>
      </w:r>
      <w:proofErr w:type="spellStart"/>
      <w:r>
        <w:t>rw</w:t>
      </w:r>
      <w:proofErr w:type="spellEnd"/>
      <w:r>
        <w:t xml:space="preserve">-r--r-- 1 analyst </w:t>
      </w:r>
      <w:proofErr w:type="spellStart"/>
      <w:r>
        <w:t>analyst</w:t>
      </w:r>
      <w:proofErr w:type="spellEnd"/>
      <w:r>
        <w:t xml:space="preserve">  142 Aug 16 15:11 some_text_file.txt</w:t>
      </w:r>
    </w:p>
    <w:p w14:paraId="1016A3E4" w14:textId="77777777" w:rsidR="009E5F9D" w:rsidRDefault="009E5F9D" w:rsidP="009E5F9D">
      <w:pPr>
        <w:pStyle w:val="CMD"/>
      </w:pPr>
      <w:r w:rsidRPr="00A86F7E">
        <w:rPr>
          <w:highlight w:val="yellow"/>
        </w:rPr>
        <w:t>-</w:t>
      </w:r>
      <w:proofErr w:type="spellStart"/>
      <w:r>
        <w:t>rw</w:t>
      </w:r>
      <w:proofErr w:type="spellEnd"/>
      <w:r>
        <w:t xml:space="preserve">-r--r-- 1 analyst </w:t>
      </w:r>
      <w:proofErr w:type="spellStart"/>
      <w:r>
        <w:t>analyst</w:t>
      </w:r>
      <w:proofErr w:type="spellEnd"/>
      <w:r>
        <w:t xml:space="preserve">  254 Aug 16 13:38 space.txt</w:t>
      </w:r>
    </w:p>
    <w:p w14:paraId="4F9A1B26" w14:textId="77777777" w:rsidR="009E5F9D" w:rsidRDefault="009E5F9D" w:rsidP="009E5F9D">
      <w:pPr>
        <w:pStyle w:val="SubStepAlpha"/>
      </w:pPr>
      <w:r>
        <w:t xml:space="preserve">Produce a listing of the </w:t>
      </w:r>
      <w:r w:rsidRPr="00B20A2B">
        <w:rPr>
          <w:b/>
        </w:rPr>
        <w:t>/dev</w:t>
      </w:r>
      <w:r>
        <w:t xml:space="preserve"> directory. Scroll to the middle of the output and notice how the block files begin with a “b”, the character device files begin with a “c” and the symbolic link files begin with an “l”:</w:t>
      </w:r>
    </w:p>
    <w:p w14:paraId="661058EB" w14:textId="77777777" w:rsidR="009E5F9D" w:rsidRDefault="009E5F9D" w:rsidP="009E5F9D">
      <w:pPr>
        <w:pStyle w:val="CMD"/>
        <w:rPr>
          <w:b/>
        </w:rPr>
      </w:pPr>
      <w:r w:rsidRPr="005B772E">
        <w:t>[</w:t>
      </w:r>
      <w:proofErr w:type="spellStart"/>
      <w:r w:rsidRPr="005B772E">
        <w:t>analyst@secOps</w:t>
      </w:r>
      <w:proofErr w:type="spellEnd"/>
      <w:r w:rsidRPr="005B772E">
        <w:t xml:space="preserve"> ~]$ </w:t>
      </w:r>
      <w:r>
        <w:rPr>
          <w:b/>
        </w:rPr>
        <w:t>ls -l /dev/</w:t>
      </w:r>
    </w:p>
    <w:p w14:paraId="1C302097" w14:textId="77777777" w:rsidR="009E5F9D" w:rsidRDefault="009E5F9D" w:rsidP="009E5F9D">
      <w:pPr>
        <w:pStyle w:val="CMDOutput"/>
      </w:pPr>
      <w:r>
        <w:t>&lt;output omitted&gt;</w:t>
      </w:r>
    </w:p>
    <w:p w14:paraId="7D5F05F0" w14:textId="77777777" w:rsidR="009E5F9D" w:rsidRDefault="009E5F9D" w:rsidP="009E5F9D">
      <w:pPr>
        <w:pStyle w:val="CMDOutput"/>
      </w:pPr>
      <w:proofErr w:type="spellStart"/>
      <w:r w:rsidRPr="00B20A2B">
        <w:rPr>
          <w:highlight w:val="yellow"/>
        </w:rPr>
        <w:t>c</w:t>
      </w:r>
      <w:r>
        <w:t>rw-rw-rw</w:t>
      </w:r>
      <w:proofErr w:type="spellEnd"/>
      <w:r>
        <w:t xml:space="preserve">-  1 root </w:t>
      </w:r>
      <w:proofErr w:type="spellStart"/>
      <w:r>
        <w:t>tty</w:t>
      </w:r>
      <w:proofErr w:type="spellEnd"/>
      <w:r>
        <w:t xml:space="preserve">       5,   2 May 29 18:32 </w:t>
      </w:r>
      <w:proofErr w:type="spellStart"/>
      <w:r>
        <w:t>ptmx</w:t>
      </w:r>
      <w:proofErr w:type="spellEnd"/>
    </w:p>
    <w:p w14:paraId="4173B429" w14:textId="77777777" w:rsidR="009E5F9D" w:rsidRDefault="009E5F9D" w:rsidP="009E5F9D">
      <w:pPr>
        <w:pStyle w:val="CMDOutput"/>
      </w:pPr>
      <w:proofErr w:type="spellStart"/>
      <w:r>
        <w:t>drwxr</w:t>
      </w:r>
      <w:proofErr w:type="spellEnd"/>
      <w:r>
        <w:t>-</w:t>
      </w:r>
      <w:proofErr w:type="spellStart"/>
      <w:r>
        <w:t>xr-x</w:t>
      </w:r>
      <w:proofErr w:type="spellEnd"/>
      <w:r>
        <w:t xml:space="preserve">  2 root </w:t>
      </w:r>
      <w:proofErr w:type="spellStart"/>
      <w:r>
        <w:t>root</w:t>
      </w:r>
      <w:proofErr w:type="spellEnd"/>
      <w:r>
        <w:t xml:space="preserve">           0 May 23 06:40 pts</w:t>
      </w:r>
    </w:p>
    <w:p w14:paraId="0ED358FF" w14:textId="77777777" w:rsidR="009E5F9D" w:rsidRDefault="009E5F9D" w:rsidP="009E5F9D">
      <w:pPr>
        <w:pStyle w:val="CMDOutput"/>
      </w:pPr>
      <w:proofErr w:type="spellStart"/>
      <w:r w:rsidRPr="00B20A2B">
        <w:rPr>
          <w:highlight w:val="yellow"/>
        </w:rPr>
        <w:t>c</w:t>
      </w:r>
      <w:r>
        <w:t>rw-rw-rw</w:t>
      </w:r>
      <w:proofErr w:type="spellEnd"/>
      <w:r>
        <w:t xml:space="preserve">-  1 root </w:t>
      </w:r>
      <w:proofErr w:type="spellStart"/>
      <w:r>
        <w:t>root</w:t>
      </w:r>
      <w:proofErr w:type="spellEnd"/>
      <w:r>
        <w:t xml:space="preserve">      1,   8 May 23 06:41 random</w:t>
      </w:r>
    </w:p>
    <w:p w14:paraId="5D09E8C8" w14:textId="77777777" w:rsidR="009E5F9D" w:rsidRDefault="009E5F9D" w:rsidP="009E5F9D">
      <w:pPr>
        <w:pStyle w:val="CMDOutput"/>
      </w:pPr>
      <w:proofErr w:type="spellStart"/>
      <w:r w:rsidRPr="00B20A2B">
        <w:rPr>
          <w:highlight w:val="yellow"/>
        </w:rPr>
        <w:t>c</w:t>
      </w:r>
      <w:r>
        <w:t>rw</w:t>
      </w:r>
      <w:proofErr w:type="spellEnd"/>
      <w:r>
        <w:t>-</w:t>
      </w:r>
      <w:proofErr w:type="spellStart"/>
      <w:r>
        <w:t>rw</w:t>
      </w:r>
      <w:proofErr w:type="spellEnd"/>
      <w:r>
        <w:t xml:space="preserve">-r--  1 root </w:t>
      </w:r>
      <w:proofErr w:type="spellStart"/>
      <w:r>
        <w:t>root</w:t>
      </w:r>
      <w:proofErr w:type="spellEnd"/>
      <w:r>
        <w:t xml:space="preserve">     10,  56 May 23 06:41 </w:t>
      </w:r>
      <w:proofErr w:type="spellStart"/>
      <w:r>
        <w:t>rfkill</w:t>
      </w:r>
      <w:proofErr w:type="spellEnd"/>
    </w:p>
    <w:p w14:paraId="603418B2" w14:textId="77777777" w:rsidR="009E5F9D" w:rsidRDefault="009E5F9D" w:rsidP="009E5F9D">
      <w:pPr>
        <w:pStyle w:val="CMDOutput"/>
      </w:pPr>
      <w:proofErr w:type="spellStart"/>
      <w:r w:rsidRPr="00B20A2B">
        <w:rPr>
          <w:highlight w:val="yellow"/>
        </w:rPr>
        <w:t>l</w:t>
      </w:r>
      <w:r>
        <w:t>rwxrwxrwx</w:t>
      </w:r>
      <w:proofErr w:type="spellEnd"/>
      <w:r>
        <w:t xml:space="preserve">  1 root </w:t>
      </w:r>
      <w:proofErr w:type="spellStart"/>
      <w:r>
        <w:t>root</w:t>
      </w:r>
      <w:proofErr w:type="spellEnd"/>
      <w:r>
        <w:t xml:space="preserve">           4 May 23 06:41 </w:t>
      </w:r>
      <w:proofErr w:type="spellStart"/>
      <w:r>
        <w:t>rtc</w:t>
      </w:r>
      <w:proofErr w:type="spellEnd"/>
      <w:r>
        <w:t xml:space="preserve"> -&gt; rtc0</w:t>
      </w:r>
    </w:p>
    <w:p w14:paraId="49A44EEA" w14:textId="77777777" w:rsidR="009E5F9D" w:rsidRDefault="009E5F9D" w:rsidP="009E5F9D">
      <w:pPr>
        <w:pStyle w:val="CMDOutput"/>
      </w:pPr>
      <w:proofErr w:type="spellStart"/>
      <w:r w:rsidRPr="00B20A2B">
        <w:rPr>
          <w:highlight w:val="yellow"/>
        </w:rPr>
        <w:t>c</w:t>
      </w:r>
      <w:r>
        <w:t>rw-rw</w:t>
      </w:r>
      <w:proofErr w:type="spellEnd"/>
      <w:r>
        <w:t>----  1 root audio   253,   0 May 23 06:41 rtc0</w:t>
      </w:r>
    </w:p>
    <w:p w14:paraId="3F743037" w14:textId="77777777" w:rsidR="009E5F9D" w:rsidRDefault="009E5F9D" w:rsidP="009E5F9D">
      <w:pPr>
        <w:pStyle w:val="CMDOutput"/>
      </w:pPr>
      <w:proofErr w:type="spellStart"/>
      <w:r w:rsidRPr="00B20A2B">
        <w:rPr>
          <w:highlight w:val="yellow"/>
        </w:rPr>
        <w:t>b</w:t>
      </w:r>
      <w:r>
        <w:t>rw-rw</w:t>
      </w:r>
      <w:proofErr w:type="spellEnd"/>
      <w:r>
        <w:t xml:space="preserve">----  1 root disk      8,   0 May 23 06:41 </w:t>
      </w:r>
      <w:proofErr w:type="spellStart"/>
      <w:r>
        <w:t>sda</w:t>
      </w:r>
      <w:proofErr w:type="spellEnd"/>
    </w:p>
    <w:p w14:paraId="676A7336" w14:textId="77777777" w:rsidR="009E5F9D" w:rsidRDefault="009E5F9D" w:rsidP="009E5F9D">
      <w:pPr>
        <w:pStyle w:val="CMDOutput"/>
      </w:pPr>
      <w:proofErr w:type="spellStart"/>
      <w:r w:rsidRPr="00B20A2B">
        <w:rPr>
          <w:highlight w:val="yellow"/>
        </w:rPr>
        <w:t>b</w:t>
      </w:r>
      <w:r>
        <w:t>rw-rw</w:t>
      </w:r>
      <w:proofErr w:type="spellEnd"/>
      <w:r>
        <w:t>----  1 root disk      8,   1 May 23 06:41 sda1</w:t>
      </w:r>
    </w:p>
    <w:p w14:paraId="79D2D886" w14:textId="77777777" w:rsidR="009E5F9D" w:rsidRDefault="009E5F9D" w:rsidP="009E5F9D">
      <w:pPr>
        <w:pStyle w:val="CMDOutput"/>
      </w:pPr>
      <w:proofErr w:type="spellStart"/>
      <w:r w:rsidRPr="00B20A2B">
        <w:rPr>
          <w:highlight w:val="yellow"/>
        </w:rPr>
        <w:t>b</w:t>
      </w:r>
      <w:r>
        <w:t>rw-rw</w:t>
      </w:r>
      <w:proofErr w:type="spellEnd"/>
      <w:r>
        <w:t xml:space="preserve">----  1 root disk      8,  16 May 23 06:41 </w:t>
      </w:r>
      <w:proofErr w:type="spellStart"/>
      <w:r>
        <w:t>sdb</w:t>
      </w:r>
      <w:proofErr w:type="spellEnd"/>
    </w:p>
    <w:p w14:paraId="28C97AD3" w14:textId="77777777" w:rsidR="009E5F9D" w:rsidRDefault="009E5F9D" w:rsidP="009E5F9D">
      <w:pPr>
        <w:pStyle w:val="CMDOutput"/>
      </w:pPr>
      <w:proofErr w:type="spellStart"/>
      <w:r w:rsidRPr="00B20A2B">
        <w:rPr>
          <w:highlight w:val="yellow"/>
        </w:rPr>
        <w:t>b</w:t>
      </w:r>
      <w:r>
        <w:t>rw-rw</w:t>
      </w:r>
      <w:proofErr w:type="spellEnd"/>
      <w:r>
        <w:t>----  1 root disk      8,  17 May 23 06:41 sdb1</w:t>
      </w:r>
    </w:p>
    <w:p w14:paraId="5479CB17" w14:textId="77777777" w:rsidR="009E5F9D" w:rsidRDefault="009E5F9D" w:rsidP="009E5F9D">
      <w:pPr>
        <w:pStyle w:val="CMDOutput"/>
      </w:pPr>
      <w:proofErr w:type="spellStart"/>
      <w:r>
        <w:t>drwxrwxrwt</w:t>
      </w:r>
      <w:proofErr w:type="spellEnd"/>
      <w:r>
        <w:t xml:space="preserve">  2 root </w:t>
      </w:r>
      <w:proofErr w:type="spellStart"/>
      <w:r>
        <w:t>root</w:t>
      </w:r>
      <w:proofErr w:type="spellEnd"/>
      <w:r>
        <w:t xml:space="preserve">          40 May 28 13:47 </w:t>
      </w:r>
      <w:proofErr w:type="spellStart"/>
      <w:r>
        <w:t>shm</w:t>
      </w:r>
      <w:proofErr w:type="spellEnd"/>
    </w:p>
    <w:p w14:paraId="5F711469" w14:textId="77777777" w:rsidR="009E5F9D" w:rsidRDefault="009E5F9D" w:rsidP="009E5F9D">
      <w:pPr>
        <w:pStyle w:val="CMDOutput"/>
      </w:pPr>
      <w:proofErr w:type="spellStart"/>
      <w:r w:rsidRPr="00B20A2B">
        <w:rPr>
          <w:highlight w:val="yellow"/>
        </w:rPr>
        <w:t>c</w:t>
      </w:r>
      <w:r>
        <w:t>rw</w:t>
      </w:r>
      <w:proofErr w:type="spellEnd"/>
      <w:r>
        <w:t xml:space="preserve">-------  1 root </w:t>
      </w:r>
      <w:proofErr w:type="spellStart"/>
      <w:r>
        <w:t>root</w:t>
      </w:r>
      <w:proofErr w:type="spellEnd"/>
      <w:r>
        <w:t xml:space="preserve">     10, 231 May 23 06:41 snapshot</w:t>
      </w:r>
    </w:p>
    <w:p w14:paraId="1028DEEF" w14:textId="77777777" w:rsidR="009E5F9D" w:rsidRDefault="009E5F9D" w:rsidP="009E5F9D">
      <w:pPr>
        <w:pStyle w:val="CMDOutput"/>
      </w:pPr>
      <w:proofErr w:type="spellStart"/>
      <w:r>
        <w:t>drwxr</w:t>
      </w:r>
      <w:proofErr w:type="spellEnd"/>
      <w:r>
        <w:t>-</w:t>
      </w:r>
      <w:proofErr w:type="spellStart"/>
      <w:r>
        <w:t>xr-x</w:t>
      </w:r>
      <w:proofErr w:type="spellEnd"/>
      <w:r>
        <w:t xml:space="preserve">  2 root </w:t>
      </w:r>
      <w:proofErr w:type="spellStart"/>
      <w:r>
        <w:t>root</w:t>
      </w:r>
      <w:proofErr w:type="spellEnd"/>
      <w:r>
        <w:t xml:space="preserve">          80 May 23 06:41 </w:t>
      </w:r>
      <w:proofErr w:type="spellStart"/>
      <w:r>
        <w:t>snd</w:t>
      </w:r>
      <w:proofErr w:type="spellEnd"/>
    </w:p>
    <w:p w14:paraId="0AFD21B0" w14:textId="77777777" w:rsidR="009E5F9D" w:rsidRDefault="009E5F9D" w:rsidP="009E5F9D">
      <w:pPr>
        <w:pStyle w:val="CMDOutput"/>
      </w:pPr>
      <w:proofErr w:type="spellStart"/>
      <w:r w:rsidRPr="00B20A2B">
        <w:rPr>
          <w:highlight w:val="yellow"/>
        </w:rPr>
        <w:t>b</w:t>
      </w:r>
      <w:r>
        <w:t>rw-rw</w:t>
      </w:r>
      <w:proofErr w:type="spellEnd"/>
      <w:r>
        <w:t>----+ 1 root optical  11,   0 May 23 06:41 sr0</w:t>
      </w:r>
    </w:p>
    <w:p w14:paraId="2C020C85" w14:textId="77777777" w:rsidR="009E5F9D" w:rsidRDefault="009E5F9D" w:rsidP="009E5F9D">
      <w:pPr>
        <w:pStyle w:val="CMDOutput"/>
      </w:pPr>
      <w:proofErr w:type="spellStart"/>
      <w:r w:rsidRPr="00B20A2B">
        <w:rPr>
          <w:highlight w:val="yellow"/>
        </w:rPr>
        <w:t>l</w:t>
      </w:r>
      <w:r>
        <w:t>rwxrwxrwx</w:t>
      </w:r>
      <w:proofErr w:type="spellEnd"/>
      <w:r>
        <w:t xml:space="preserve">  1 root </w:t>
      </w:r>
      <w:proofErr w:type="spellStart"/>
      <w:r>
        <w:t>root</w:t>
      </w:r>
      <w:proofErr w:type="spellEnd"/>
      <w:r>
        <w:t xml:space="preserve">          15 May 23 06:40 stderr -&gt; /proc/self/</w:t>
      </w:r>
      <w:proofErr w:type="spellStart"/>
      <w:r>
        <w:t>fd</w:t>
      </w:r>
      <w:proofErr w:type="spellEnd"/>
      <w:r>
        <w:t>/2</w:t>
      </w:r>
    </w:p>
    <w:p w14:paraId="65A70AE7" w14:textId="77777777" w:rsidR="009E5F9D" w:rsidRDefault="009E5F9D" w:rsidP="009E5F9D">
      <w:pPr>
        <w:pStyle w:val="CMDOutput"/>
      </w:pPr>
      <w:proofErr w:type="spellStart"/>
      <w:r w:rsidRPr="00B20A2B">
        <w:rPr>
          <w:highlight w:val="yellow"/>
        </w:rPr>
        <w:t>l</w:t>
      </w:r>
      <w:r>
        <w:t>rwxrwxrwx</w:t>
      </w:r>
      <w:proofErr w:type="spellEnd"/>
      <w:r>
        <w:t xml:space="preserve">  1 root </w:t>
      </w:r>
      <w:proofErr w:type="spellStart"/>
      <w:r>
        <w:t>root</w:t>
      </w:r>
      <w:proofErr w:type="spellEnd"/>
      <w:r>
        <w:t xml:space="preserve">          15 May 23 06:40 stdin -&gt; /proc/self/</w:t>
      </w:r>
      <w:proofErr w:type="spellStart"/>
      <w:r>
        <w:t>fd</w:t>
      </w:r>
      <w:proofErr w:type="spellEnd"/>
      <w:r>
        <w:t>/0</w:t>
      </w:r>
    </w:p>
    <w:p w14:paraId="545A2FC9" w14:textId="77777777" w:rsidR="009E5F9D" w:rsidRDefault="009E5F9D" w:rsidP="009E5F9D">
      <w:pPr>
        <w:pStyle w:val="CMDOutput"/>
      </w:pPr>
      <w:proofErr w:type="spellStart"/>
      <w:r w:rsidRPr="00B20A2B">
        <w:rPr>
          <w:highlight w:val="yellow"/>
        </w:rPr>
        <w:t>l</w:t>
      </w:r>
      <w:r>
        <w:t>rwxrwxrwx</w:t>
      </w:r>
      <w:proofErr w:type="spellEnd"/>
      <w:r>
        <w:t xml:space="preserve">  1 root </w:t>
      </w:r>
      <w:proofErr w:type="spellStart"/>
      <w:r>
        <w:t>root</w:t>
      </w:r>
      <w:proofErr w:type="spellEnd"/>
      <w:r>
        <w:t xml:space="preserve">          15 May 23 06:40 </w:t>
      </w:r>
      <w:proofErr w:type="spellStart"/>
      <w:r>
        <w:t>stdout</w:t>
      </w:r>
      <w:proofErr w:type="spellEnd"/>
      <w:r>
        <w:t xml:space="preserve"> -&gt; /proc/self/</w:t>
      </w:r>
      <w:proofErr w:type="spellStart"/>
      <w:r>
        <w:t>fd</w:t>
      </w:r>
      <w:proofErr w:type="spellEnd"/>
      <w:r>
        <w:t>/1</w:t>
      </w:r>
    </w:p>
    <w:p w14:paraId="22E81321" w14:textId="77777777" w:rsidR="009E5F9D" w:rsidRDefault="009E5F9D" w:rsidP="009E5F9D">
      <w:pPr>
        <w:pStyle w:val="CMDOutput"/>
      </w:pPr>
      <w:proofErr w:type="spellStart"/>
      <w:r w:rsidRPr="00B20A2B">
        <w:rPr>
          <w:highlight w:val="yellow"/>
        </w:rPr>
        <w:t>c</w:t>
      </w:r>
      <w:r>
        <w:t>rw-rw-rw</w:t>
      </w:r>
      <w:proofErr w:type="spellEnd"/>
      <w:r>
        <w:t xml:space="preserve">-  1 root </w:t>
      </w:r>
      <w:proofErr w:type="spellStart"/>
      <w:r>
        <w:t>tty</w:t>
      </w:r>
      <w:proofErr w:type="spellEnd"/>
      <w:r>
        <w:t xml:space="preserve">       5,   0 May 29 17:36 </w:t>
      </w:r>
      <w:proofErr w:type="spellStart"/>
      <w:r>
        <w:t>tty</w:t>
      </w:r>
      <w:proofErr w:type="spellEnd"/>
    </w:p>
    <w:p w14:paraId="3C329C0D" w14:textId="77777777" w:rsidR="009E5F9D" w:rsidRDefault="009E5F9D" w:rsidP="009E5F9D">
      <w:pPr>
        <w:pStyle w:val="CMDOutput"/>
      </w:pPr>
      <w:proofErr w:type="spellStart"/>
      <w:r w:rsidRPr="00B20A2B">
        <w:rPr>
          <w:highlight w:val="yellow"/>
        </w:rPr>
        <w:t>c</w:t>
      </w:r>
      <w:r>
        <w:t>rw</w:t>
      </w:r>
      <w:proofErr w:type="spellEnd"/>
      <w:r>
        <w:t xml:space="preserve">--w----  1 root </w:t>
      </w:r>
      <w:proofErr w:type="spellStart"/>
      <w:r>
        <w:t>tty</w:t>
      </w:r>
      <w:proofErr w:type="spellEnd"/>
      <w:r>
        <w:t xml:space="preserve">       4,   0 May 23 06:41 tty0</w:t>
      </w:r>
    </w:p>
    <w:p w14:paraId="7C996800" w14:textId="77777777" w:rsidR="009E5F9D" w:rsidRDefault="009E5F9D" w:rsidP="009E5F9D">
      <w:pPr>
        <w:pStyle w:val="CMDOutput"/>
        <w:rPr>
          <w:rStyle w:val="AnswerGray"/>
        </w:rPr>
      </w:pPr>
      <w:r>
        <w:t>&lt;output omitted&gt;</w:t>
      </w:r>
    </w:p>
    <w:p w14:paraId="2437BA91" w14:textId="77777777" w:rsidR="009E5F9D" w:rsidRDefault="009E5F9D" w:rsidP="009E5F9D">
      <w:pPr>
        <w:pStyle w:val="SubStepAlpha"/>
      </w:pPr>
      <w:r>
        <w:t xml:space="preserve">Symbolic links in Linux are like shortcuts in Windows. There are two types of links in Linux: symbolic links and hard links. The difference between symbolic links and a hard links is that a symbolic link file points to the filename of another file and a hard link file points to the contents of another file. Create two files by using echo: </w:t>
      </w:r>
    </w:p>
    <w:p w14:paraId="08FD1C2E" w14:textId="77777777" w:rsidR="009E5F9D" w:rsidRDefault="009E5F9D" w:rsidP="009E5F9D">
      <w:pPr>
        <w:pStyle w:val="CMD"/>
        <w:rPr>
          <w:b/>
        </w:rPr>
      </w:pPr>
      <w:r w:rsidRPr="005B772E">
        <w:lastRenderedPageBreak/>
        <w:t>[</w:t>
      </w:r>
      <w:proofErr w:type="spellStart"/>
      <w:r w:rsidRPr="005B772E">
        <w:t>analyst@secOps</w:t>
      </w:r>
      <w:proofErr w:type="spellEnd"/>
      <w:r w:rsidRPr="005B772E">
        <w:t xml:space="preserve"> ~]$ </w:t>
      </w:r>
      <w:r>
        <w:rPr>
          <w:b/>
        </w:rPr>
        <w:t>echo "symbolic" &gt; file1.txt</w:t>
      </w:r>
    </w:p>
    <w:p w14:paraId="712EB978" w14:textId="77777777" w:rsidR="009E5F9D" w:rsidRDefault="009E5F9D" w:rsidP="009E5F9D">
      <w:pPr>
        <w:pStyle w:val="CMD"/>
      </w:pPr>
      <w:r>
        <w:t>[</w:t>
      </w:r>
      <w:proofErr w:type="spellStart"/>
      <w:r w:rsidRPr="005B772E">
        <w:t>analyst@secOps</w:t>
      </w:r>
      <w:proofErr w:type="spellEnd"/>
      <w:r w:rsidRPr="005B772E">
        <w:t xml:space="preserve"> ~]$ </w:t>
      </w:r>
      <w:r w:rsidRPr="00A95194">
        <w:rPr>
          <w:b/>
        </w:rPr>
        <w:t>cat file1.txt</w:t>
      </w:r>
    </w:p>
    <w:p w14:paraId="288E299B" w14:textId="77777777" w:rsidR="009E5F9D" w:rsidRDefault="009E5F9D" w:rsidP="009E5F9D">
      <w:pPr>
        <w:pStyle w:val="CMDOutput"/>
        <w:rPr>
          <w:b/>
        </w:rPr>
      </w:pPr>
      <w:r w:rsidRPr="00B20A2B">
        <w:t>symbolic</w:t>
      </w:r>
    </w:p>
    <w:p w14:paraId="70DEE045" w14:textId="77777777" w:rsidR="009E5F9D" w:rsidRDefault="009E5F9D" w:rsidP="009E5F9D">
      <w:pPr>
        <w:pStyle w:val="CMD"/>
        <w:rPr>
          <w:b/>
        </w:rPr>
      </w:pPr>
      <w:r>
        <w:t>[</w:t>
      </w:r>
      <w:proofErr w:type="spellStart"/>
      <w:r w:rsidRPr="005B772E">
        <w:t>analyst@secOps</w:t>
      </w:r>
      <w:proofErr w:type="spellEnd"/>
      <w:r w:rsidRPr="005B772E">
        <w:t xml:space="preserve"> ~]$ </w:t>
      </w:r>
      <w:r>
        <w:rPr>
          <w:b/>
        </w:rPr>
        <w:t>echo "hard" &gt; file2.txt</w:t>
      </w:r>
    </w:p>
    <w:p w14:paraId="314EA36A" w14:textId="77777777" w:rsidR="009E5F9D" w:rsidRDefault="009E5F9D" w:rsidP="009E5F9D">
      <w:pPr>
        <w:pStyle w:val="CMD"/>
      </w:pPr>
      <w:r>
        <w:t>[</w:t>
      </w:r>
      <w:proofErr w:type="spellStart"/>
      <w:r w:rsidRPr="005B772E">
        <w:t>analyst@secOps</w:t>
      </w:r>
      <w:proofErr w:type="spellEnd"/>
      <w:r w:rsidRPr="005B772E">
        <w:t xml:space="preserve"> ~]$ </w:t>
      </w:r>
      <w:r w:rsidRPr="00A95194">
        <w:rPr>
          <w:b/>
        </w:rPr>
        <w:t>cat</w:t>
      </w:r>
      <w:r>
        <w:rPr>
          <w:b/>
        </w:rPr>
        <w:t xml:space="preserve"> file2</w:t>
      </w:r>
      <w:r w:rsidRPr="00A9384B">
        <w:rPr>
          <w:b/>
        </w:rPr>
        <w:t>.txt</w:t>
      </w:r>
    </w:p>
    <w:p w14:paraId="30DFE629" w14:textId="77777777" w:rsidR="009E5F9D" w:rsidRDefault="009E5F9D" w:rsidP="009E5F9D">
      <w:pPr>
        <w:pStyle w:val="CMDOutput"/>
        <w:rPr>
          <w:b/>
        </w:rPr>
      </w:pPr>
      <w:r>
        <w:t>hard</w:t>
      </w:r>
    </w:p>
    <w:p w14:paraId="188D85C5" w14:textId="77777777" w:rsidR="009E5F9D" w:rsidRDefault="009E5F9D" w:rsidP="009E5F9D">
      <w:pPr>
        <w:pStyle w:val="SubStepAlpha"/>
      </w:pPr>
      <w:r>
        <w:t xml:space="preserve">Use </w:t>
      </w:r>
      <w:r w:rsidRPr="00B20A2B">
        <w:rPr>
          <w:b/>
        </w:rPr>
        <w:t>ln –s</w:t>
      </w:r>
      <w:r>
        <w:t xml:space="preserve"> to create a symbolic link to file1.txt, and </w:t>
      </w:r>
      <w:r w:rsidRPr="00B20A2B">
        <w:rPr>
          <w:b/>
        </w:rPr>
        <w:t>ln</w:t>
      </w:r>
      <w:r>
        <w:t xml:space="preserve"> to create a hard link to file2.txt:</w:t>
      </w:r>
    </w:p>
    <w:p w14:paraId="08518600" w14:textId="77777777" w:rsidR="009E5F9D" w:rsidRPr="004745C5" w:rsidRDefault="009E5F9D" w:rsidP="009E5F9D">
      <w:pPr>
        <w:pStyle w:val="CMD"/>
      </w:pPr>
      <w:r w:rsidRPr="004745C5">
        <w:t>[</w:t>
      </w:r>
      <w:proofErr w:type="spellStart"/>
      <w:r w:rsidRPr="004745C5">
        <w:t>analyst@secOps</w:t>
      </w:r>
      <w:proofErr w:type="spellEnd"/>
      <w:r w:rsidRPr="004745C5">
        <w:t xml:space="preserve"> ~]$ </w:t>
      </w:r>
      <w:r>
        <w:rPr>
          <w:b/>
        </w:rPr>
        <w:t>ln –s file1.txt file1symbolic</w:t>
      </w:r>
    </w:p>
    <w:p w14:paraId="3A8E60A7" w14:textId="77777777" w:rsidR="009E5F9D" w:rsidRDefault="009E5F9D" w:rsidP="009E5F9D">
      <w:pPr>
        <w:pStyle w:val="CMD"/>
        <w:rPr>
          <w:b/>
        </w:rPr>
      </w:pPr>
      <w:r>
        <w:t>[</w:t>
      </w:r>
      <w:proofErr w:type="spellStart"/>
      <w:r>
        <w:t>analyst@secOps</w:t>
      </w:r>
      <w:proofErr w:type="spellEnd"/>
      <w:r>
        <w:t xml:space="preserve"> ~</w:t>
      </w:r>
      <w:r w:rsidRPr="004745C5">
        <w:t xml:space="preserve">]$ </w:t>
      </w:r>
      <w:r>
        <w:rPr>
          <w:b/>
        </w:rPr>
        <w:t>ln file2.txt file2hard</w:t>
      </w:r>
    </w:p>
    <w:p w14:paraId="031EB86B" w14:textId="77777777" w:rsidR="009E5F9D" w:rsidRDefault="009E5F9D" w:rsidP="009E5F9D">
      <w:pPr>
        <w:pStyle w:val="SubStepAlpha"/>
      </w:pPr>
      <w:r>
        <w:t>Use the ls –l command and examine the directory listing:</w:t>
      </w:r>
    </w:p>
    <w:p w14:paraId="4C959ADD" w14:textId="77777777" w:rsidR="009E5F9D" w:rsidRDefault="009E5F9D" w:rsidP="009E5F9D">
      <w:pPr>
        <w:pStyle w:val="CMD"/>
        <w:rPr>
          <w:b/>
        </w:rPr>
      </w:pPr>
      <w:r>
        <w:t>[</w:t>
      </w:r>
      <w:proofErr w:type="spellStart"/>
      <w:r>
        <w:t>analyst@secOps</w:t>
      </w:r>
      <w:proofErr w:type="spellEnd"/>
      <w:r>
        <w:t xml:space="preserve"> ~</w:t>
      </w:r>
      <w:r w:rsidRPr="004745C5">
        <w:t xml:space="preserve">]$ </w:t>
      </w:r>
      <w:r>
        <w:rPr>
          <w:b/>
        </w:rPr>
        <w:t>ls -l</w:t>
      </w:r>
    </w:p>
    <w:p w14:paraId="226300C2" w14:textId="77777777" w:rsidR="009E5F9D" w:rsidRDefault="009E5F9D" w:rsidP="009E5F9D">
      <w:pPr>
        <w:pStyle w:val="CMDOutput"/>
      </w:pPr>
      <w:r>
        <w:t>total 40</w:t>
      </w:r>
    </w:p>
    <w:p w14:paraId="4B20CF3E" w14:textId="77777777" w:rsidR="009E5F9D" w:rsidRDefault="009E5F9D" w:rsidP="009E5F9D">
      <w:pPr>
        <w:pStyle w:val="CMDOutput"/>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Aug 16 15:15 cyops_folder2</w:t>
      </w:r>
    </w:p>
    <w:p w14:paraId="44BB6347" w14:textId="77777777" w:rsidR="009E5F9D" w:rsidRDefault="009E5F9D" w:rsidP="009E5F9D">
      <w:pPr>
        <w:pStyle w:val="CMDOutput"/>
      </w:pPr>
      <w:proofErr w:type="spellStart"/>
      <w:r>
        <w:t>drwxr</w:t>
      </w:r>
      <w:proofErr w:type="spellEnd"/>
      <w:r>
        <w:t>-</w:t>
      </w:r>
      <w:proofErr w:type="spellStart"/>
      <w:r>
        <w:t>xr-x</w:t>
      </w:r>
      <w:proofErr w:type="spellEnd"/>
      <w:r>
        <w:t xml:space="preserve"> 2 analyst </w:t>
      </w:r>
      <w:proofErr w:type="spellStart"/>
      <w:r>
        <w:t>analyst</w:t>
      </w:r>
      <w:proofErr w:type="spellEnd"/>
      <w:r>
        <w:t xml:space="preserve"> 4096 Sep 26  2014 Desktop</w:t>
      </w:r>
    </w:p>
    <w:p w14:paraId="63DC67E4" w14:textId="77777777" w:rsidR="009E5F9D" w:rsidRDefault="009E5F9D" w:rsidP="009E5F9D">
      <w:pPr>
        <w:pStyle w:val="CMDOutput"/>
      </w:pPr>
      <w:proofErr w:type="spellStart"/>
      <w:r>
        <w:t>drwx</w:t>
      </w:r>
      <w:proofErr w:type="spellEnd"/>
      <w:r>
        <w:t xml:space="preserve">------ 3 analyst </w:t>
      </w:r>
      <w:proofErr w:type="spellStart"/>
      <w:r>
        <w:t>analyst</w:t>
      </w:r>
      <w:proofErr w:type="spellEnd"/>
      <w:r>
        <w:t xml:space="preserve"> 4096 Jul 14 11:28 Downloads</w:t>
      </w:r>
    </w:p>
    <w:p w14:paraId="198A9283" w14:textId="77777777" w:rsidR="009E5F9D" w:rsidRPr="00AB4407" w:rsidRDefault="009E5F9D" w:rsidP="009E5F9D">
      <w:pPr>
        <w:pStyle w:val="CMDOutput"/>
        <w:rPr>
          <w:highlight w:val="yellow"/>
        </w:rPr>
      </w:pPr>
      <w:proofErr w:type="spellStart"/>
      <w:r w:rsidRPr="00AB4407">
        <w:rPr>
          <w:highlight w:val="yellow"/>
        </w:rPr>
        <w:t>lrwxrwxrwx</w:t>
      </w:r>
      <w:proofErr w:type="spellEnd"/>
      <w:r w:rsidRPr="00AB4407">
        <w:rPr>
          <w:highlight w:val="yellow"/>
        </w:rPr>
        <w:t xml:space="preserve"> 1 analyst </w:t>
      </w:r>
      <w:proofErr w:type="spellStart"/>
      <w:r w:rsidRPr="00AB4407">
        <w:rPr>
          <w:highlight w:val="yellow"/>
        </w:rPr>
        <w:t>analyst</w:t>
      </w:r>
      <w:proofErr w:type="spellEnd"/>
      <w:r w:rsidRPr="00AB4407">
        <w:rPr>
          <w:highlight w:val="yellow"/>
        </w:rPr>
        <w:t xml:space="preserve">    9 Aug 17 16:43 file1symbolic -&gt; file1.txt</w:t>
      </w:r>
    </w:p>
    <w:p w14:paraId="742368A7" w14:textId="77777777" w:rsidR="009E5F9D" w:rsidRPr="00AB4407" w:rsidRDefault="009E5F9D" w:rsidP="009E5F9D">
      <w:pPr>
        <w:pStyle w:val="CMDOutput"/>
        <w:rPr>
          <w:highlight w:val="yellow"/>
        </w:rPr>
      </w:pPr>
      <w:r w:rsidRPr="00AB4407">
        <w:rPr>
          <w:highlight w:val="yellow"/>
        </w:rPr>
        <w:t>-</w:t>
      </w:r>
      <w:proofErr w:type="spellStart"/>
      <w:r w:rsidRPr="00AB4407">
        <w:rPr>
          <w:highlight w:val="yellow"/>
        </w:rPr>
        <w:t>rw</w:t>
      </w:r>
      <w:proofErr w:type="spellEnd"/>
      <w:r w:rsidRPr="00AB4407">
        <w:rPr>
          <w:highlight w:val="yellow"/>
        </w:rPr>
        <w:t xml:space="preserve">-r--r-- 1 analyst </w:t>
      </w:r>
      <w:proofErr w:type="spellStart"/>
      <w:r w:rsidRPr="00AB4407">
        <w:rPr>
          <w:highlight w:val="yellow"/>
        </w:rPr>
        <w:t>analyst</w:t>
      </w:r>
      <w:proofErr w:type="spellEnd"/>
      <w:r w:rsidRPr="00AB4407">
        <w:rPr>
          <w:highlight w:val="yellow"/>
        </w:rPr>
        <w:t xml:space="preserve">    9 Aug 17 16:41 file1.txt</w:t>
      </w:r>
    </w:p>
    <w:p w14:paraId="0D72D04C" w14:textId="77777777" w:rsidR="009E5F9D" w:rsidRPr="00AB4407" w:rsidRDefault="009E5F9D" w:rsidP="009E5F9D">
      <w:pPr>
        <w:pStyle w:val="CMDOutput"/>
        <w:rPr>
          <w:highlight w:val="yellow"/>
        </w:rPr>
      </w:pPr>
      <w:r w:rsidRPr="00AB4407">
        <w:rPr>
          <w:highlight w:val="yellow"/>
        </w:rPr>
        <w:t>-</w:t>
      </w:r>
      <w:proofErr w:type="spellStart"/>
      <w:r w:rsidRPr="00AB4407">
        <w:rPr>
          <w:highlight w:val="yellow"/>
        </w:rPr>
        <w:t>rw</w:t>
      </w:r>
      <w:proofErr w:type="spellEnd"/>
      <w:r w:rsidRPr="00AB4407">
        <w:rPr>
          <w:highlight w:val="yellow"/>
        </w:rPr>
        <w:t xml:space="preserve">-r--r-- 2 analyst </w:t>
      </w:r>
      <w:proofErr w:type="spellStart"/>
      <w:r w:rsidRPr="00AB4407">
        <w:rPr>
          <w:highlight w:val="yellow"/>
        </w:rPr>
        <w:t>analyst</w:t>
      </w:r>
      <w:proofErr w:type="spellEnd"/>
      <w:r w:rsidRPr="00AB4407">
        <w:rPr>
          <w:highlight w:val="yellow"/>
        </w:rPr>
        <w:t xml:space="preserve">    5 Aug 17 16:42 file2hard</w:t>
      </w:r>
    </w:p>
    <w:p w14:paraId="08ADB061" w14:textId="77777777" w:rsidR="009E5F9D" w:rsidRDefault="009E5F9D" w:rsidP="009E5F9D">
      <w:pPr>
        <w:pStyle w:val="CMDOutput"/>
      </w:pPr>
      <w:r w:rsidRPr="00AB4407">
        <w:rPr>
          <w:highlight w:val="yellow"/>
        </w:rPr>
        <w:t>-</w:t>
      </w:r>
      <w:proofErr w:type="spellStart"/>
      <w:r w:rsidRPr="00AB4407">
        <w:rPr>
          <w:highlight w:val="yellow"/>
        </w:rPr>
        <w:t>rw</w:t>
      </w:r>
      <w:proofErr w:type="spellEnd"/>
      <w:r w:rsidRPr="00AB4407">
        <w:rPr>
          <w:highlight w:val="yellow"/>
        </w:rPr>
        <w:t xml:space="preserve">-r--r-- 2 analyst </w:t>
      </w:r>
      <w:proofErr w:type="spellStart"/>
      <w:r w:rsidRPr="00AB4407">
        <w:rPr>
          <w:highlight w:val="yellow"/>
        </w:rPr>
        <w:t>analyst</w:t>
      </w:r>
      <w:proofErr w:type="spellEnd"/>
      <w:r w:rsidRPr="00AB4407">
        <w:rPr>
          <w:highlight w:val="yellow"/>
        </w:rPr>
        <w:t xml:space="preserve">    5 Aug 17 16:42 file2.txt</w:t>
      </w:r>
    </w:p>
    <w:p w14:paraId="0A5438A2" w14:textId="77777777" w:rsidR="009E5F9D" w:rsidRDefault="009E5F9D" w:rsidP="009E5F9D">
      <w:pPr>
        <w:pStyle w:val="CMDOutput"/>
      </w:pPr>
      <w:proofErr w:type="spellStart"/>
      <w:r>
        <w:t>drwxr</w:t>
      </w:r>
      <w:proofErr w:type="spellEnd"/>
      <w:r>
        <w:t>-</w:t>
      </w:r>
      <w:proofErr w:type="spellStart"/>
      <w:r>
        <w:t>xr-x</w:t>
      </w:r>
      <w:proofErr w:type="spellEnd"/>
      <w:r>
        <w:t xml:space="preserve"> 9 analyst </w:t>
      </w:r>
      <w:proofErr w:type="spellStart"/>
      <w:r>
        <w:t>analyst</w:t>
      </w:r>
      <w:proofErr w:type="spellEnd"/>
      <w:r>
        <w:t xml:space="preserve"> 4096 Jul 25 16:27 </w:t>
      </w:r>
      <w:proofErr w:type="spellStart"/>
      <w:r>
        <w:t>lab.support.files</w:t>
      </w:r>
      <w:proofErr w:type="spellEnd"/>
    </w:p>
    <w:p w14:paraId="5C0D4597" w14:textId="77777777" w:rsidR="009E5F9D" w:rsidRDefault="009E5F9D" w:rsidP="009E5F9D">
      <w:pPr>
        <w:pStyle w:val="CMDOutput"/>
      </w:pPr>
      <w:proofErr w:type="spellStart"/>
      <w:r>
        <w:t>drwxr</w:t>
      </w:r>
      <w:proofErr w:type="spellEnd"/>
      <w:r>
        <w:t>-</w:t>
      </w:r>
      <w:proofErr w:type="spellStart"/>
      <w:r>
        <w:t>xr-x</w:t>
      </w:r>
      <w:proofErr w:type="spellEnd"/>
      <w:r>
        <w:t xml:space="preserve"> 3 analyst </w:t>
      </w:r>
      <w:proofErr w:type="spellStart"/>
      <w:r>
        <w:t>analyst</w:t>
      </w:r>
      <w:proofErr w:type="spellEnd"/>
      <w:r>
        <w:t xml:space="preserve"> 4096 Mar  3 18:23 </w:t>
      </w:r>
      <w:proofErr w:type="spellStart"/>
      <w:r>
        <w:t>second_drive</w:t>
      </w:r>
      <w:proofErr w:type="spellEnd"/>
    </w:p>
    <w:p w14:paraId="0433882D" w14:textId="77777777" w:rsidR="009E5F9D" w:rsidRDefault="009E5F9D" w:rsidP="009E5F9D">
      <w:pPr>
        <w:pStyle w:val="CMDOutput"/>
      </w:pPr>
      <w:r>
        <w:t>-</w:t>
      </w:r>
      <w:proofErr w:type="spellStart"/>
      <w:r>
        <w:t>rw</w:t>
      </w:r>
      <w:proofErr w:type="spellEnd"/>
      <w:r>
        <w:t xml:space="preserve">-r--r-- 1 analyst </w:t>
      </w:r>
      <w:proofErr w:type="spellStart"/>
      <w:r>
        <w:t>analyst</w:t>
      </w:r>
      <w:proofErr w:type="spellEnd"/>
      <w:r>
        <w:t xml:space="preserve">  142 Aug 16 15:11 some_text_file.txt</w:t>
      </w:r>
    </w:p>
    <w:p w14:paraId="47FBE36A" w14:textId="77777777" w:rsidR="009E5F9D" w:rsidRDefault="009E5F9D" w:rsidP="009E5F9D">
      <w:pPr>
        <w:pStyle w:val="CMDOutput"/>
      </w:pPr>
      <w:r>
        <w:t>-</w:t>
      </w:r>
      <w:proofErr w:type="spellStart"/>
      <w:r>
        <w:t>rw</w:t>
      </w:r>
      <w:proofErr w:type="spellEnd"/>
      <w:r>
        <w:t xml:space="preserve">-r--r-- 1 analyst </w:t>
      </w:r>
      <w:proofErr w:type="spellStart"/>
      <w:r>
        <w:t>analyst</w:t>
      </w:r>
      <w:proofErr w:type="spellEnd"/>
      <w:r>
        <w:t xml:space="preserve">  254 Aug 16 13:38 space.txt</w:t>
      </w:r>
    </w:p>
    <w:p w14:paraId="255034C6" w14:textId="77777777" w:rsidR="009E5F9D" w:rsidRDefault="009E5F9D" w:rsidP="009E5F9D">
      <w:pPr>
        <w:pStyle w:val="SubStepAlpha"/>
        <w:numPr>
          <w:ilvl w:val="0"/>
          <w:numId w:val="0"/>
        </w:numPr>
        <w:ind w:left="720"/>
      </w:pPr>
      <w:r>
        <w:t xml:space="preserve">Notice how the file </w:t>
      </w:r>
      <w:r w:rsidRPr="00B20A2B">
        <w:rPr>
          <w:b/>
        </w:rPr>
        <w:t>file1symbolic</w:t>
      </w:r>
      <w:r>
        <w:t xml:space="preserve"> is a symbolic link with an </w:t>
      </w:r>
      <w:r w:rsidRPr="001C68B8">
        <w:rPr>
          <w:b/>
        </w:rPr>
        <w:t>l</w:t>
      </w:r>
      <w:r>
        <w:t xml:space="preserve"> at the beginning of the line and a pointer -&gt; to </w:t>
      </w:r>
      <w:r w:rsidRPr="00B20A2B">
        <w:rPr>
          <w:b/>
        </w:rPr>
        <w:t>file1.txt</w:t>
      </w:r>
      <w:r>
        <w:t xml:space="preserve">. The </w:t>
      </w:r>
      <w:r w:rsidRPr="00B20A2B">
        <w:rPr>
          <w:b/>
        </w:rPr>
        <w:t>file2hard</w:t>
      </w:r>
      <w:r>
        <w:t xml:space="preserve"> appears to be a regular file, because in fact it is a regular file that happens to point to the same </w:t>
      </w:r>
      <w:proofErr w:type="spellStart"/>
      <w:r>
        <w:t>inode</w:t>
      </w:r>
      <w:proofErr w:type="spellEnd"/>
      <w:r>
        <w:t xml:space="preserve"> on the hard disk drive as </w:t>
      </w:r>
      <w:r w:rsidRPr="001C68B8">
        <w:rPr>
          <w:b/>
        </w:rPr>
        <w:t>file2.txt</w:t>
      </w:r>
      <w:r>
        <w:t xml:space="preserve">. In other words, </w:t>
      </w:r>
      <w:r w:rsidRPr="001C68B8">
        <w:rPr>
          <w:b/>
        </w:rPr>
        <w:t>file2hard</w:t>
      </w:r>
      <w:r>
        <w:t xml:space="preserve"> points to the same attributes and disk block location as </w:t>
      </w:r>
      <w:r w:rsidRPr="001C68B8">
        <w:rPr>
          <w:b/>
        </w:rPr>
        <w:t>file2.txt</w:t>
      </w:r>
      <w:r>
        <w:t xml:space="preserve">. The number 2 in the fifth column of the listing for </w:t>
      </w:r>
      <w:r w:rsidRPr="00684B16">
        <w:rPr>
          <w:b/>
          <w:bCs/>
        </w:rPr>
        <w:t>file2hard</w:t>
      </w:r>
      <w:r>
        <w:t xml:space="preserve"> and </w:t>
      </w:r>
      <w:r w:rsidRPr="00684B16">
        <w:rPr>
          <w:b/>
          <w:bCs/>
        </w:rPr>
        <w:t>file2.txt</w:t>
      </w:r>
      <w:r>
        <w:t xml:space="preserve"> indicates that there are 2 files hard linked to the same </w:t>
      </w:r>
      <w:proofErr w:type="spellStart"/>
      <w:r>
        <w:t>inode</w:t>
      </w:r>
      <w:proofErr w:type="spellEnd"/>
      <w:r>
        <w:t>. For a directory listing the fifth column indicates the number of directories within the directory including hidden folders.</w:t>
      </w:r>
    </w:p>
    <w:p w14:paraId="11054C8D" w14:textId="77777777" w:rsidR="009E5F9D" w:rsidRDefault="009E5F9D" w:rsidP="009E5F9D">
      <w:pPr>
        <w:pStyle w:val="SubStepAlpha"/>
        <w:ind w:left="360"/>
      </w:pPr>
      <w:r>
        <w:t>Change the names of the original files: file1.txt and file2.txt, and notice how it effects the linked files.</w:t>
      </w:r>
    </w:p>
    <w:p w14:paraId="13566EAE" w14:textId="77777777" w:rsidR="009E5F9D" w:rsidRPr="004745C5" w:rsidRDefault="009E5F9D" w:rsidP="009E5F9D">
      <w:pPr>
        <w:pStyle w:val="CMD"/>
      </w:pPr>
      <w:r>
        <w:t>[</w:t>
      </w:r>
      <w:proofErr w:type="spellStart"/>
      <w:r w:rsidRPr="004745C5">
        <w:t>analyst@secOps</w:t>
      </w:r>
      <w:proofErr w:type="spellEnd"/>
      <w:r w:rsidRPr="004745C5">
        <w:t xml:space="preserve"> ~]$ </w:t>
      </w:r>
      <w:r>
        <w:rPr>
          <w:b/>
        </w:rPr>
        <w:t>mv file1.txt file1new.txt</w:t>
      </w:r>
    </w:p>
    <w:p w14:paraId="75E0B830" w14:textId="77777777" w:rsidR="009E5F9D" w:rsidRDefault="009E5F9D" w:rsidP="009E5F9D">
      <w:pPr>
        <w:pStyle w:val="CMD"/>
        <w:rPr>
          <w:b/>
        </w:rPr>
      </w:pPr>
      <w:r>
        <w:t>[</w:t>
      </w:r>
      <w:proofErr w:type="spellStart"/>
      <w:r>
        <w:t>analyst@secOps</w:t>
      </w:r>
      <w:proofErr w:type="spellEnd"/>
      <w:r>
        <w:t xml:space="preserve"> ~</w:t>
      </w:r>
      <w:r w:rsidRPr="004745C5">
        <w:t xml:space="preserve">]$ </w:t>
      </w:r>
      <w:r>
        <w:rPr>
          <w:b/>
        </w:rPr>
        <w:t>mv file2.txt file2new.txt</w:t>
      </w:r>
    </w:p>
    <w:p w14:paraId="4907055E" w14:textId="77777777" w:rsidR="009E5F9D" w:rsidRDefault="009E5F9D" w:rsidP="009E5F9D">
      <w:pPr>
        <w:pStyle w:val="CMD"/>
        <w:rPr>
          <w:b/>
        </w:rPr>
      </w:pPr>
    </w:p>
    <w:p w14:paraId="2D65D1C6" w14:textId="77777777" w:rsidR="009E5F9D" w:rsidRDefault="009E5F9D" w:rsidP="009E5F9D">
      <w:pPr>
        <w:pStyle w:val="CMD"/>
      </w:pPr>
      <w:r>
        <w:t>[</w:t>
      </w:r>
      <w:proofErr w:type="spellStart"/>
      <w:r w:rsidRPr="004745C5">
        <w:t>analyst@secOps</w:t>
      </w:r>
      <w:proofErr w:type="spellEnd"/>
      <w:r w:rsidRPr="004745C5">
        <w:t xml:space="preserve"> ~]$ </w:t>
      </w:r>
      <w:r>
        <w:rPr>
          <w:b/>
        </w:rPr>
        <w:t>cat file1symbolic</w:t>
      </w:r>
    </w:p>
    <w:p w14:paraId="362D5E9D" w14:textId="77777777" w:rsidR="009E5F9D" w:rsidRDefault="009E5F9D" w:rsidP="009E5F9D">
      <w:pPr>
        <w:pStyle w:val="CMD"/>
      </w:pPr>
      <w:r>
        <w:t>cat: file1symbolic: no such file or directory</w:t>
      </w:r>
    </w:p>
    <w:p w14:paraId="05938408" w14:textId="77777777" w:rsidR="009E5F9D" w:rsidRPr="004745C5" w:rsidRDefault="009E5F9D" w:rsidP="009E5F9D">
      <w:pPr>
        <w:pStyle w:val="CMD"/>
      </w:pPr>
    </w:p>
    <w:p w14:paraId="073CD5F7" w14:textId="77777777" w:rsidR="009E5F9D" w:rsidRPr="00642C89" w:rsidRDefault="009E5F9D" w:rsidP="009E5F9D">
      <w:pPr>
        <w:pStyle w:val="CMD"/>
        <w:rPr>
          <w:b/>
        </w:rPr>
      </w:pPr>
      <w:r>
        <w:t>[</w:t>
      </w:r>
      <w:proofErr w:type="spellStart"/>
      <w:r>
        <w:t>analyst@secOps</w:t>
      </w:r>
      <w:proofErr w:type="spellEnd"/>
      <w:r>
        <w:t xml:space="preserve"> ~</w:t>
      </w:r>
      <w:r w:rsidRPr="004745C5">
        <w:t xml:space="preserve">]$ </w:t>
      </w:r>
      <w:r>
        <w:rPr>
          <w:b/>
        </w:rPr>
        <w:t>cat file2hard</w:t>
      </w:r>
    </w:p>
    <w:p w14:paraId="43E91AE7" w14:textId="77777777" w:rsidR="009E5F9D" w:rsidRDefault="009E5F9D" w:rsidP="009E5F9D">
      <w:pPr>
        <w:pStyle w:val="CMD"/>
        <w:rPr>
          <w:b/>
        </w:rPr>
      </w:pPr>
      <w:r w:rsidRPr="00B20A2B">
        <w:t>hard</w:t>
      </w:r>
    </w:p>
    <w:p w14:paraId="60B9F645" w14:textId="77777777" w:rsidR="009E5F9D" w:rsidRDefault="009E5F9D" w:rsidP="009E5F9D">
      <w:pPr>
        <w:pStyle w:val="SubStepAlpha"/>
        <w:numPr>
          <w:ilvl w:val="0"/>
          <w:numId w:val="0"/>
        </w:numPr>
        <w:ind w:left="720"/>
      </w:pPr>
      <w:r>
        <w:t xml:space="preserve">Notice how </w:t>
      </w:r>
      <w:r w:rsidRPr="00A9384B">
        <w:rPr>
          <w:b/>
        </w:rPr>
        <w:t>file1symbolic</w:t>
      </w:r>
      <w:r>
        <w:t xml:space="preserve"> is now a broken symbolic link because the name of the file that it pointed to </w:t>
      </w:r>
      <w:r w:rsidRPr="00B20A2B">
        <w:rPr>
          <w:b/>
        </w:rPr>
        <w:t>file1.txt</w:t>
      </w:r>
      <w:r>
        <w:t xml:space="preserve"> has changed, but the hard link file </w:t>
      </w:r>
      <w:r w:rsidRPr="00B20A2B">
        <w:rPr>
          <w:b/>
        </w:rPr>
        <w:t>file2hard</w:t>
      </w:r>
      <w:r>
        <w:t xml:space="preserve"> still works correctly because it points to the </w:t>
      </w:r>
      <w:proofErr w:type="spellStart"/>
      <w:r>
        <w:t>inode</w:t>
      </w:r>
      <w:proofErr w:type="spellEnd"/>
      <w:r>
        <w:t xml:space="preserve"> of </w:t>
      </w:r>
      <w:r w:rsidRPr="00B20A2B">
        <w:rPr>
          <w:b/>
        </w:rPr>
        <w:t>file2.txt</w:t>
      </w:r>
      <w:r>
        <w:t xml:space="preserve"> and not its name, which is now </w:t>
      </w:r>
      <w:r w:rsidRPr="00B20A2B">
        <w:rPr>
          <w:b/>
        </w:rPr>
        <w:t>file2new.txt</w:t>
      </w:r>
      <w:r>
        <w:t>.</w:t>
      </w:r>
    </w:p>
    <w:p w14:paraId="610DFB3C" w14:textId="77777777" w:rsidR="00353F78" w:rsidRDefault="00353F78" w:rsidP="00353F78">
      <w:pPr>
        <w:pStyle w:val="Heading4"/>
      </w:pPr>
      <w:r>
        <w:t>Question:</w:t>
      </w:r>
    </w:p>
    <w:p w14:paraId="5929938D" w14:textId="0051E6C0" w:rsidR="009E5F9D" w:rsidRDefault="009E5F9D" w:rsidP="00353F78">
      <w:pPr>
        <w:pStyle w:val="SubStepAlpha"/>
        <w:numPr>
          <w:ilvl w:val="0"/>
          <w:numId w:val="0"/>
        </w:numPr>
        <w:spacing w:before="0"/>
        <w:ind w:left="720"/>
      </w:pPr>
      <w:r>
        <w:t xml:space="preserve">What do you think would happen to </w:t>
      </w:r>
      <w:r w:rsidRPr="00B20A2B">
        <w:rPr>
          <w:b/>
        </w:rPr>
        <w:t>file2hard</w:t>
      </w:r>
      <w:r>
        <w:t xml:space="preserve"> if you opened a text editor and changed the text in </w:t>
      </w:r>
      <w:r w:rsidRPr="00B20A2B">
        <w:rPr>
          <w:b/>
        </w:rPr>
        <w:t>file2new.txt</w:t>
      </w:r>
      <w:r>
        <w:t>?</w:t>
      </w:r>
    </w:p>
    <w:p w14:paraId="0155B2B5" w14:textId="628F2FB9" w:rsidR="009E5F9D" w:rsidRDefault="00353F78" w:rsidP="00353F78">
      <w:pPr>
        <w:pStyle w:val="AnswerLineL50"/>
      </w:pPr>
      <w:r>
        <w:t>Type your answers here.</w:t>
      </w:r>
    </w:p>
    <w:p w14:paraId="4FB57AFB" w14:textId="77777777" w:rsidR="009E5F9D" w:rsidRPr="00DA699B" w:rsidRDefault="009E5F9D" w:rsidP="009E5F9D">
      <w:pPr>
        <w:pStyle w:val="BodyTextL50"/>
      </w:pPr>
      <w:r>
        <w:rPr>
          <w:rStyle w:val="AnswerGray"/>
        </w:rPr>
        <w:lastRenderedPageBreak/>
        <w:t xml:space="preserve">Changing the contents of one file would change the contents of the other because they both point to the same </w:t>
      </w:r>
      <w:proofErr w:type="spellStart"/>
      <w:r>
        <w:rPr>
          <w:rStyle w:val="AnswerGray"/>
        </w:rPr>
        <w:t>inode</w:t>
      </w:r>
      <w:proofErr w:type="spellEnd"/>
      <w:r>
        <w:rPr>
          <w:rStyle w:val="AnswerGray"/>
        </w:rPr>
        <w:t xml:space="preserve"> on the hard disk drive.</w:t>
      </w:r>
    </w:p>
    <w:p w14:paraId="003BD5FE" w14:textId="77777777" w:rsidR="009E5F9D" w:rsidRDefault="009E5F9D" w:rsidP="009E5F9D">
      <w:pPr>
        <w:pStyle w:val="Heading1"/>
        <w:numPr>
          <w:ilvl w:val="0"/>
          <w:numId w:val="3"/>
        </w:numPr>
      </w:pPr>
      <w:r>
        <w:t>Reflection</w:t>
      </w:r>
    </w:p>
    <w:p w14:paraId="128D11F2" w14:textId="77777777" w:rsidR="009E5F9D" w:rsidRPr="00727150" w:rsidRDefault="009E5F9D" w:rsidP="009E5F9D">
      <w:pPr>
        <w:pStyle w:val="BodyTextL25"/>
        <w:rPr>
          <w:rStyle w:val="AnswerGray"/>
        </w:rPr>
      </w:pPr>
      <w:r>
        <w:t>File permissions and ownership are two of the most important aspects of Linux. They are also a common cause of problems. A file that has the wrong permissions or ownership set will not be available to the programs that need to access it. In this scenario, the program will usually break and errors will be encountered.</w:t>
      </w:r>
    </w:p>
    <w:p w14:paraId="038BA47A" w14:textId="6E7ECC43" w:rsidR="00C162C0" w:rsidRPr="009E5F9D" w:rsidRDefault="009E5F9D" w:rsidP="009E5F9D">
      <w:pPr>
        <w:pStyle w:val="ConfigWindow"/>
      </w:pPr>
      <w:r w:rsidRPr="009E5F9D">
        <w:t>End of document</w:t>
      </w:r>
    </w:p>
    <w:sectPr w:rsidR="00C162C0" w:rsidRPr="009E5F9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0A09B" w14:textId="77777777" w:rsidR="0016236C" w:rsidRDefault="0016236C" w:rsidP="00710659">
      <w:pPr>
        <w:spacing w:after="0" w:line="240" w:lineRule="auto"/>
      </w:pPr>
      <w:r>
        <w:separator/>
      </w:r>
    </w:p>
    <w:p w14:paraId="5A6E1BB8" w14:textId="77777777" w:rsidR="0016236C" w:rsidRDefault="0016236C"/>
  </w:endnote>
  <w:endnote w:type="continuationSeparator" w:id="0">
    <w:p w14:paraId="6B8AB45A" w14:textId="77777777" w:rsidR="0016236C" w:rsidRDefault="0016236C" w:rsidP="00710659">
      <w:pPr>
        <w:spacing w:after="0" w:line="240" w:lineRule="auto"/>
      </w:pPr>
      <w:r>
        <w:continuationSeparator/>
      </w:r>
    </w:p>
    <w:p w14:paraId="4335CE3E" w14:textId="77777777" w:rsidR="0016236C" w:rsidRDefault="00162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28602" w14:textId="7E06B41C" w:rsidR="0040255C" w:rsidRPr="00882B63" w:rsidRDefault="0040255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20FB9">
          <w:t>2017</w:t>
        </w:r>
      </w:sdtContent>
    </w:sdt>
    <w:r>
      <w:t xml:space="preserve"> - </w:t>
    </w:r>
    <w:r>
      <w:fldChar w:fldCharType="begin"/>
    </w:r>
    <w:r>
      <w:instrText xml:space="preserve"> SAVEDATE  \@ "yyyy"  \* MERGEFORMAT </w:instrText>
    </w:r>
    <w:r>
      <w:fldChar w:fldCharType="separate"/>
    </w:r>
    <w:r w:rsidR="00242AD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6EDE7" w14:textId="016A348B" w:rsidR="0040255C" w:rsidRPr="00882B63" w:rsidRDefault="0040255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20FB9">
          <w:t>2017</w:t>
        </w:r>
      </w:sdtContent>
    </w:sdt>
    <w:r>
      <w:t xml:space="preserve"> - </w:t>
    </w:r>
    <w:r>
      <w:fldChar w:fldCharType="begin"/>
    </w:r>
    <w:r>
      <w:instrText xml:space="preserve"> SAVEDATE  \@ "yyyy"  \* MERGEFORMAT </w:instrText>
    </w:r>
    <w:r>
      <w:fldChar w:fldCharType="separate"/>
    </w:r>
    <w:r w:rsidR="00242AD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D22EE" w14:textId="77777777" w:rsidR="0016236C" w:rsidRDefault="0016236C" w:rsidP="00710659">
      <w:pPr>
        <w:spacing w:after="0" w:line="240" w:lineRule="auto"/>
      </w:pPr>
      <w:r>
        <w:separator/>
      </w:r>
    </w:p>
    <w:p w14:paraId="4891C606" w14:textId="77777777" w:rsidR="0016236C" w:rsidRDefault="0016236C"/>
  </w:footnote>
  <w:footnote w:type="continuationSeparator" w:id="0">
    <w:p w14:paraId="4CCFEBC1" w14:textId="77777777" w:rsidR="0016236C" w:rsidRDefault="0016236C" w:rsidP="00710659">
      <w:pPr>
        <w:spacing w:after="0" w:line="240" w:lineRule="auto"/>
      </w:pPr>
      <w:r>
        <w:continuationSeparator/>
      </w:r>
    </w:p>
    <w:p w14:paraId="5F943968" w14:textId="77777777" w:rsidR="0016236C" w:rsidRDefault="001623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E9BB12CD544A4821AB54472BD440EE68"/>
      </w:placeholder>
      <w:dataBinding w:prefixMappings="xmlns:ns0='http://purl.org/dc/elements/1.1/' xmlns:ns1='http://schemas.openxmlformats.org/package/2006/metadata/core-properties' " w:xpath="/ns1:coreProperties[1]/ns0:title[1]" w:storeItemID="{6C3C8BC8-F283-45AE-878A-BAB7291924A1}"/>
      <w:text/>
    </w:sdtPr>
    <w:sdtEndPr/>
    <w:sdtContent>
      <w:p w14:paraId="0DA6BB84" w14:textId="77777777" w:rsidR="0040255C" w:rsidRDefault="0040255C" w:rsidP="008402F2">
        <w:pPr>
          <w:pStyle w:val="PageHead"/>
        </w:pPr>
        <w:r>
          <w:t>Lab - Navigating the Linux Filesystem and Permission Settings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10CAD" w14:textId="77777777" w:rsidR="0040255C" w:rsidRDefault="0040255C" w:rsidP="006C3FCF">
    <w:pPr>
      <w:ind w:left="-288"/>
    </w:pPr>
    <w:r>
      <w:rPr>
        <w:noProof/>
      </w:rPr>
      <w:drawing>
        <wp:inline distT="0" distB="0" distL="0" distR="0" wp14:anchorId="59678AA9" wp14:editId="743F550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lvlText w:val="Part %1:"/>
        <w:lvlJc w:val="left"/>
        <w:pPr>
          <w:tabs>
            <w:tab w:val="num" w:pos="2340"/>
          </w:tabs>
          <w:ind w:left="234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E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36C"/>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E83"/>
    <w:rsid w:val="001F643A"/>
    <w:rsid w:val="001F7DD8"/>
    <w:rsid w:val="00201928"/>
    <w:rsid w:val="00203E26"/>
    <w:rsid w:val="0020449C"/>
    <w:rsid w:val="00206761"/>
    <w:rsid w:val="002113B8"/>
    <w:rsid w:val="00215665"/>
    <w:rsid w:val="002163BB"/>
    <w:rsid w:val="0021792C"/>
    <w:rsid w:val="00220909"/>
    <w:rsid w:val="002240AB"/>
    <w:rsid w:val="00225E37"/>
    <w:rsid w:val="00231DCA"/>
    <w:rsid w:val="00235792"/>
    <w:rsid w:val="00242ADE"/>
    <w:rsid w:val="00242E3A"/>
    <w:rsid w:val="0024446F"/>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C7362"/>
    <w:rsid w:val="002D1FD5"/>
    <w:rsid w:val="002D6C2A"/>
    <w:rsid w:val="002D7A86"/>
    <w:rsid w:val="002F45FF"/>
    <w:rsid w:val="002F66D3"/>
    <w:rsid w:val="002F6D17"/>
    <w:rsid w:val="00302887"/>
    <w:rsid w:val="003056EB"/>
    <w:rsid w:val="003071FF"/>
    <w:rsid w:val="00310652"/>
    <w:rsid w:val="00311065"/>
    <w:rsid w:val="0031371D"/>
    <w:rsid w:val="0031789F"/>
    <w:rsid w:val="00320788"/>
    <w:rsid w:val="00320FB9"/>
    <w:rsid w:val="003233A3"/>
    <w:rsid w:val="00334C33"/>
    <w:rsid w:val="0034218C"/>
    <w:rsid w:val="0034455D"/>
    <w:rsid w:val="0034604B"/>
    <w:rsid w:val="00346D17"/>
    <w:rsid w:val="00347972"/>
    <w:rsid w:val="00353F78"/>
    <w:rsid w:val="0035469B"/>
    <w:rsid w:val="003559CC"/>
    <w:rsid w:val="00355D4B"/>
    <w:rsid w:val="003569D7"/>
    <w:rsid w:val="003608AC"/>
    <w:rsid w:val="00363A23"/>
    <w:rsid w:val="0036440C"/>
    <w:rsid w:val="0036465A"/>
    <w:rsid w:val="0038682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55C"/>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787"/>
    <w:rsid w:val="00516142"/>
    <w:rsid w:val="0051681C"/>
    <w:rsid w:val="00520027"/>
    <w:rsid w:val="0052093C"/>
    <w:rsid w:val="00521B31"/>
    <w:rsid w:val="005221C7"/>
    <w:rsid w:val="00522469"/>
    <w:rsid w:val="0052400A"/>
    <w:rsid w:val="00536277"/>
    <w:rsid w:val="00536F43"/>
    <w:rsid w:val="00537FE0"/>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3EF"/>
    <w:rsid w:val="005A6E62"/>
    <w:rsid w:val="005B2FB3"/>
    <w:rsid w:val="005C6DE5"/>
    <w:rsid w:val="005D2B29"/>
    <w:rsid w:val="005D2DF1"/>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69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F8E"/>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21AC"/>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630C"/>
    <w:rsid w:val="0098155C"/>
    <w:rsid w:val="00981CCA"/>
    <w:rsid w:val="00983B77"/>
    <w:rsid w:val="0099397A"/>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5F9D"/>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C96"/>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38FD"/>
    <w:rsid w:val="00B74716"/>
    <w:rsid w:val="00B7675A"/>
    <w:rsid w:val="00B81898"/>
    <w:rsid w:val="00B82DED"/>
    <w:rsid w:val="00B8606B"/>
    <w:rsid w:val="00B878E7"/>
    <w:rsid w:val="00B879CC"/>
    <w:rsid w:val="00B97278"/>
    <w:rsid w:val="00B97943"/>
    <w:rsid w:val="00BA1D0B"/>
    <w:rsid w:val="00BA2B50"/>
    <w:rsid w:val="00BA4857"/>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DC2"/>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386"/>
    <w:rsid w:val="00C87039"/>
    <w:rsid w:val="00C8718B"/>
    <w:rsid w:val="00C872E4"/>
    <w:rsid w:val="00C878D9"/>
    <w:rsid w:val="00C90311"/>
    <w:rsid w:val="00C91C26"/>
    <w:rsid w:val="00CA2BB2"/>
    <w:rsid w:val="00CA73D5"/>
    <w:rsid w:val="00CB2FC9"/>
    <w:rsid w:val="00CB5068"/>
    <w:rsid w:val="00CB7D2B"/>
    <w:rsid w:val="00CC1C87"/>
    <w:rsid w:val="00CC2AEB"/>
    <w:rsid w:val="00CC3000"/>
    <w:rsid w:val="00CC4859"/>
    <w:rsid w:val="00CC7A35"/>
    <w:rsid w:val="00CD072A"/>
    <w:rsid w:val="00CD1070"/>
    <w:rsid w:val="00CD3F65"/>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C03"/>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D6103"/>
  <w15:docId w15:val="{5D6F57C0-6102-4A43-8476-561E296E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D1FD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D1FD5"/>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D1FD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D1FD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9E5F9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9BB12CD544A4821AB54472BD440EE68"/>
        <w:category>
          <w:name w:val="General"/>
          <w:gallery w:val="placeholder"/>
        </w:category>
        <w:types>
          <w:type w:val="bbPlcHdr"/>
        </w:types>
        <w:behaviors>
          <w:behavior w:val="content"/>
        </w:behaviors>
        <w:guid w:val="{6041672D-066E-463B-925D-E2469E094A13}"/>
      </w:docPartPr>
      <w:docPartBody>
        <w:p w:rsidR="0089505B" w:rsidRDefault="00954F60">
          <w:pPr>
            <w:pStyle w:val="E9BB12CD544A4821AB54472BD440EE6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F60"/>
    <w:rsid w:val="002F7DFB"/>
    <w:rsid w:val="0035694D"/>
    <w:rsid w:val="0081793E"/>
    <w:rsid w:val="0089505B"/>
    <w:rsid w:val="00954F60"/>
    <w:rsid w:val="00E032BB"/>
    <w:rsid w:val="00EE50D9"/>
    <w:rsid w:val="00EE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BB12CD544A4821AB54472BD440EE68">
    <w:name w:val="E9BB12CD544A4821AB54472BD440E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D91852-F98A-45A6-B641-CF824192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10</Pages>
  <Words>3340</Words>
  <Characters>19039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Lab - Navigating the Linux Filesystem and Permission Settings</vt:lpstr>
    </vt:vector>
  </TitlesOfParts>
  <Company>Cisco Systems, Inc.</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Navigating the Linux Filesystem and Permission Settings</dc:title>
  <dc:creator>SP</dc:creator>
  <dc:description>2017</dc:description>
  <cp:lastModifiedBy>Suk-Yi Pennock -X (spennock - UNICON INC at Cisco)</cp:lastModifiedBy>
  <cp:revision>6</cp:revision>
  <dcterms:created xsi:type="dcterms:W3CDTF">2020-05-19T15:49:00Z</dcterms:created>
  <dcterms:modified xsi:type="dcterms:W3CDTF">2020-07-13T21:08:00Z</dcterms:modified>
</cp:coreProperties>
</file>